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D0B5F" w14:textId="6E94157C" w:rsidR="004D36D7" w:rsidRPr="00FD4A68" w:rsidRDefault="00281BF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9D123C2FEA14A78B5296830E9B3A0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B740B" w:rsidRPr="006B740B">
            <w:t>Lab - Encrypting and Decrypting Data using a Hacker Tool</w:t>
          </w:r>
        </w:sdtContent>
      </w:sdt>
    </w:p>
    <w:p w14:paraId="11C8273D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69611C5" w14:textId="77777777" w:rsidR="006B740B" w:rsidRPr="00724761" w:rsidRDefault="006B740B" w:rsidP="006B740B">
      <w:pPr>
        <w:pStyle w:val="BodyTextL25Bold"/>
      </w:pPr>
      <w:r w:rsidRPr="00724761">
        <w:t xml:space="preserve">Part </w:t>
      </w:r>
      <w:r>
        <w:t>1</w:t>
      </w:r>
      <w:r w:rsidRPr="00724761">
        <w:t>: Create and Encrypt Files</w:t>
      </w:r>
    </w:p>
    <w:p w14:paraId="06349EC4" w14:textId="77777777" w:rsidR="006B740B" w:rsidRPr="00724761" w:rsidRDefault="006B740B" w:rsidP="006B740B">
      <w:pPr>
        <w:pStyle w:val="BodyTextL25Bold"/>
        <w:ind w:left="0" w:firstLine="360"/>
      </w:pPr>
      <w:r w:rsidRPr="00724761">
        <w:t xml:space="preserve">Part </w:t>
      </w:r>
      <w:r>
        <w:t>2</w:t>
      </w:r>
      <w:r w:rsidRPr="00724761">
        <w:t>: Recover Encrypted Zip File Passwords</w:t>
      </w:r>
    </w:p>
    <w:p w14:paraId="2BBB83C5" w14:textId="77777777" w:rsidR="00D778DF" w:rsidRDefault="00D778DF" w:rsidP="00D452F4">
      <w:pPr>
        <w:pStyle w:val="Heading1"/>
      </w:pPr>
      <w:r w:rsidRPr="00E70096">
        <w:t>Background / Scenario</w:t>
      </w:r>
    </w:p>
    <w:p w14:paraId="53BAE9BE" w14:textId="77777777" w:rsidR="006B740B" w:rsidRDefault="006B740B" w:rsidP="006B740B">
      <w:pPr>
        <w:pStyle w:val="BodyTextL25"/>
      </w:pPr>
      <w:r>
        <w:t xml:space="preserve">What if you work for a large corporation that had </w:t>
      </w:r>
      <w:r w:rsidRPr="00724761">
        <w:t>a corporate policy regarding removable media</w:t>
      </w:r>
      <w:r>
        <w:t xml:space="preserve">? Specifically, it </w:t>
      </w:r>
      <w:r w:rsidRPr="00724761">
        <w:t xml:space="preserve">states that only encrypted zipped documents can be copied to portable USB flash drives. </w:t>
      </w:r>
    </w:p>
    <w:p w14:paraId="44A5FB4F" w14:textId="77777777" w:rsidR="006B740B" w:rsidRPr="00724761" w:rsidRDefault="006B740B" w:rsidP="006B740B">
      <w:pPr>
        <w:pStyle w:val="BodyTextL25"/>
      </w:pPr>
      <w:r w:rsidRPr="00724761">
        <w:t xml:space="preserve">In this scenario, the Chief Financial Officer (CFO) is out-of-town on business and has contacted you in </w:t>
      </w:r>
      <w:r>
        <w:t xml:space="preserve">a </w:t>
      </w:r>
      <w:r w:rsidRPr="00724761">
        <w:t xml:space="preserve">panic with an emergency request for help. While out-of-town on business, </w:t>
      </w:r>
      <w:r>
        <w:t xml:space="preserve">he </w:t>
      </w:r>
      <w:r w:rsidRPr="00724761">
        <w:t>attempted to unzip important documents from a</w:t>
      </w:r>
      <w:r>
        <w:t xml:space="preserve">n encrypted zip file on a </w:t>
      </w:r>
      <w:r w:rsidRPr="00724761">
        <w:t xml:space="preserve">USB drive. However, </w:t>
      </w:r>
      <w:r>
        <w:t xml:space="preserve">the password provided to open the zip file is invalid. </w:t>
      </w:r>
      <w:r w:rsidRPr="00724761">
        <w:t>The CFO contacted you to see if there was anything you could to do.</w:t>
      </w:r>
    </w:p>
    <w:p w14:paraId="2EA6E502" w14:textId="77777777" w:rsidR="006B740B" w:rsidRDefault="006B740B" w:rsidP="006B740B">
      <w:pPr>
        <w:pStyle w:val="BodyTextL25"/>
      </w:pPr>
      <w:r w:rsidRPr="007F1596">
        <w:rPr>
          <w:b/>
        </w:rPr>
        <w:t>Note</w:t>
      </w:r>
      <w:r>
        <w:t xml:space="preserve">: The provided </w:t>
      </w:r>
      <w:r w:rsidRPr="00724761">
        <w:t xml:space="preserve">scenario is simple and only serves as an example. </w:t>
      </w:r>
    </w:p>
    <w:p w14:paraId="53AC595D" w14:textId="29F20243" w:rsidR="006B740B" w:rsidRPr="00724761" w:rsidRDefault="006B740B" w:rsidP="006B740B">
      <w:pPr>
        <w:pStyle w:val="BodyTextL25"/>
      </w:pPr>
      <w:r>
        <w:t>T</w:t>
      </w:r>
      <w:r w:rsidRPr="00724761">
        <w:t xml:space="preserve">here may some tools available to recover lost passwords. This is especially true in situations such as this where </w:t>
      </w:r>
      <w:r>
        <w:t xml:space="preserve">the </w:t>
      </w:r>
      <w:r w:rsidRPr="00724761">
        <w:t>cyber</w:t>
      </w:r>
      <w:r>
        <w:t>security</w:t>
      </w:r>
      <w:r w:rsidRPr="00724761">
        <w:t xml:space="preserve"> analyst could acquire pertinent information from the CFO</w:t>
      </w:r>
      <w:r w:rsidR="00C15AE5">
        <w:t xml:space="preserve">. The pertinent information could be </w:t>
      </w:r>
      <w:r>
        <w:t>the length of the password</w:t>
      </w:r>
      <w:r w:rsidRPr="00724761">
        <w:t xml:space="preserve"> and an idea of what </w:t>
      </w:r>
      <w:r>
        <w:t>it</w:t>
      </w:r>
      <w:r w:rsidRPr="00724761">
        <w:t xml:space="preserve"> could be. Knowing pertinent information dramatically helps </w:t>
      </w:r>
      <w:r>
        <w:t xml:space="preserve">when attempting to </w:t>
      </w:r>
      <w:r w:rsidRPr="00724761">
        <w:t xml:space="preserve">recover passwords. </w:t>
      </w:r>
    </w:p>
    <w:p w14:paraId="15ED243F" w14:textId="77777777" w:rsidR="006B740B" w:rsidRPr="00724761" w:rsidRDefault="006B740B" w:rsidP="006B740B">
      <w:pPr>
        <w:pStyle w:val="BodyTextL25"/>
      </w:pPr>
      <w:r>
        <w:t xml:space="preserve">Examples of </w:t>
      </w:r>
      <w:r w:rsidRPr="00724761">
        <w:t>password recovery utilities and programs includ</w:t>
      </w:r>
      <w:r>
        <w:t>e</w:t>
      </w:r>
      <w:r w:rsidRPr="00724761">
        <w:t xml:space="preserve"> hashcat, John the Ripper, Lophtcrack, and </w:t>
      </w:r>
      <w:r>
        <w:t>others</w:t>
      </w:r>
      <w:r w:rsidRPr="00724761">
        <w:t xml:space="preserve">. </w:t>
      </w:r>
      <w:r>
        <w:t>I</w:t>
      </w:r>
      <w:r w:rsidRPr="00724761">
        <w:t>n our scenario, we will use</w:t>
      </w:r>
      <w:r w:rsidRPr="00724761">
        <w:rPr>
          <w:b/>
        </w:rPr>
        <w:t xml:space="preserve"> fcrackzip</w:t>
      </w:r>
      <w:r w:rsidRPr="00724761">
        <w:t xml:space="preserve"> </w:t>
      </w:r>
      <w:r>
        <w:t xml:space="preserve">which is a simple </w:t>
      </w:r>
      <w:r w:rsidRPr="00724761">
        <w:t xml:space="preserve">Linux utility to recover </w:t>
      </w:r>
      <w:r>
        <w:t xml:space="preserve">the passwords of </w:t>
      </w:r>
      <w:r w:rsidRPr="00724761">
        <w:t>encrypted zip file</w:t>
      </w:r>
      <w:r>
        <w:t>s</w:t>
      </w:r>
      <w:r w:rsidRPr="00724761">
        <w:t>.</w:t>
      </w:r>
    </w:p>
    <w:p w14:paraId="45944819" w14:textId="77777777" w:rsidR="006B740B" w:rsidRPr="00724761" w:rsidRDefault="006B740B" w:rsidP="006B740B">
      <w:pPr>
        <w:pStyle w:val="BodyTextL25"/>
      </w:pPr>
      <w:r w:rsidRPr="00724761">
        <w:t xml:space="preserve">Consider that these same tools can be used by cybercriminals to discover unknown passwords. Although they would not have access to </w:t>
      </w:r>
      <w:r>
        <w:t xml:space="preserve">some </w:t>
      </w:r>
      <w:r w:rsidRPr="00724761">
        <w:t>pertinent information, with time</w:t>
      </w:r>
      <w:r>
        <w:t>,</w:t>
      </w:r>
      <w:r w:rsidRPr="00724761">
        <w:t xml:space="preserve"> it is possible to discover passwords to open encrypted zip files. The amount of time required depends on the password strength and </w:t>
      </w:r>
      <w:r>
        <w:t xml:space="preserve">the password </w:t>
      </w:r>
      <w:r w:rsidRPr="00724761">
        <w:t xml:space="preserve">length. </w:t>
      </w:r>
      <w:r>
        <w:t>Longer and more complex passwords (mix of different types of characters) are more secure</w:t>
      </w:r>
      <w:r w:rsidRPr="00724761">
        <w:t>.</w:t>
      </w:r>
    </w:p>
    <w:p w14:paraId="649EBE4C" w14:textId="77777777" w:rsidR="006B740B" w:rsidRPr="00724761" w:rsidRDefault="006B740B" w:rsidP="006B740B">
      <w:pPr>
        <w:pStyle w:val="BodyTextL25"/>
      </w:pPr>
      <w:r w:rsidRPr="00724761">
        <w:t>In this lab</w:t>
      </w:r>
      <w:r>
        <w:t>, you will:</w:t>
      </w:r>
    </w:p>
    <w:p w14:paraId="38F753EF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Create and encrypt sample text files.</w:t>
      </w:r>
    </w:p>
    <w:p w14:paraId="035BC800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Decrypt the encrypted zip file.</w:t>
      </w:r>
    </w:p>
    <w:p w14:paraId="7314691C" w14:textId="77777777" w:rsidR="006B740B" w:rsidRPr="00724761" w:rsidRDefault="006B740B" w:rsidP="006B740B">
      <w:pPr>
        <w:pStyle w:val="BodyTextL25"/>
      </w:pPr>
      <w:r w:rsidRPr="007F1596">
        <w:rPr>
          <w:b/>
        </w:rPr>
        <w:t>Note:</w:t>
      </w:r>
      <w:r>
        <w:t xml:space="preserve"> </w:t>
      </w:r>
      <w:r w:rsidRPr="00724761">
        <w:t xml:space="preserve">This lab should be </w:t>
      </w:r>
      <w:r>
        <w:t>used for instructional</w:t>
      </w:r>
      <w:r w:rsidRPr="00724761">
        <w:t xml:space="preserve"> purposes only</w:t>
      </w:r>
      <w:r>
        <w:t>. The</w:t>
      </w:r>
      <w:r w:rsidRPr="00724761">
        <w:t xml:space="preserve"> methods presented here should NOT be used to secure truly sensitive data.</w:t>
      </w:r>
    </w:p>
    <w:p w14:paraId="71115174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2E9309EF" w14:textId="3BE97181" w:rsidR="006B740B" w:rsidRDefault="0080408A" w:rsidP="006B740B">
      <w:pPr>
        <w:pStyle w:val="Bulletlevel1"/>
        <w:spacing w:before="60" w:after="60" w:line="276" w:lineRule="auto"/>
      </w:pPr>
      <w:r>
        <w:t>Security</w:t>
      </w:r>
      <w:r w:rsidR="006B740B">
        <w:t xml:space="preserve"> Workstation </w:t>
      </w:r>
      <w:r w:rsidR="00854F88">
        <w:t>v</w:t>
      </w:r>
      <w:r w:rsidR="006B740B">
        <w:t xml:space="preserve">irtual </w:t>
      </w:r>
      <w:r w:rsidR="00854F88">
        <w:t>m</w:t>
      </w:r>
      <w:r w:rsidR="006B740B">
        <w:t>achine</w:t>
      </w:r>
    </w:p>
    <w:p w14:paraId="1A28EF92" w14:textId="77777777" w:rsidR="00125806" w:rsidRDefault="00125806" w:rsidP="00D452F4">
      <w:pPr>
        <w:pStyle w:val="Heading1"/>
      </w:pPr>
      <w:r>
        <w:t>Instructions</w:t>
      </w:r>
    </w:p>
    <w:p w14:paraId="5B9FE74A" w14:textId="77777777" w:rsidR="00FB2F20" w:rsidRPr="002F7A08" w:rsidRDefault="00FB2F20" w:rsidP="00FB2F20">
      <w:pPr>
        <w:pStyle w:val="Heading2"/>
      </w:pPr>
      <w:r w:rsidRPr="002F7A08">
        <w:t>Create and Encrypt Files</w:t>
      </w:r>
    </w:p>
    <w:p w14:paraId="2078F281" w14:textId="77777777" w:rsidR="00FB2F20" w:rsidRPr="00724761" w:rsidRDefault="00FB2F20" w:rsidP="00FB2F20">
      <w:pPr>
        <w:pStyle w:val="BodyTextL25"/>
      </w:pPr>
      <w:r w:rsidRPr="00724761">
        <w:t>In this part, you will create a few text files that will be used to created encrypted zip files in the next step.</w:t>
      </w:r>
    </w:p>
    <w:p w14:paraId="5AFBF290" w14:textId="77777777" w:rsidR="00FB2F20" w:rsidRPr="00724761" w:rsidRDefault="00FB2F20" w:rsidP="00FB2F20">
      <w:pPr>
        <w:pStyle w:val="Heading3"/>
      </w:pPr>
      <w:r>
        <w:t>Create t</w:t>
      </w:r>
      <w:r w:rsidRPr="00724761">
        <w:t xml:space="preserve">ext </w:t>
      </w:r>
      <w:r>
        <w:t>f</w:t>
      </w:r>
      <w:r w:rsidRPr="00724761">
        <w:t>iles</w:t>
      </w:r>
      <w:r>
        <w:t>.</w:t>
      </w:r>
    </w:p>
    <w:p w14:paraId="26C92BEC" w14:textId="77777777" w:rsidR="00C91713" w:rsidRDefault="00C91713" w:rsidP="00C91713">
      <w:pPr>
        <w:pStyle w:val="SubStepAlpha"/>
      </w:pPr>
      <w:r>
        <w:t xml:space="preserve">Start the Security Workstation VM and log in with username </w:t>
      </w:r>
      <w:r>
        <w:rPr>
          <w:b/>
        </w:rPr>
        <w:t>sec_admin</w:t>
      </w:r>
      <w:r>
        <w:t xml:space="preserve"> and password </w:t>
      </w:r>
      <w:r>
        <w:rPr>
          <w:b/>
        </w:rPr>
        <w:t>net_secPW</w:t>
      </w:r>
      <w:r>
        <w:t>.</w:t>
      </w:r>
    </w:p>
    <w:p w14:paraId="144C4BDB" w14:textId="317903A1" w:rsidR="00FB2F20" w:rsidRDefault="00FB2F20" w:rsidP="00FB2F20">
      <w:pPr>
        <w:pStyle w:val="SubStepAlpha"/>
      </w:pPr>
      <w:r>
        <w:t xml:space="preserve">Open a terminal window. Verify that you are in the </w:t>
      </w:r>
      <w:r w:rsidR="0080408A" w:rsidRPr="0080408A">
        <w:rPr>
          <w:b/>
          <w:bCs/>
        </w:rPr>
        <w:t>sec_admin</w:t>
      </w:r>
      <w:r>
        <w:t xml:space="preserve"> home directory</w:t>
      </w:r>
      <w:r w:rsidRPr="00724761">
        <w:t>.</w:t>
      </w:r>
      <w:r>
        <w:t xml:space="preserve"> Otherwise, enter </w:t>
      </w:r>
      <w:r w:rsidRPr="0080408A">
        <w:rPr>
          <w:b/>
        </w:rPr>
        <w:t>cd ~</w:t>
      </w:r>
      <w:r>
        <w:t xml:space="preserve"> at the terminal prompt.</w:t>
      </w:r>
    </w:p>
    <w:p w14:paraId="4E06DFE8" w14:textId="77777777" w:rsidR="00FB2F20" w:rsidRPr="004A1CD0" w:rsidRDefault="00FB2F20" w:rsidP="00FB2F20">
      <w:pPr>
        <w:pStyle w:val="SubStepAlpha"/>
      </w:pPr>
      <w:r>
        <w:t>C</w:t>
      </w:r>
      <w:r w:rsidRPr="00724761">
        <w:t xml:space="preserve">reate a new folder called Zip-Files using the </w:t>
      </w:r>
      <w:r w:rsidRPr="00724761">
        <w:rPr>
          <w:b/>
        </w:rPr>
        <w:t>mkdir Zip-Files</w:t>
      </w:r>
      <w:r w:rsidRPr="00724761">
        <w:t xml:space="preserve"> command.</w:t>
      </w:r>
    </w:p>
    <w:p w14:paraId="78C8AED4" w14:textId="77777777" w:rsidR="00FB2F20" w:rsidRPr="004A1CD0" w:rsidRDefault="00FB2F20" w:rsidP="00FB2F20">
      <w:pPr>
        <w:pStyle w:val="SubStepAlpha"/>
      </w:pPr>
      <w:r w:rsidRPr="00724761">
        <w:t>Move into that directory using the</w:t>
      </w:r>
      <w:r w:rsidRPr="00724761">
        <w:rPr>
          <w:b/>
        </w:rPr>
        <w:t xml:space="preserve"> cd Zip-Files </w:t>
      </w:r>
      <w:r w:rsidRPr="00724761">
        <w:t>command.</w:t>
      </w:r>
    </w:p>
    <w:p w14:paraId="45E7FC44" w14:textId="77777777" w:rsidR="00FB2F20" w:rsidRPr="004A1CD0" w:rsidRDefault="00FB2F20" w:rsidP="00FB2F20">
      <w:pPr>
        <w:pStyle w:val="SubStepAlpha"/>
      </w:pPr>
      <w:r w:rsidRPr="00724761">
        <w:t xml:space="preserve">Enter the following to create </w:t>
      </w:r>
      <w:r>
        <w:t xml:space="preserve">three </w:t>
      </w:r>
      <w:r w:rsidRPr="00724761">
        <w:t>text file</w:t>
      </w:r>
      <w:r>
        <w:t>s</w:t>
      </w:r>
      <w:r w:rsidRPr="00724761">
        <w:t>.</w:t>
      </w:r>
    </w:p>
    <w:p w14:paraId="6FC5A347" w14:textId="5DF056F1" w:rsidR="00FB2F20" w:rsidRPr="00A2780B" w:rsidRDefault="00FB2F20" w:rsidP="00FB2F20">
      <w:pPr>
        <w:pStyle w:val="CMD"/>
      </w:pPr>
      <w:r w:rsidRPr="00A2780B">
        <w:t>[</w:t>
      </w:r>
      <w:r w:rsidR="0080408A">
        <w:t>sec_admin</w:t>
      </w:r>
      <w:r w:rsidRPr="00A2780B">
        <w:t xml:space="preserve">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sample-1.txt</w:t>
      </w:r>
    </w:p>
    <w:p w14:paraId="0C15CE30" w14:textId="1BE66D52" w:rsidR="00FB2F20" w:rsidRPr="00A2780B" w:rsidRDefault="00FB2F20" w:rsidP="00FB2F20">
      <w:pPr>
        <w:pStyle w:val="CMD"/>
      </w:pPr>
      <w:r w:rsidRPr="00A2780B">
        <w:t>[</w:t>
      </w:r>
      <w:r w:rsidR="0080408A">
        <w:t>sec_admin</w:t>
      </w:r>
      <w:r w:rsidRPr="00A2780B">
        <w:t xml:space="preserve">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sample-2.txt</w:t>
      </w:r>
    </w:p>
    <w:p w14:paraId="3B93B06D" w14:textId="05847931" w:rsidR="00FB2F20" w:rsidRPr="006522AD" w:rsidRDefault="00FB2F20" w:rsidP="00FB2F20">
      <w:pPr>
        <w:pStyle w:val="CMD"/>
        <w:rPr>
          <w:rFonts w:ascii="Arial" w:hAnsi="Arial"/>
        </w:rPr>
      </w:pPr>
      <w:r w:rsidRPr="00A2780B">
        <w:t>[</w:t>
      </w:r>
      <w:r w:rsidR="0080408A">
        <w:t>sec_admin</w:t>
      </w:r>
      <w:r w:rsidRPr="00A2780B">
        <w:t xml:space="preserve">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sample-3.txt</w:t>
      </w:r>
    </w:p>
    <w:p w14:paraId="2BE406C9" w14:textId="3866D2B5" w:rsidR="00FB2F20" w:rsidRDefault="00FB2F20" w:rsidP="00854F88">
      <w:pPr>
        <w:pStyle w:val="SubStepAlpha"/>
      </w:pPr>
      <w:r>
        <w:t xml:space="preserve">Verify that the files have been created, using the </w:t>
      </w:r>
      <w:r>
        <w:rPr>
          <w:b/>
        </w:rPr>
        <w:t xml:space="preserve">ls </w:t>
      </w:r>
      <w:r>
        <w:t>command.</w:t>
      </w:r>
    </w:p>
    <w:p w14:paraId="2DC390DF" w14:textId="56E3183C" w:rsidR="00666A6D" w:rsidRDefault="00666A6D" w:rsidP="00666A6D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666A6D">
        <w:rPr>
          <w:b/>
          <w:bCs/>
        </w:rPr>
        <w:t>ls -l</w:t>
      </w:r>
    </w:p>
    <w:p w14:paraId="42997A7A" w14:textId="77777777" w:rsidR="00666A6D" w:rsidRDefault="00666A6D" w:rsidP="00666A6D">
      <w:pPr>
        <w:pStyle w:val="CMDOutput"/>
      </w:pPr>
      <w:r>
        <w:t>total 12</w:t>
      </w:r>
    </w:p>
    <w:p w14:paraId="14FC6E65" w14:textId="4BFB6BAA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27 May 13 10:58 sample-1.txt</w:t>
      </w:r>
    </w:p>
    <w:p w14:paraId="3323C487" w14:textId="1A0F4A5C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27 May 13 10:58 sample-2.txt</w:t>
      </w:r>
    </w:p>
    <w:p w14:paraId="5BAE320F" w14:textId="3A64B11E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27 May 13 10:58 sample-3.txt</w:t>
      </w:r>
    </w:p>
    <w:p w14:paraId="2338D5C9" w14:textId="77777777" w:rsidR="00FB2F20" w:rsidRPr="00724761" w:rsidRDefault="00FB2F20" w:rsidP="00FB2F20">
      <w:pPr>
        <w:pStyle w:val="Heading3"/>
      </w:pPr>
      <w:r w:rsidRPr="00724761">
        <w:t>Z</w:t>
      </w:r>
      <w:r>
        <w:t>ip and encrypt the t</w:t>
      </w:r>
      <w:r w:rsidRPr="00724761">
        <w:t>ext</w:t>
      </w:r>
      <w:r>
        <w:t xml:space="preserve"> f</w:t>
      </w:r>
      <w:r w:rsidRPr="00724761">
        <w:t>iles</w:t>
      </w:r>
      <w:r>
        <w:t>.</w:t>
      </w:r>
    </w:p>
    <w:p w14:paraId="566E4614" w14:textId="77777777" w:rsidR="00FB2F20" w:rsidRPr="00724761" w:rsidRDefault="00FB2F20" w:rsidP="00C57A46">
      <w:pPr>
        <w:pStyle w:val="BodyTextL25"/>
        <w:rPr>
          <w:b/>
        </w:rPr>
      </w:pPr>
      <w:r w:rsidRPr="00724761">
        <w:t xml:space="preserve">Next, we will create several encrypted zipped files using varying password lengths. To do so, all three text files will be encrypted using the </w:t>
      </w:r>
      <w:r w:rsidRPr="00724761">
        <w:rPr>
          <w:b/>
        </w:rPr>
        <w:t xml:space="preserve">zip </w:t>
      </w:r>
      <w:r w:rsidRPr="00724761">
        <w:t xml:space="preserve">utility. </w:t>
      </w:r>
    </w:p>
    <w:p w14:paraId="5F8340BC" w14:textId="77777777" w:rsidR="00FB2F20" w:rsidRPr="004A1CD0" w:rsidRDefault="00FB2F20" w:rsidP="00FB2F20">
      <w:pPr>
        <w:pStyle w:val="SubStepAlpha"/>
      </w:pPr>
      <w:r w:rsidRPr="00724761">
        <w:t>Create an encrypted zip file called</w:t>
      </w:r>
      <w:r w:rsidRPr="00724761">
        <w:rPr>
          <w:b/>
        </w:rPr>
        <w:t xml:space="preserve"> file-1.zip </w:t>
      </w:r>
      <w:r w:rsidRPr="00724761">
        <w:t>containing the three text files using the following command:</w:t>
      </w:r>
    </w:p>
    <w:p w14:paraId="49575379" w14:textId="40596B51" w:rsidR="00FB2F20" w:rsidRPr="009F1410" w:rsidRDefault="00FB2F20" w:rsidP="00FB2F20">
      <w:pPr>
        <w:pStyle w:val="CMD"/>
        <w:rPr>
          <w:b/>
          <w:lang w:val="pt-BR"/>
        </w:rPr>
      </w:pPr>
      <w:r>
        <w:rPr>
          <w:lang w:val="pt-BR"/>
        </w:rPr>
        <w:t>[</w:t>
      </w:r>
      <w:r w:rsidR="0080408A">
        <w:rPr>
          <w:lang w:val="pt-BR"/>
        </w:rPr>
        <w:t>sec_admin</w:t>
      </w:r>
      <w:r>
        <w:rPr>
          <w:lang w:val="pt-BR"/>
        </w:rPr>
        <w:t xml:space="preserve">@secOps Zip-Files]$ </w:t>
      </w:r>
      <w:r w:rsidRPr="009F1410">
        <w:rPr>
          <w:b/>
          <w:lang w:val="pt-BR"/>
        </w:rPr>
        <w:t>zip –e file-1.zip sample*</w:t>
      </w:r>
    </w:p>
    <w:p w14:paraId="362A275E" w14:textId="0F282700" w:rsidR="00FB2F20" w:rsidRDefault="00FB2F20" w:rsidP="00C57A46">
      <w:pPr>
        <w:pStyle w:val="SubStepAlpha"/>
      </w:pPr>
      <w:r w:rsidRPr="00724761">
        <w:t>When promp</w:t>
      </w:r>
      <w:r>
        <w:t>ted for a password, enter a one-</w:t>
      </w:r>
      <w:r w:rsidRPr="00724761">
        <w:t xml:space="preserve">character password of your choice. In the example, the letter </w:t>
      </w:r>
      <w:r w:rsidRPr="00724761">
        <w:rPr>
          <w:b/>
        </w:rPr>
        <w:t>B</w:t>
      </w:r>
      <w:r w:rsidRPr="00724761">
        <w:t xml:space="preserve"> was entered. Enter the same letter when prompted to verify.</w:t>
      </w:r>
    </w:p>
    <w:p w14:paraId="011F6134" w14:textId="095CDDD3" w:rsidR="00666A6D" w:rsidRDefault="00666A6D" w:rsidP="00666A6D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666A6D">
        <w:rPr>
          <w:b/>
          <w:bCs/>
        </w:rPr>
        <w:t>zip -e file-1.zip sample-*</w:t>
      </w:r>
    </w:p>
    <w:p w14:paraId="2BE0B6E9" w14:textId="77777777" w:rsidR="00666A6D" w:rsidRDefault="00666A6D" w:rsidP="00666A6D">
      <w:pPr>
        <w:pStyle w:val="CMDOutput"/>
      </w:pPr>
      <w:r>
        <w:t xml:space="preserve">Enter password: </w:t>
      </w:r>
    </w:p>
    <w:p w14:paraId="66D5CE84" w14:textId="77777777" w:rsidR="00666A6D" w:rsidRDefault="00666A6D" w:rsidP="00666A6D">
      <w:pPr>
        <w:pStyle w:val="CMDOutput"/>
      </w:pPr>
      <w:r>
        <w:t xml:space="preserve">Verify password: </w:t>
      </w:r>
    </w:p>
    <w:p w14:paraId="33607EB0" w14:textId="77777777" w:rsidR="00666A6D" w:rsidRDefault="00666A6D" w:rsidP="00666A6D">
      <w:pPr>
        <w:pStyle w:val="CMDOutput"/>
      </w:pPr>
      <w:r>
        <w:t xml:space="preserve">  adding: sample-1.txt (stored 0%)</w:t>
      </w:r>
    </w:p>
    <w:p w14:paraId="17E8EC86" w14:textId="77777777" w:rsidR="00666A6D" w:rsidRDefault="00666A6D" w:rsidP="00666A6D">
      <w:pPr>
        <w:pStyle w:val="CMDOutput"/>
      </w:pPr>
      <w:r>
        <w:t xml:space="preserve">  adding: sample-2.txt (stored 0%)</w:t>
      </w:r>
    </w:p>
    <w:p w14:paraId="0A3515E5" w14:textId="1F4FD689" w:rsidR="00FB2F20" w:rsidRPr="00724761" w:rsidRDefault="00666A6D" w:rsidP="00666A6D">
      <w:pPr>
        <w:pStyle w:val="CMDOutput"/>
      </w:pPr>
      <w:r>
        <w:t xml:space="preserve">  adding: sample-3.txt (stored 0%)</w:t>
      </w:r>
    </w:p>
    <w:p w14:paraId="3195B661" w14:textId="77777777" w:rsidR="00FB2F20" w:rsidRPr="00724761" w:rsidRDefault="00FB2F20" w:rsidP="00C57A46">
      <w:pPr>
        <w:pStyle w:val="SubStepAlpha"/>
      </w:pPr>
      <w:r w:rsidRPr="00724761">
        <w:t>Repeat the procedure to create the following 4 other files</w:t>
      </w:r>
    </w:p>
    <w:p w14:paraId="578265F4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file-2.zip </w:t>
      </w:r>
      <w:r>
        <w:t>using a 2-</w:t>
      </w:r>
      <w:r w:rsidRPr="00724761">
        <w:t>character password of your choice. In our example, we used</w:t>
      </w:r>
      <w:r w:rsidRPr="00724761">
        <w:rPr>
          <w:b/>
        </w:rPr>
        <w:t xml:space="preserve"> R2</w:t>
      </w:r>
      <w:r w:rsidRPr="00724761">
        <w:t>.</w:t>
      </w:r>
    </w:p>
    <w:p w14:paraId="408E1CC1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file-3.zip </w:t>
      </w:r>
      <w:r>
        <w:t>using a 3-</w:t>
      </w:r>
      <w:r w:rsidRPr="00724761">
        <w:t>character password of your choice. In our example, we used</w:t>
      </w:r>
      <w:r w:rsidRPr="00724761">
        <w:rPr>
          <w:b/>
        </w:rPr>
        <w:t xml:space="preserve"> 0B1</w:t>
      </w:r>
      <w:r w:rsidRPr="00724761">
        <w:t>.</w:t>
      </w:r>
    </w:p>
    <w:p w14:paraId="26F1ED29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file-4.zip </w:t>
      </w:r>
      <w:r>
        <w:t>using a 4-</w:t>
      </w:r>
      <w:r w:rsidRPr="00724761">
        <w:t>character password of your choice. In our example, we used</w:t>
      </w:r>
      <w:r w:rsidRPr="00724761">
        <w:rPr>
          <w:b/>
        </w:rPr>
        <w:t xml:space="preserve"> Y0Da</w:t>
      </w:r>
      <w:r w:rsidRPr="00724761">
        <w:t>.</w:t>
      </w:r>
    </w:p>
    <w:p w14:paraId="2A23F797" w14:textId="77777777" w:rsidR="00FB2F20" w:rsidRDefault="00FB2F20" w:rsidP="00FB2F20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>file-5.zip</w:t>
      </w:r>
      <w:r>
        <w:t xml:space="preserve"> using a 5-</w:t>
      </w:r>
      <w:r w:rsidRPr="00724761">
        <w:t>character password of your choice. In our example, we used</w:t>
      </w:r>
      <w:r w:rsidRPr="00724761">
        <w:rPr>
          <w:b/>
        </w:rPr>
        <w:t xml:space="preserve"> C-3P0</w:t>
      </w:r>
      <w:r w:rsidRPr="00724761">
        <w:t>.</w:t>
      </w:r>
    </w:p>
    <w:p w14:paraId="40DE3073" w14:textId="54E61AAA" w:rsidR="00FB2F20" w:rsidRDefault="00FB2F20" w:rsidP="00C57A46">
      <w:pPr>
        <w:pStyle w:val="SubStepAlpha"/>
      </w:pPr>
      <w:r w:rsidRPr="00724761">
        <w:t xml:space="preserve">Verify that all zipped files have been created using the </w:t>
      </w:r>
      <w:r w:rsidRPr="00724761">
        <w:rPr>
          <w:b/>
        </w:rPr>
        <w:t>ls</w:t>
      </w:r>
      <w:r>
        <w:rPr>
          <w:b/>
        </w:rPr>
        <w:t xml:space="preserve"> -l f*</w:t>
      </w:r>
      <w:r w:rsidRPr="00724761">
        <w:t xml:space="preserve"> command.</w:t>
      </w:r>
    </w:p>
    <w:p w14:paraId="28F73733" w14:textId="5BC8C2E2" w:rsidR="00666A6D" w:rsidRDefault="00666A6D" w:rsidP="00666A6D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666A6D">
        <w:rPr>
          <w:b/>
          <w:bCs/>
        </w:rPr>
        <w:t>ls -l f*</w:t>
      </w:r>
    </w:p>
    <w:p w14:paraId="2F0D625D" w14:textId="747FB137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643 May 13 11:01 file-1.zip</w:t>
      </w:r>
    </w:p>
    <w:p w14:paraId="2F836486" w14:textId="0EEEF529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643 May 13 11:02 file-2.zip</w:t>
      </w:r>
    </w:p>
    <w:p w14:paraId="5EB4413E" w14:textId="0BC5C356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643 May 13 11:03 file-3.zip</w:t>
      </w:r>
    </w:p>
    <w:p w14:paraId="4437DC30" w14:textId="77EE5C2C" w:rsidR="00666A6D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643 May 13 11:03 file-4.zip</w:t>
      </w:r>
    </w:p>
    <w:p w14:paraId="1A99BDE2" w14:textId="0DBB6457" w:rsidR="00666A6D" w:rsidRPr="00724761" w:rsidRDefault="00666A6D" w:rsidP="00666A6D">
      <w:pPr>
        <w:pStyle w:val="CMDOutput"/>
      </w:pPr>
      <w:r>
        <w:t xml:space="preserve">-rw-r--r-- 1 </w:t>
      </w:r>
      <w:r w:rsidR="0080408A">
        <w:t>sec_admin</w:t>
      </w:r>
      <w:r>
        <w:t xml:space="preserve"> </w:t>
      </w:r>
      <w:r w:rsidR="0080408A">
        <w:t>sec_admin</w:t>
      </w:r>
      <w:r>
        <w:t xml:space="preserve"> 643 May 13 11:03 file-5.zip</w:t>
      </w:r>
    </w:p>
    <w:p w14:paraId="347E2B49" w14:textId="77777777" w:rsidR="00FB2F20" w:rsidRDefault="00FB2F20" w:rsidP="00C57A46">
      <w:pPr>
        <w:pStyle w:val="SubStepAlpha"/>
      </w:pPr>
      <w:r w:rsidRPr="00724761">
        <w:t>Attempt to open a zip using an incorrect password as shown.</w:t>
      </w:r>
    </w:p>
    <w:p w14:paraId="674F69E2" w14:textId="04BD49AA" w:rsidR="00FB2F20" w:rsidRDefault="00FB2F20" w:rsidP="00C57A46">
      <w:pPr>
        <w:pStyle w:val="CMD"/>
        <w:rPr>
          <w:b/>
        </w:rPr>
      </w:pPr>
      <w:r>
        <w:t>[</w:t>
      </w:r>
      <w:r w:rsidR="0080408A">
        <w:t>sec_admin</w:t>
      </w:r>
      <w:r>
        <w:t xml:space="preserve">@secOps Zip-Files]$ </w:t>
      </w:r>
      <w:r w:rsidRPr="006C04E4">
        <w:rPr>
          <w:b/>
        </w:rPr>
        <w:t>unzip file-1.zip</w:t>
      </w:r>
    </w:p>
    <w:p w14:paraId="7053BADD" w14:textId="77777777" w:rsidR="00666A6D" w:rsidRDefault="00666A6D" w:rsidP="00666A6D">
      <w:pPr>
        <w:pStyle w:val="CMDOutput"/>
      </w:pPr>
      <w:r>
        <w:t>Archive:  file-1.zip</w:t>
      </w:r>
    </w:p>
    <w:p w14:paraId="5734A4B9" w14:textId="77777777" w:rsidR="00666A6D" w:rsidRDefault="00666A6D" w:rsidP="00666A6D">
      <w:pPr>
        <w:pStyle w:val="CMDOutput"/>
      </w:pPr>
      <w:r>
        <w:t xml:space="preserve">[file-1.zip] sample-1.txt password: </w:t>
      </w:r>
    </w:p>
    <w:p w14:paraId="19A0318A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319936ED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5DDCF9FD" w14:textId="77777777" w:rsidR="00666A6D" w:rsidRDefault="00666A6D" w:rsidP="00666A6D">
      <w:pPr>
        <w:pStyle w:val="CMDOutput"/>
      </w:pPr>
      <w:r>
        <w:t xml:space="preserve">   skipping: sample-1.txt            incorrect password</w:t>
      </w:r>
    </w:p>
    <w:p w14:paraId="016F3B3A" w14:textId="77777777" w:rsidR="00666A6D" w:rsidRDefault="00666A6D" w:rsidP="00666A6D">
      <w:pPr>
        <w:pStyle w:val="CMDOutput"/>
      </w:pPr>
      <w:r>
        <w:t xml:space="preserve">[file-1.zip] sample-2.txt password: </w:t>
      </w:r>
    </w:p>
    <w:p w14:paraId="233FCB28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61618204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4C5B98A" w14:textId="77777777" w:rsidR="00666A6D" w:rsidRDefault="00666A6D" w:rsidP="00666A6D">
      <w:pPr>
        <w:pStyle w:val="CMDOutput"/>
      </w:pPr>
      <w:r>
        <w:t xml:space="preserve">   skipping: sample-2.txt            incorrect password</w:t>
      </w:r>
    </w:p>
    <w:p w14:paraId="606BE2CF" w14:textId="77777777" w:rsidR="00666A6D" w:rsidRDefault="00666A6D" w:rsidP="00666A6D">
      <w:pPr>
        <w:pStyle w:val="CMDOutput"/>
      </w:pPr>
      <w:r>
        <w:t xml:space="preserve">[file-1.zip] sample-3.txt password: </w:t>
      </w:r>
    </w:p>
    <w:p w14:paraId="25E90CD2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89DA429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4745E948" w14:textId="52AFAADC" w:rsidR="00666A6D" w:rsidRPr="00724761" w:rsidRDefault="00666A6D" w:rsidP="00666A6D">
      <w:pPr>
        <w:pStyle w:val="CMDOutput"/>
      </w:pPr>
      <w:r>
        <w:t xml:space="preserve">   skipping: sample-3.txt            incorrect password</w:t>
      </w:r>
    </w:p>
    <w:p w14:paraId="7F881757" w14:textId="77777777" w:rsidR="00FB2F20" w:rsidRPr="002F7A08" w:rsidRDefault="00FB2F20" w:rsidP="00FB2F20">
      <w:pPr>
        <w:pStyle w:val="Heading2"/>
      </w:pPr>
      <w:r w:rsidRPr="002F7A08">
        <w:t>Recover Encrypted Zip File Passwords</w:t>
      </w:r>
    </w:p>
    <w:p w14:paraId="22F45BD2" w14:textId="77777777" w:rsidR="00FB2F20" w:rsidRPr="00724761" w:rsidRDefault="00FB2F20" w:rsidP="00FB2F20">
      <w:pPr>
        <w:pStyle w:val="BodyTextL25"/>
      </w:pPr>
      <w:r w:rsidRPr="00724761">
        <w:t xml:space="preserve">In this part, you will use the </w:t>
      </w:r>
      <w:r w:rsidRPr="00724761">
        <w:rPr>
          <w:b/>
        </w:rPr>
        <w:t>fcrackzip</w:t>
      </w:r>
      <w:r w:rsidRPr="00724761">
        <w:t xml:space="preserve"> utility to recover lost passwords from encrypted zipped files. Fcrackzip searches each zip</w:t>
      </w:r>
      <w:r>
        <w:t xml:space="preserve"> </w:t>
      </w:r>
      <w:r w:rsidRPr="00724761">
        <w:t>file given for encrypted files and tries to guess the password using brute-force methods.</w:t>
      </w:r>
    </w:p>
    <w:p w14:paraId="13733A78" w14:textId="77777777" w:rsidR="00FB2F20" w:rsidRPr="00724761" w:rsidRDefault="00FB2F20" w:rsidP="00FB2F20">
      <w:pPr>
        <w:pStyle w:val="BodyTextL25"/>
      </w:pPr>
      <w:r w:rsidRPr="00724761">
        <w:t>The reason we created zip files with varying password lengths was to see if password length influences the time it takes to discover a password.</w:t>
      </w:r>
    </w:p>
    <w:p w14:paraId="4696C364" w14:textId="77777777" w:rsidR="00FB2F20" w:rsidRPr="00724761" w:rsidRDefault="00FB2F20" w:rsidP="00FB2F20">
      <w:pPr>
        <w:pStyle w:val="Heading3"/>
      </w:pPr>
      <w:r w:rsidRPr="00724761">
        <w:t>Introduction to fcrackzip</w:t>
      </w:r>
    </w:p>
    <w:p w14:paraId="20D2BD34" w14:textId="77777777" w:rsidR="00FB2F20" w:rsidRPr="004A1CD0" w:rsidRDefault="00FB2F20" w:rsidP="007E5009">
      <w:pPr>
        <w:pStyle w:val="BodyTextL25"/>
      </w:pPr>
      <w:r w:rsidRPr="00724761">
        <w:t>From the terminal window, enter the</w:t>
      </w:r>
      <w:r w:rsidRPr="004E187E">
        <w:rPr>
          <w:b/>
        </w:rPr>
        <w:t xml:space="preserve"> fcrackzip –h</w:t>
      </w:r>
      <w:r w:rsidRPr="00724761">
        <w:t xml:space="preserve"> command to see the</w:t>
      </w:r>
      <w:r>
        <w:t xml:space="preserve"> associated </w:t>
      </w:r>
      <w:r w:rsidRPr="00724761">
        <w:t>command options.</w:t>
      </w:r>
    </w:p>
    <w:p w14:paraId="5E08C73C" w14:textId="77777777" w:rsidR="00FB2F20" w:rsidRPr="00724761" w:rsidRDefault="00FB2F20" w:rsidP="007E5009">
      <w:pPr>
        <w:pStyle w:val="BodyTextL25"/>
      </w:pPr>
      <w:r w:rsidRPr="00724761">
        <w:t xml:space="preserve">In our </w:t>
      </w:r>
      <w:r>
        <w:t>examples,</w:t>
      </w:r>
      <w:r w:rsidRPr="00724761">
        <w:t xml:space="preserve"> we will be using the </w:t>
      </w:r>
      <w:r w:rsidRPr="00B06AD3">
        <w:rPr>
          <w:b/>
        </w:rPr>
        <w:t>–</w:t>
      </w:r>
      <w:r>
        <w:rPr>
          <w:b/>
        </w:rPr>
        <w:t>v</w:t>
      </w:r>
      <w:r w:rsidRPr="00724761">
        <w:t xml:space="preserve">, </w:t>
      </w:r>
      <w:r>
        <w:rPr>
          <w:b/>
        </w:rPr>
        <w:t>-u</w:t>
      </w:r>
      <w:r w:rsidRPr="00727127">
        <w:t>, and</w:t>
      </w:r>
      <w:r>
        <w:rPr>
          <w:b/>
        </w:rPr>
        <w:t xml:space="preserve"> -l</w:t>
      </w:r>
      <w:r w:rsidRPr="00724761">
        <w:t xml:space="preserve"> command options.</w:t>
      </w:r>
      <w:r>
        <w:t xml:space="preserve"> The -l option will be listed last because it specifies the possible password length. Feel free to experiment with other options.</w:t>
      </w:r>
    </w:p>
    <w:p w14:paraId="11D040D6" w14:textId="77777777" w:rsidR="00FB2F20" w:rsidRPr="00724761" w:rsidRDefault="00FB2F20" w:rsidP="00FB2F20">
      <w:pPr>
        <w:pStyle w:val="Heading3"/>
      </w:pPr>
      <w:r>
        <w:t xml:space="preserve">Recovering Passwords using </w:t>
      </w:r>
      <w:r w:rsidRPr="00724761">
        <w:t>fcrackzip</w:t>
      </w:r>
    </w:p>
    <w:p w14:paraId="7D5404C4" w14:textId="77777777" w:rsidR="00FB2F20" w:rsidRPr="004A1CD0" w:rsidRDefault="00FB2F20" w:rsidP="00FB2F20">
      <w:pPr>
        <w:pStyle w:val="SubStepAlpha"/>
        <w:keepNext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file-1.zip</w:t>
      </w:r>
      <w:r w:rsidRPr="00724761">
        <w:t xml:space="preserve"> file. Recall, that</w:t>
      </w:r>
      <w:r>
        <w:t xml:space="preserve"> a one-</w:t>
      </w:r>
      <w:r w:rsidRPr="00724761">
        <w:t>character password was used to encrypt the file.</w:t>
      </w:r>
      <w:r w:rsidRPr="0080408A">
        <w:rPr>
          <w:bCs/>
        </w:rPr>
        <w:t xml:space="preserve"> </w:t>
      </w:r>
      <w:r w:rsidRPr="00724761">
        <w:t xml:space="preserve">Therefore, use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1B47C7CB" w14:textId="105682C9" w:rsidR="00FB2F20" w:rsidRDefault="00FB2F20" w:rsidP="00FB2F20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-vul 1-4 file-1.zip</w:t>
      </w:r>
    </w:p>
    <w:p w14:paraId="73EF2986" w14:textId="77777777" w:rsidR="004A12C5" w:rsidRDefault="004A12C5" w:rsidP="004A12C5">
      <w:pPr>
        <w:pStyle w:val="CMDOutput"/>
      </w:pPr>
      <w:r>
        <w:t>found file 'sample-1.txt', (size cp/uc     39/    27, flags 9, chk 5754)</w:t>
      </w:r>
    </w:p>
    <w:p w14:paraId="3918DE9C" w14:textId="77777777" w:rsidR="004A12C5" w:rsidRDefault="004A12C5" w:rsidP="004A12C5">
      <w:pPr>
        <w:pStyle w:val="CMDOutput"/>
      </w:pPr>
      <w:r>
        <w:t>found file 'sample-2.txt', (size cp/uc     39/    27, flags 9, chk 5756)</w:t>
      </w:r>
    </w:p>
    <w:p w14:paraId="0A20EADB" w14:textId="77777777" w:rsidR="004A12C5" w:rsidRDefault="004A12C5" w:rsidP="004A12C5">
      <w:pPr>
        <w:pStyle w:val="CMDOutput"/>
      </w:pPr>
      <w:r>
        <w:t>found file 'sample-3.txt', (size cp/uc     39/    27, flags 9, chk 5757)</w:t>
      </w:r>
    </w:p>
    <w:p w14:paraId="2BDE816B" w14:textId="77777777" w:rsidR="004A12C5" w:rsidRDefault="004A12C5" w:rsidP="004A12C5">
      <w:pPr>
        <w:pStyle w:val="CMDOutput"/>
      </w:pPr>
    </w:p>
    <w:p w14:paraId="12179FA5" w14:textId="77777777" w:rsidR="004A12C5" w:rsidRDefault="004A12C5" w:rsidP="004A12C5">
      <w:pPr>
        <w:pStyle w:val="CMDOutput"/>
      </w:pPr>
    </w:p>
    <w:p w14:paraId="16E82596" w14:textId="2F543224" w:rsidR="004A12C5" w:rsidRPr="00724761" w:rsidRDefault="004A12C5" w:rsidP="004A12C5">
      <w:pPr>
        <w:pStyle w:val="CMDOutput"/>
      </w:pPr>
      <w:r>
        <w:t>PASSWORD FOUND!!!!: pw == B</w:t>
      </w:r>
    </w:p>
    <w:p w14:paraId="4643347A" w14:textId="77777777" w:rsidR="00FB2F20" w:rsidRPr="00724761" w:rsidRDefault="00FB2F20" w:rsidP="00FB2F20">
      <w:pPr>
        <w:pStyle w:val="BodyTextL25"/>
        <w:ind w:left="720"/>
      </w:pPr>
      <w:r w:rsidRPr="00724761">
        <w:rPr>
          <w:b/>
        </w:rPr>
        <w:t>Note</w:t>
      </w:r>
      <w:r w:rsidRPr="004A12C5">
        <w:rPr>
          <w:bCs/>
        </w:rPr>
        <w:t>:</w:t>
      </w:r>
      <w:r w:rsidRPr="00724761">
        <w:t xml:space="preserve"> The password length could have been set to less than 1 – 4 characters.</w:t>
      </w:r>
    </w:p>
    <w:p w14:paraId="3F28718C" w14:textId="77777777" w:rsidR="00032B94" w:rsidRDefault="00032B94" w:rsidP="00032B94">
      <w:pPr>
        <w:pStyle w:val="Heading4"/>
      </w:pPr>
      <w:r>
        <w:t>Question:</w:t>
      </w:r>
    </w:p>
    <w:p w14:paraId="1B410D35" w14:textId="2CF49C99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29A45869" w14:textId="311DC8FB" w:rsidR="00FB2F20" w:rsidRDefault="00032B94" w:rsidP="00032B94">
      <w:pPr>
        <w:pStyle w:val="AnswerLineL50"/>
      </w:pPr>
      <w:r>
        <w:t>Type your answers here.</w:t>
      </w:r>
    </w:p>
    <w:p w14:paraId="6112D576" w14:textId="77777777" w:rsidR="00FB2F20" w:rsidRPr="004A1CD0" w:rsidRDefault="00FB2F20" w:rsidP="00C57A46">
      <w:pPr>
        <w:pStyle w:val="SubStepAlpha"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file-2.zip</w:t>
      </w:r>
      <w:r>
        <w:t xml:space="preserve"> file. Recall, that a two-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 xml:space="preserve">Therefore, use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2A93E9DC" w14:textId="032DC7EB" w:rsidR="00FB2F20" w:rsidRPr="00724761" w:rsidRDefault="00FB2F20" w:rsidP="005A3565">
      <w:pPr>
        <w:pStyle w:val="CMD"/>
        <w:keepNext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–vul 1-4 file-2.zip</w:t>
      </w:r>
    </w:p>
    <w:p w14:paraId="01FE6A06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83606E7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6BB39187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62E2CF11" w14:textId="77777777" w:rsidR="004A12C5" w:rsidRPr="004A12C5" w:rsidRDefault="004A12C5" w:rsidP="004A12C5">
      <w:pPr>
        <w:pStyle w:val="CMDOutput"/>
      </w:pPr>
    </w:p>
    <w:p w14:paraId="322EB617" w14:textId="77777777" w:rsidR="004A12C5" w:rsidRPr="004A12C5" w:rsidRDefault="004A12C5" w:rsidP="004A12C5">
      <w:pPr>
        <w:pStyle w:val="CMDOutput"/>
      </w:pPr>
    </w:p>
    <w:p w14:paraId="7245B6DD" w14:textId="450C4DF2" w:rsidR="004A12C5" w:rsidRPr="00724761" w:rsidRDefault="004A12C5" w:rsidP="004A12C5">
      <w:pPr>
        <w:pStyle w:val="CMDOutput"/>
      </w:pPr>
      <w:r w:rsidRPr="004A12C5">
        <w:t>PASSWORD FOUND!!!!: pw == R2</w:t>
      </w:r>
    </w:p>
    <w:p w14:paraId="7897D8D7" w14:textId="77777777" w:rsidR="00032B94" w:rsidRDefault="00032B94" w:rsidP="00032B94">
      <w:pPr>
        <w:pStyle w:val="Heading4"/>
      </w:pPr>
      <w:r>
        <w:t>Question:</w:t>
      </w:r>
    </w:p>
    <w:p w14:paraId="3B1980C5" w14:textId="0DBBCC43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5C6DD48A" w14:textId="439F2BFD" w:rsidR="00FB2F20" w:rsidRDefault="00032B94" w:rsidP="00032B94">
      <w:pPr>
        <w:pStyle w:val="AnswerLineL50"/>
      </w:pPr>
      <w:r>
        <w:t>Type your answers here.</w:t>
      </w:r>
    </w:p>
    <w:p w14:paraId="46BEC362" w14:textId="77777777" w:rsidR="00FB2F20" w:rsidRPr="004A1CD0" w:rsidRDefault="00FB2F20" w:rsidP="00FB2F20">
      <w:pPr>
        <w:pStyle w:val="SubStepAlpha"/>
      </w:pPr>
      <w:r w:rsidRPr="00724761">
        <w:t xml:space="preserve">Repeat the procedure and recover the password of the </w:t>
      </w:r>
      <w:r w:rsidRPr="00724761">
        <w:rPr>
          <w:b/>
        </w:rPr>
        <w:t>file-3.zip</w:t>
      </w:r>
      <w:r>
        <w:t xml:space="preserve"> file. Recall, that a three-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>Time to see ho</w:t>
      </w:r>
      <w:r>
        <w:t>w long it takes to discover a 3-</w:t>
      </w:r>
      <w:r w:rsidRPr="00724761">
        <w:t>letter password.</w:t>
      </w:r>
      <w:r w:rsidRPr="00724761">
        <w:rPr>
          <w:b/>
        </w:rPr>
        <w:t xml:space="preserve"> </w:t>
      </w:r>
      <w:r>
        <w:t>U</w:t>
      </w:r>
      <w:r w:rsidRPr="00724761">
        <w:t xml:space="preserve">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1F5A6B3C" w14:textId="5C55D5B2" w:rsidR="00FB2F20" w:rsidRPr="00724761" w:rsidRDefault="00FB2F20" w:rsidP="00FB2F20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–vul 1-4 file-3.zip</w:t>
      </w:r>
    </w:p>
    <w:p w14:paraId="534D7A43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5E584F47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7CE6490E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298D9E5D" w14:textId="77777777" w:rsidR="004A12C5" w:rsidRPr="004A12C5" w:rsidRDefault="004A12C5" w:rsidP="004A12C5">
      <w:pPr>
        <w:pStyle w:val="CMDOutput"/>
      </w:pPr>
    </w:p>
    <w:p w14:paraId="39012E6D" w14:textId="77777777" w:rsidR="004A12C5" w:rsidRPr="004A12C5" w:rsidRDefault="004A12C5" w:rsidP="004A12C5">
      <w:pPr>
        <w:pStyle w:val="CMDOutput"/>
      </w:pPr>
    </w:p>
    <w:p w14:paraId="66364222" w14:textId="7D5EE0DD" w:rsidR="004A12C5" w:rsidRPr="00724761" w:rsidRDefault="004A12C5" w:rsidP="004A12C5">
      <w:pPr>
        <w:pStyle w:val="CMDOutput"/>
      </w:pPr>
      <w:r w:rsidRPr="004A12C5">
        <w:t>PASSWORD FOUND!!!!: pw == 0B1</w:t>
      </w:r>
    </w:p>
    <w:p w14:paraId="78AE0DCF" w14:textId="77777777" w:rsidR="00032B94" w:rsidRDefault="00032B94" w:rsidP="00032B94">
      <w:pPr>
        <w:pStyle w:val="Heading4"/>
      </w:pPr>
      <w:r>
        <w:t>Question:</w:t>
      </w:r>
    </w:p>
    <w:p w14:paraId="5DE842DA" w14:textId="103FBFCE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32598315" w14:textId="41882189" w:rsidR="00FB2F20" w:rsidRDefault="00032B94" w:rsidP="00032B94">
      <w:pPr>
        <w:pStyle w:val="AnswerLineL50"/>
      </w:pPr>
      <w:r>
        <w:t>Type your answers here.</w:t>
      </w:r>
    </w:p>
    <w:p w14:paraId="2874460A" w14:textId="77777777" w:rsidR="00FB2F20" w:rsidRPr="004A1CD0" w:rsidRDefault="00FB2F20" w:rsidP="00FB2F20">
      <w:pPr>
        <w:pStyle w:val="SubStepAlpha"/>
        <w:keepNext/>
      </w:pPr>
      <w:r>
        <w:t>H</w:t>
      </w:r>
      <w:r w:rsidRPr="00724761">
        <w:t xml:space="preserve">ow </w:t>
      </w:r>
      <w:r>
        <w:t>long</w:t>
      </w:r>
      <w:r w:rsidRPr="00724761">
        <w:t xml:space="preserve"> does</w:t>
      </w:r>
      <w:r>
        <w:t xml:space="preserve"> it take to crack</w:t>
      </w:r>
      <w:r w:rsidRPr="00724761">
        <w:t xml:space="preserve"> a password of four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file-4.zip</w:t>
      </w:r>
      <w:r w:rsidRPr="00724761">
        <w:t xml:space="preserve"> file. </w:t>
      </w:r>
      <w:r>
        <w:t>T</w:t>
      </w:r>
      <w:r w:rsidRPr="00724761">
        <w:t xml:space="preserve">ime to see how long it takes to discover the password using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0FAFA9BB" w14:textId="1F80ABFA" w:rsidR="00FB2F20" w:rsidRPr="00724761" w:rsidRDefault="00FB2F20" w:rsidP="00FB2F20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–vul 1-4 file-4.zip</w:t>
      </w:r>
      <w:r w:rsidRPr="00724761">
        <w:t xml:space="preserve"> </w:t>
      </w:r>
    </w:p>
    <w:p w14:paraId="217B72C2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7EE453C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2AE2D096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5A68D066" w14:textId="77777777" w:rsidR="004A12C5" w:rsidRPr="004A12C5" w:rsidRDefault="004A12C5" w:rsidP="004A12C5">
      <w:pPr>
        <w:pStyle w:val="CMDOutput"/>
      </w:pPr>
      <w:r w:rsidRPr="004A12C5">
        <w:t xml:space="preserve">checking pw X9M~                                    </w:t>
      </w:r>
    </w:p>
    <w:p w14:paraId="020FC4F5" w14:textId="77777777" w:rsidR="004A12C5" w:rsidRPr="004A12C5" w:rsidRDefault="004A12C5" w:rsidP="004A12C5">
      <w:pPr>
        <w:pStyle w:val="CMDOutput"/>
      </w:pPr>
    </w:p>
    <w:p w14:paraId="7E6AFA49" w14:textId="32038DB2" w:rsidR="004A12C5" w:rsidRPr="00724761" w:rsidRDefault="004A12C5" w:rsidP="004A12C5">
      <w:pPr>
        <w:pStyle w:val="CMDOutput"/>
      </w:pPr>
      <w:r w:rsidRPr="004A12C5">
        <w:t>PASSWORD FOUND!!!!: pw == Y0Da</w:t>
      </w:r>
    </w:p>
    <w:p w14:paraId="5088F673" w14:textId="77777777" w:rsidR="00032B94" w:rsidRDefault="00032B94" w:rsidP="00032B94">
      <w:pPr>
        <w:pStyle w:val="Heading4"/>
      </w:pPr>
      <w:r>
        <w:t>Question:</w:t>
      </w:r>
    </w:p>
    <w:p w14:paraId="1A314949" w14:textId="23E98466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6FD54876" w14:textId="2FDDA208" w:rsidR="00FB2F20" w:rsidRDefault="00032B94" w:rsidP="00032B94">
      <w:pPr>
        <w:pStyle w:val="AnswerLineL50"/>
      </w:pPr>
      <w:r>
        <w:t>Type your answers here.</w:t>
      </w:r>
    </w:p>
    <w:p w14:paraId="003CBA52" w14:textId="77777777" w:rsidR="00FB2F20" w:rsidRPr="004A1CD0" w:rsidRDefault="00FB2F20" w:rsidP="00032B94">
      <w:pPr>
        <w:pStyle w:val="SubStepAlpha"/>
      </w:pPr>
      <w:r>
        <w:t>H</w:t>
      </w:r>
      <w:r w:rsidRPr="00724761">
        <w:t>ow</w:t>
      </w:r>
      <w:r>
        <w:t xml:space="preserve"> long does it take to crack</w:t>
      </w:r>
      <w:r w:rsidRPr="00724761">
        <w:t xml:space="preserve"> a password of five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file-5.zip</w:t>
      </w:r>
      <w:r w:rsidRPr="00724761">
        <w:t xml:space="preserve"> file.</w:t>
      </w:r>
      <w:r>
        <w:t xml:space="preserve"> The password length is five characters, so we need to set the </w:t>
      </w:r>
      <w:r w:rsidRPr="00727127">
        <w:rPr>
          <w:b/>
        </w:rPr>
        <w:t>-l</w:t>
      </w:r>
      <w:r>
        <w:t xml:space="preserve"> command option to </w:t>
      </w:r>
      <w:r w:rsidRPr="00727127">
        <w:rPr>
          <w:b/>
        </w:rPr>
        <w:t>1-5</w:t>
      </w:r>
      <w:r>
        <w:t>.</w:t>
      </w:r>
      <w:r w:rsidRPr="00724761">
        <w:t xml:space="preserve"> Again, time to see how long it takes to discover the password using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34C4957C" w14:textId="3FF201D7" w:rsidR="00FB2F20" w:rsidRPr="00724761" w:rsidRDefault="00FB2F20" w:rsidP="00FB2F20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–vul 1-5 file-5.zip</w:t>
      </w:r>
    </w:p>
    <w:p w14:paraId="784586D2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E521C3B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4F11B350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7518E085" w14:textId="77777777" w:rsidR="004A12C5" w:rsidRPr="004A12C5" w:rsidRDefault="004A12C5" w:rsidP="004A12C5">
      <w:pPr>
        <w:pStyle w:val="CMDOutput"/>
      </w:pPr>
      <w:r w:rsidRPr="004A12C5">
        <w:t xml:space="preserve">checking pw C-H*~                                   </w:t>
      </w:r>
    </w:p>
    <w:p w14:paraId="566A5410" w14:textId="77777777" w:rsidR="004A12C5" w:rsidRPr="004A12C5" w:rsidRDefault="004A12C5" w:rsidP="004A12C5">
      <w:pPr>
        <w:pStyle w:val="CMDOutput"/>
      </w:pPr>
    </w:p>
    <w:p w14:paraId="281CB6E2" w14:textId="4827CC7E" w:rsidR="004A12C5" w:rsidRDefault="004A12C5" w:rsidP="004A12C5">
      <w:pPr>
        <w:pStyle w:val="CMDOutput"/>
      </w:pPr>
      <w:r w:rsidRPr="004A12C5">
        <w:t>PASSWORD FOUND!!!!: pw == C-3P0</w:t>
      </w:r>
    </w:p>
    <w:p w14:paraId="26E75EDC" w14:textId="75401D69" w:rsidR="00223CCD" w:rsidRPr="00724761" w:rsidRDefault="00223CCD" w:rsidP="00223CCD">
      <w:pPr>
        <w:pStyle w:val="Heading4"/>
      </w:pPr>
      <w:r>
        <w:t>Question:</w:t>
      </w:r>
    </w:p>
    <w:p w14:paraId="5A7EA093" w14:textId="77777777" w:rsidR="00FB2F20" w:rsidRDefault="00FB2F20" w:rsidP="00223CCD">
      <w:pPr>
        <w:pStyle w:val="BodyTextL50"/>
        <w:spacing w:before="0"/>
      </w:pPr>
      <w:r>
        <w:t>How long does it take to discover the password?</w:t>
      </w:r>
    </w:p>
    <w:p w14:paraId="46E30FED" w14:textId="618EFB98" w:rsidR="00FB2F20" w:rsidRDefault="00223CCD" w:rsidP="00223CCD">
      <w:pPr>
        <w:pStyle w:val="AnswerLineL50"/>
      </w:pPr>
      <w:r>
        <w:t xml:space="preserve">Type </w:t>
      </w:r>
      <w:r w:rsidR="005A3565">
        <w:t xml:space="preserve">your </w:t>
      </w:r>
      <w:r>
        <w:t>answers here.</w:t>
      </w:r>
    </w:p>
    <w:p w14:paraId="27265F20" w14:textId="3EA9E476" w:rsidR="00FB2F20" w:rsidRPr="00724761" w:rsidRDefault="00FB2F20" w:rsidP="00FB2F20">
      <w:pPr>
        <w:pStyle w:val="SubStepAlpha"/>
      </w:pPr>
      <w:r>
        <w:t>Recover a 6</w:t>
      </w:r>
      <w:r w:rsidR="0080408A">
        <w:t>-</w:t>
      </w:r>
      <w:r>
        <w:t xml:space="preserve">Character Password using </w:t>
      </w:r>
      <w:r w:rsidRPr="00724761">
        <w:t>fcrackzip</w:t>
      </w:r>
    </w:p>
    <w:p w14:paraId="061C198F" w14:textId="3A74F9EF" w:rsidR="00FB2F20" w:rsidRPr="00724761" w:rsidRDefault="00FB2F20" w:rsidP="00FB2F20">
      <w:pPr>
        <w:pStyle w:val="BodyTextL25"/>
        <w:ind w:left="720"/>
      </w:pPr>
      <w:r>
        <w:t xml:space="preserve">It </w:t>
      </w:r>
      <w:r w:rsidRPr="00724761">
        <w:t>appear</w:t>
      </w:r>
      <w:r>
        <w:t>s</w:t>
      </w:r>
      <w:r w:rsidRPr="00724761">
        <w:t xml:space="preserve"> that longer passwords take more time to discover and therefore</w:t>
      </w:r>
      <w:r>
        <w:t>, they</w:t>
      </w:r>
      <w:r w:rsidRPr="00724761">
        <w:t xml:space="preserve"> are more secure.</w:t>
      </w:r>
      <w:r>
        <w:t xml:space="preserve"> </w:t>
      </w:r>
      <w:r w:rsidRPr="00724761">
        <w:t xml:space="preserve">However, a </w:t>
      </w:r>
      <w:r>
        <w:t>6</w:t>
      </w:r>
      <w:r w:rsidR="0080408A">
        <w:t>-</w:t>
      </w:r>
      <w:r w:rsidRPr="00724761">
        <w:t>character password would not deter a cybercriminal</w:t>
      </w:r>
      <w:r>
        <w:t>.</w:t>
      </w:r>
    </w:p>
    <w:p w14:paraId="7071CED0" w14:textId="0D4CE2AA" w:rsidR="0034008C" w:rsidRDefault="0034008C" w:rsidP="0034008C">
      <w:pPr>
        <w:pStyle w:val="Heading4"/>
      </w:pPr>
      <w:r>
        <w:t>Question:</w:t>
      </w:r>
    </w:p>
    <w:p w14:paraId="7F0D28A2" w14:textId="449DAFE5" w:rsidR="00FB2F20" w:rsidRDefault="00FB2F20" w:rsidP="0034008C">
      <w:pPr>
        <w:pStyle w:val="BodyTextL50"/>
        <w:spacing w:before="0"/>
      </w:pPr>
      <w:r>
        <w:t>How long do you think it would take fcrackzip to discover a 6-character password?</w:t>
      </w:r>
    </w:p>
    <w:p w14:paraId="36DCDD11" w14:textId="73EF7663" w:rsidR="00FB2F20" w:rsidRDefault="0034008C" w:rsidP="0034008C">
      <w:pPr>
        <w:pStyle w:val="AnswerLineL50"/>
      </w:pPr>
      <w:r>
        <w:t>Type your answers here.</w:t>
      </w:r>
    </w:p>
    <w:p w14:paraId="3CF78E29" w14:textId="77777777" w:rsidR="00FB2F20" w:rsidRPr="00724761" w:rsidRDefault="00FB2F20" w:rsidP="00FB2F20">
      <w:pPr>
        <w:pStyle w:val="BodyTextL50"/>
      </w:pPr>
      <w:r w:rsidRPr="00983C5F">
        <w:t xml:space="preserve">To answer that question, </w:t>
      </w:r>
      <w:r>
        <w:t>c</w:t>
      </w:r>
      <w:r w:rsidRPr="00724761">
        <w:t xml:space="preserve">reate a file called </w:t>
      </w:r>
      <w:r w:rsidRPr="00983C5F">
        <w:rPr>
          <w:b/>
        </w:rPr>
        <w:t>file-6.zip</w:t>
      </w:r>
      <w:r w:rsidRPr="00724761">
        <w:t xml:space="preserve"> using a 6</w:t>
      </w:r>
      <w:r>
        <w:t>-</w:t>
      </w:r>
      <w:r w:rsidRPr="00724761">
        <w:t>character password of your choice. In our example, we used</w:t>
      </w:r>
      <w:r w:rsidRPr="00983C5F">
        <w:rPr>
          <w:b/>
        </w:rPr>
        <w:t xml:space="preserve"> JarJar</w:t>
      </w:r>
      <w:r w:rsidRPr="00724761">
        <w:t>.</w:t>
      </w:r>
    </w:p>
    <w:p w14:paraId="0015A094" w14:textId="48074068" w:rsidR="00FB2F20" w:rsidRPr="009F1410" w:rsidRDefault="00FB2F20" w:rsidP="00FB2F20">
      <w:pPr>
        <w:pStyle w:val="CMD"/>
        <w:rPr>
          <w:rFonts w:cs="Courier New"/>
          <w:b/>
          <w:lang w:val="pt-BR"/>
        </w:rPr>
      </w:pPr>
      <w:r>
        <w:t>[</w:t>
      </w:r>
      <w:r w:rsidR="0080408A">
        <w:t>sec_admin</w:t>
      </w:r>
      <w:r>
        <w:t xml:space="preserve">@secOps Zip-Files]$ </w:t>
      </w:r>
      <w:r w:rsidRPr="009F1410">
        <w:rPr>
          <w:rFonts w:cs="Courier New"/>
          <w:b/>
          <w:lang w:val="pt-BR"/>
        </w:rPr>
        <w:t>zip –e file-6.zip sample*</w:t>
      </w:r>
    </w:p>
    <w:p w14:paraId="58BDED89" w14:textId="77777777" w:rsidR="00FB2F20" w:rsidRPr="00983C5F" w:rsidRDefault="00FB2F20" w:rsidP="00FB2F20">
      <w:pPr>
        <w:pStyle w:val="SubStepAlpha"/>
      </w:pPr>
      <w:r w:rsidRPr="00724761">
        <w:t xml:space="preserve">Repeat the procedure </w:t>
      </w:r>
      <w:r>
        <w:t xml:space="preserve">to </w:t>
      </w:r>
      <w:r w:rsidRPr="00724761">
        <w:t xml:space="preserve">recover the password of the </w:t>
      </w:r>
      <w:r w:rsidRPr="00724761">
        <w:rPr>
          <w:b/>
        </w:rPr>
        <w:t>file-6.zip</w:t>
      </w:r>
      <w:r w:rsidRPr="00724761">
        <w:t xml:space="preserve"> file</w:t>
      </w:r>
      <w:r>
        <w:t xml:space="preserve"> using</w:t>
      </w:r>
      <w:r w:rsidRPr="00724761">
        <w:t xml:space="preserve">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094E7B37" w14:textId="568505AE" w:rsidR="00FB2F20" w:rsidRPr="00724761" w:rsidRDefault="00FB2F20" w:rsidP="00FB2F20">
      <w:pPr>
        <w:pStyle w:val="CMD"/>
      </w:pPr>
      <w:r>
        <w:t>[</w:t>
      </w:r>
      <w:r w:rsidR="0080408A">
        <w:t>sec_admin</w:t>
      </w:r>
      <w:r>
        <w:t xml:space="preserve">@secOps Zip-Files]$ </w:t>
      </w:r>
      <w:r w:rsidRPr="00F72786">
        <w:rPr>
          <w:b/>
        </w:rPr>
        <w:t>fcrackzip –vul 1-6 file-6.zip</w:t>
      </w:r>
    </w:p>
    <w:p w14:paraId="3C27DB1A" w14:textId="77777777" w:rsidR="0034008C" w:rsidRDefault="0034008C" w:rsidP="0034008C">
      <w:pPr>
        <w:pStyle w:val="Heading4"/>
      </w:pPr>
      <w:r>
        <w:t>Question:</w:t>
      </w:r>
    </w:p>
    <w:p w14:paraId="22D990F3" w14:textId="3BF4DF50" w:rsidR="00FB2F20" w:rsidRDefault="00FB2F20" w:rsidP="0034008C">
      <w:pPr>
        <w:pStyle w:val="BodyTextL50"/>
        <w:spacing w:before="0"/>
      </w:pPr>
      <w:r>
        <w:t>How long does it take fcrackzip to discover the password?</w:t>
      </w:r>
    </w:p>
    <w:p w14:paraId="0F9A74F3" w14:textId="4616C8CB" w:rsidR="00FB2F20" w:rsidRDefault="0034008C" w:rsidP="0034008C">
      <w:pPr>
        <w:pStyle w:val="AnswerLineL50"/>
      </w:pPr>
      <w:r>
        <w:t>Type your answers here.</w:t>
      </w:r>
    </w:p>
    <w:p w14:paraId="1B82EBEA" w14:textId="77777777" w:rsidR="00FB2F20" w:rsidRDefault="00FB2F20" w:rsidP="00FB2F20">
      <w:pPr>
        <w:pStyle w:val="BodyTextL25"/>
        <w:ind w:left="720"/>
      </w:pPr>
      <w:r w:rsidRPr="00724761">
        <w:t xml:space="preserve">The </w:t>
      </w:r>
      <w:r>
        <w:t>simple truth</w:t>
      </w:r>
      <w:r w:rsidRPr="00724761">
        <w:t xml:space="preserve"> is that longer passwords are more secure </w:t>
      </w:r>
      <w:r>
        <w:t>because</w:t>
      </w:r>
      <w:r w:rsidRPr="00724761">
        <w:t xml:space="preserve"> they take longer to discover.</w:t>
      </w:r>
    </w:p>
    <w:p w14:paraId="0C2A23BD" w14:textId="77777777" w:rsidR="0034008C" w:rsidRDefault="0034008C" w:rsidP="0034008C">
      <w:pPr>
        <w:pStyle w:val="Heading4"/>
      </w:pPr>
      <w:r>
        <w:t>Question:</w:t>
      </w:r>
    </w:p>
    <w:p w14:paraId="08A13BD7" w14:textId="66A968E6" w:rsidR="00FB2F20" w:rsidRDefault="00FB2F20" w:rsidP="0034008C">
      <w:pPr>
        <w:pStyle w:val="BodyTextL50"/>
        <w:spacing w:before="0"/>
      </w:pPr>
      <w:r>
        <w:t>How long would you recommend a password needs to be for it to be secure?</w:t>
      </w:r>
    </w:p>
    <w:p w14:paraId="2C8153B0" w14:textId="6BD1E830" w:rsidR="00FB2F20" w:rsidRDefault="0034008C" w:rsidP="0034008C">
      <w:pPr>
        <w:pStyle w:val="AnswerLineL50"/>
      </w:pPr>
      <w:r>
        <w:t>Type your answers here.</w:t>
      </w:r>
    </w:p>
    <w:p w14:paraId="18E8DBF8" w14:textId="7B12931A" w:rsidR="00C162C0" w:rsidRPr="00FB2F20" w:rsidRDefault="00FB2F20" w:rsidP="00FB2F20">
      <w:pPr>
        <w:pStyle w:val="ConfigWindow"/>
      </w:pPr>
      <w:r w:rsidRPr="00FB2F20">
        <w:t>End of document</w:t>
      </w:r>
    </w:p>
    <w:sectPr w:rsidR="00C162C0" w:rsidRPr="00FB2F2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A6A7D" w14:textId="77777777" w:rsidR="00281BFC" w:rsidRDefault="00281BFC" w:rsidP="00710659">
      <w:pPr>
        <w:spacing w:after="0" w:line="240" w:lineRule="auto"/>
      </w:pPr>
      <w:r>
        <w:separator/>
      </w:r>
    </w:p>
    <w:p w14:paraId="4B344973" w14:textId="77777777" w:rsidR="00281BFC" w:rsidRDefault="00281BFC"/>
  </w:endnote>
  <w:endnote w:type="continuationSeparator" w:id="0">
    <w:p w14:paraId="0BF110BE" w14:textId="77777777" w:rsidR="00281BFC" w:rsidRDefault="00281BFC" w:rsidP="00710659">
      <w:pPr>
        <w:spacing w:after="0" w:line="240" w:lineRule="auto"/>
      </w:pPr>
      <w:r>
        <w:continuationSeparator/>
      </w:r>
    </w:p>
    <w:p w14:paraId="3A1C0198" w14:textId="77777777" w:rsidR="00281BFC" w:rsidRDefault="00281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23DCC" w14:textId="31971C13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202C6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3C870" w14:textId="6E4284A1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202C6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FA8C7" w14:textId="77777777" w:rsidR="00281BFC" w:rsidRDefault="00281BFC" w:rsidP="00710659">
      <w:pPr>
        <w:spacing w:after="0" w:line="240" w:lineRule="auto"/>
      </w:pPr>
      <w:r>
        <w:separator/>
      </w:r>
    </w:p>
    <w:p w14:paraId="662AB8ED" w14:textId="77777777" w:rsidR="00281BFC" w:rsidRDefault="00281BFC"/>
  </w:footnote>
  <w:footnote w:type="continuationSeparator" w:id="0">
    <w:p w14:paraId="35518E93" w14:textId="77777777" w:rsidR="00281BFC" w:rsidRDefault="00281BFC" w:rsidP="00710659">
      <w:pPr>
        <w:spacing w:after="0" w:line="240" w:lineRule="auto"/>
      </w:pPr>
      <w:r>
        <w:continuationSeparator/>
      </w:r>
    </w:p>
    <w:p w14:paraId="14D75D3F" w14:textId="77777777" w:rsidR="00281BFC" w:rsidRDefault="00281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69D123C2FEA14A78B5296830E9B3A0D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4D35FE5" w14:textId="77777777" w:rsidR="00926CB2" w:rsidRDefault="006B740B" w:rsidP="008402F2">
        <w:pPr>
          <w:pStyle w:val="PageHead"/>
        </w:pPr>
        <w:r>
          <w:t>Lab - Encrypting and Decrypting Data using a Hacker Tool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4210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BF6DC70" wp14:editId="1873760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B6420"/>
    <w:multiLevelType w:val="hybridMultilevel"/>
    <w:tmpl w:val="5E7C1C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8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 w15:restartNumberingAfterBreak="0">
    <w:nsid w:val="51E0329C"/>
    <w:multiLevelType w:val="hybridMultilevel"/>
    <w:tmpl w:val="8F20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7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5"/>
  </w:num>
  <w:num w:numId="4">
    <w:abstractNumId w:val="7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7"/>
  </w:num>
  <w:num w:numId="6">
    <w:abstractNumId w:val="0"/>
  </w:num>
  <w:num w:numId="7">
    <w:abstractNumId w:val="2"/>
  </w:num>
  <w:num w:numId="8">
    <w:abstractNumId w:val="8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7"/>
  </w:num>
  <w:num w:numId="10">
    <w:abstractNumId w:val="11"/>
  </w:num>
  <w:num w:numId="11">
    <w:abstractNumId w:val="1"/>
  </w:num>
  <w:num w:numId="12">
    <w:abstractNumId w:val="6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3"/>
  </w:num>
  <w:num w:numId="15">
    <w:abstractNumId w:val="10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6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4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4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A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2B94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2B8F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3CCD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110"/>
    <w:rsid w:val="002639D8"/>
    <w:rsid w:val="00265F77"/>
    <w:rsid w:val="00266C83"/>
    <w:rsid w:val="00270FCC"/>
    <w:rsid w:val="002768DC"/>
    <w:rsid w:val="00281BFC"/>
    <w:rsid w:val="00283AAF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008C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36D"/>
    <w:rsid w:val="003D0BFF"/>
    <w:rsid w:val="003D5746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2F63"/>
    <w:rsid w:val="004659EE"/>
    <w:rsid w:val="00473E34"/>
    <w:rsid w:val="00476BA9"/>
    <w:rsid w:val="00481228"/>
    <w:rsid w:val="00481650"/>
    <w:rsid w:val="00490807"/>
    <w:rsid w:val="004936C2"/>
    <w:rsid w:val="0049379C"/>
    <w:rsid w:val="004A12C5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3565"/>
    <w:rsid w:val="005A6E62"/>
    <w:rsid w:val="005B2FB3"/>
    <w:rsid w:val="005C6DE5"/>
    <w:rsid w:val="005D2B29"/>
    <w:rsid w:val="005D354A"/>
    <w:rsid w:val="005D3E53"/>
    <w:rsid w:val="005D44F2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54A0"/>
    <w:rsid w:val="00636C28"/>
    <w:rsid w:val="006428E5"/>
    <w:rsid w:val="00644958"/>
    <w:rsid w:val="006513FB"/>
    <w:rsid w:val="00656EEF"/>
    <w:rsid w:val="006576AF"/>
    <w:rsid w:val="00666A6D"/>
    <w:rsid w:val="00672919"/>
    <w:rsid w:val="00677544"/>
    <w:rsid w:val="00680821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B740B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1573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009"/>
    <w:rsid w:val="007E6402"/>
    <w:rsid w:val="007F0A0B"/>
    <w:rsid w:val="007F3A60"/>
    <w:rsid w:val="007F3D0B"/>
    <w:rsid w:val="007F7C94"/>
    <w:rsid w:val="00802FFA"/>
    <w:rsid w:val="0080408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37BA"/>
    <w:rsid w:val="0084564F"/>
    <w:rsid w:val="00846494"/>
    <w:rsid w:val="00847B20"/>
    <w:rsid w:val="008509D3"/>
    <w:rsid w:val="00853418"/>
    <w:rsid w:val="00854F8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40C"/>
    <w:rsid w:val="00AE56C0"/>
    <w:rsid w:val="00AF7ACC"/>
    <w:rsid w:val="00B00914"/>
    <w:rsid w:val="00B02A8E"/>
    <w:rsid w:val="00B052EE"/>
    <w:rsid w:val="00B1081F"/>
    <w:rsid w:val="00B202C6"/>
    <w:rsid w:val="00B2496B"/>
    <w:rsid w:val="00B27499"/>
    <w:rsid w:val="00B3010D"/>
    <w:rsid w:val="00B35151"/>
    <w:rsid w:val="00B433F2"/>
    <w:rsid w:val="00B458E8"/>
    <w:rsid w:val="00B473B0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5AE5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2B54"/>
    <w:rsid w:val="00C44DB7"/>
    <w:rsid w:val="00C4510A"/>
    <w:rsid w:val="00C47F2E"/>
    <w:rsid w:val="00C52BA6"/>
    <w:rsid w:val="00C57A1A"/>
    <w:rsid w:val="00C57A46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3580"/>
    <w:rsid w:val="00C87039"/>
    <w:rsid w:val="00C8718B"/>
    <w:rsid w:val="00C872E4"/>
    <w:rsid w:val="00C878D9"/>
    <w:rsid w:val="00C90311"/>
    <w:rsid w:val="00C91713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211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542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081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4E7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2F20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0DD9F"/>
  <w15:docId w15:val="{46B325EF-2887-4B31-A893-FBD66A5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F2B8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0F2B8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0F2B8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0F2B8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F2B8F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F2B8F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F2B8F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F2B8F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F2B8F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F2B8F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F2B8F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F2B8F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0F2B8F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D574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0F2B8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0F2B8F"/>
    <w:pPr>
      <w:ind w:left="720"/>
    </w:pPr>
  </w:style>
  <w:style w:type="paragraph" w:styleId="Header">
    <w:name w:val="header"/>
    <w:basedOn w:val="Normal"/>
    <w:link w:val="HeaderChar"/>
    <w:unhideWhenUsed/>
    <w:rsid w:val="000F2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2B8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0F2B8F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0F2B8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B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2B8F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F2B8F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F2B8F"/>
  </w:style>
  <w:style w:type="table" w:styleId="TableGrid">
    <w:name w:val="Table Grid"/>
    <w:basedOn w:val="TableNormal"/>
    <w:uiPriority w:val="59"/>
    <w:rsid w:val="000F2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F2B8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0F2B8F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0F2B8F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0F2B8F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F2B8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2B8F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0F2B8F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0F2B8F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0F2B8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0F2B8F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0F2B8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0F2B8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F2B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0F2B8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0F2B8F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0F2B8F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2B8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0F2B8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0F2B8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0F2B8F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0F2B8F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F2B8F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0F2B8F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0F2B8F"/>
    <w:rPr>
      <w:color w:val="EE0000"/>
    </w:rPr>
  </w:style>
  <w:style w:type="paragraph" w:customStyle="1" w:styleId="BodyTextL25Bold">
    <w:name w:val="Body Text L25 Bold"/>
    <w:basedOn w:val="BodyTextL25"/>
    <w:qFormat/>
    <w:rsid w:val="000F2B8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2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0F2B8F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0F2B8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2B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2B8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B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2B8F"/>
    <w:rPr>
      <w:b/>
      <w:bCs/>
    </w:rPr>
  </w:style>
  <w:style w:type="paragraph" w:customStyle="1" w:styleId="ReflectionQ">
    <w:name w:val="Reflection Q"/>
    <w:basedOn w:val="BodyTextL25"/>
    <w:qFormat/>
    <w:rsid w:val="000F2B8F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0F2B8F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F2B8F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0F2B8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F2B8F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F2B8F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0F2B8F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0F2B8F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F2B8F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0F2B8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F2B8F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0F2B8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F2B8F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0F2B8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0F2B8F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0F2B8F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0F2B8F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0F2B8F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0F2B8F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0F2B8F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0F2B8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0F2B8F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0F2B8F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0F2B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0F2B8F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0F2B8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0F2B8F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0F2B8F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0F2B8F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0F2B8F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0F2B8F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0F2B8F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0F2B8F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0F2B8F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0F2B8F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0F2B8F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0F2B8F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0F2B8F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0F2B8F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0F2B8F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0F2B8F"/>
    <w:rPr>
      <w:b/>
    </w:rPr>
  </w:style>
  <w:style w:type="character" w:customStyle="1" w:styleId="CMDChar">
    <w:name w:val="CMD Char"/>
    <w:basedOn w:val="DefaultParagraphFont"/>
    <w:link w:val="CMD"/>
    <w:rsid w:val="000F2B8F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0F2B8F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0F2B8F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0F2B8F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0F2B8F"/>
    <w:rPr>
      <w:color w:val="808080"/>
    </w:rPr>
  </w:style>
  <w:style w:type="paragraph" w:customStyle="1" w:styleId="CMDRed">
    <w:name w:val="CMD Red"/>
    <w:basedOn w:val="CMD"/>
    <w:link w:val="CMDRedChar"/>
    <w:qFormat/>
    <w:rsid w:val="000F2B8F"/>
    <w:rPr>
      <w:color w:val="EE0000"/>
    </w:rPr>
  </w:style>
  <w:style w:type="character" w:customStyle="1" w:styleId="CMDRedChar">
    <w:name w:val="CMD Red Char"/>
    <w:basedOn w:val="CMDChar"/>
    <w:link w:val="CMDRed"/>
    <w:rsid w:val="000F2B8F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0F2B8F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0F2B8F"/>
    <w:rPr>
      <w:szCs w:val="22"/>
    </w:rPr>
  </w:style>
  <w:style w:type="character" w:customStyle="1" w:styleId="CMDOutputChar">
    <w:name w:val="CMD Output Char"/>
    <w:basedOn w:val="BodyTextL25Char"/>
    <w:link w:val="CMDOutput"/>
    <w:rsid w:val="000F2B8F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0F2B8F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FB2F20"/>
    <w:pPr>
      <w:numPr>
        <w:numId w:val="13"/>
      </w:numPr>
    </w:pPr>
  </w:style>
  <w:style w:type="character" w:customStyle="1" w:styleId="Heading1Gray">
    <w:name w:val="Heading 1 Gray"/>
    <w:basedOn w:val="Heading1Char"/>
    <w:uiPriority w:val="1"/>
    <w:qFormat/>
    <w:rsid w:val="000F2B8F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Drawing">
    <w:name w:val="Drawing"/>
    <w:basedOn w:val="AnswerLineL25"/>
    <w:qFormat/>
    <w:rsid w:val="000F2B8F"/>
  </w:style>
  <w:style w:type="paragraph" w:customStyle="1" w:styleId="TableAnswer">
    <w:name w:val="Table Answer"/>
    <w:basedOn w:val="TableText"/>
    <w:qFormat/>
    <w:rsid w:val="000F2B8F"/>
  </w:style>
  <w:style w:type="character" w:customStyle="1" w:styleId="Heading2Gray">
    <w:name w:val="Heading 2 Gray"/>
    <w:basedOn w:val="Heading2Char"/>
    <w:uiPriority w:val="1"/>
    <w:qFormat/>
    <w:rsid w:val="000F2B8F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0F2B8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0F2B8F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0F2B8F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0F2B8F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0F2B8F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0F2B8F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0F2B8F"/>
    <w:rPr>
      <w:rFonts w:ascii="Courier New" w:hAnsi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NetSecurity1.0\Activities\ILM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9D123C2FEA14A78B5296830E9B3A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F4AD9-E0F1-4002-80EC-BB50D69230B5}"/>
      </w:docPartPr>
      <w:docPartBody>
        <w:p w:rsidR="00871391" w:rsidRDefault="00A41F31">
          <w:pPr>
            <w:pStyle w:val="69D123C2FEA14A78B5296830E9B3A0D9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31"/>
    <w:rsid w:val="00042A48"/>
    <w:rsid w:val="001E3DFF"/>
    <w:rsid w:val="003A61F8"/>
    <w:rsid w:val="00613FEE"/>
    <w:rsid w:val="00754D6B"/>
    <w:rsid w:val="00871391"/>
    <w:rsid w:val="008C754C"/>
    <w:rsid w:val="00A41F31"/>
    <w:rsid w:val="00A8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D123C2FEA14A78B5296830E9B3A0D9">
    <w:name w:val="69D123C2FEA14A78B5296830E9B3A0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C1DCF-017E-4DC9-BEAA-0A3F3C25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8</TotalTime>
  <Pages>1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a Hacker Tool</vt:lpstr>
    </vt:vector>
  </TitlesOfParts>
  <Company>Cisco Systems, Inc.</Company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a Hacker Tool</dc:title>
  <dc:creator>SP</dc:creator>
  <dc:description>2017</dc:description>
  <cp:lastModifiedBy>Suk-Yi Pennock -X (spennock - UNICON INC at Cisco)</cp:lastModifiedBy>
  <cp:revision>9</cp:revision>
  <cp:lastPrinted>2021-02-16T19:46:00Z</cp:lastPrinted>
  <dcterms:created xsi:type="dcterms:W3CDTF">2021-02-16T19:24:00Z</dcterms:created>
  <dcterms:modified xsi:type="dcterms:W3CDTF">2021-02-16T19:46:00Z</dcterms:modified>
</cp:coreProperties>
</file>