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85169" w14:textId="77777777" w:rsidR="004D36D7" w:rsidRPr="00FD4A68" w:rsidRDefault="00803664" w:rsidP="006130E7">
      <w:pPr>
        <w:pStyle w:val="Title"/>
        <w:rPr>
          <w:rStyle w:val="LabTitleInstVersred"/>
          <w:b/>
          <w:color w:val="auto"/>
        </w:rPr>
      </w:pPr>
      <w:sdt>
        <w:sdtPr>
          <w:rPr>
            <w:b w:val="0"/>
            <w:color w:val="EE0000"/>
          </w:rPr>
          <w:alias w:val="Title"/>
          <w:tag w:val=""/>
          <w:id w:val="-487021785"/>
          <w:placeholder>
            <w:docPart w:val="3DD4BCC63D3545B58FFB009A999EB16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43D3F">
            <w:t>Lab - Social Engineering</w:t>
          </w:r>
        </w:sdtContent>
      </w:sdt>
    </w:p>
    <w:p w14:paraId="7CF81B2F" w14:textId="77777777" w:rsidR="00A43D3F" w:rsidRPr="00BB73FF" w:rsidRDefault="00A43D3F" w:rsidP="006130E7">
      <w:pPr>
        <w:pStyle w:val="Heading1"/>
      </w:pPr>
      <w:r w:rsidRPr="00BB73FF">
        <w:t>Objective</w:t>
      </w:r>
    </w:p>
    <w:p w14:paraId="5537C572" w14:textId="77777777" w:rsidR="00A43D3F" w:rsidRPr="00986F10" w:rsidRDefault="00A43D3F" w:rsidP="00A43D3F">
      <w:pPr>
        <w:pStyle w:val="BodyTextL25"/>
      </w:pPr>
      <w:r>
        <w:rPr>
          <w:lang w:val="en"/>
        </w:rPr>
        <w:t xml:space="preserve">In this lab, </w:t>
      </w:r>
      <w:r w:rsidRPr="00096322">
        <w:t>you</w:t>
      </w:r>
      <w:r>
        <w:rPr>
          <w:lang w:val="en"/>
        </w:rPr>
        <w:t xml:space="preserve"> will research </w:t>
      </w:r>
      <w:r w:rsidRPr="006668FC">
        <w:rPr>
          <w:lang w:val="en"/>
        </w:rPr>
        <w:t>examples</w:t>
      </w:r>
      <w:r>
        <w:rPr>
          <w:lang w:val="en"/>
        </w:rPr>
        <w:t xml:space="preserve"> of social engineering and identify ways to recognize and prevent it.</w:t>
      </w:r>
    </w:p>
    <w:p w14:paraId="579E8B7E" w14:textId="77777777" w:rsidR="00A43D3F" w:rsidRDefault="00A43D3F" w:rsidP="006130E7">
      <w:pPr>
        <w:pStyle w:val="Heading1"/>
      </w:pPr>
      <w:r>
        <w:t>Resources</w:t>
      </w:r>
    </w:p>
    <w:p w14:paraId="785A3BE2" w14:textId="77777777" w:rsidR="00A43D3F" w:rsidRDefault="00A43D3F" w:rsidP="00A43D3F">
      <w:pPr>
        <w:pStyle w:val="Bulletlevel1"/>
        <w:tabs>
          <w:tab w:val="clear" w:pos="720"/>
          <w:tab w:val="num" w:pos="360"/>
        </w:tabs>
        <w:spacing w:before="60" w:after="60" w:line="276" w:lineRule="auto"/>
      </w:pPr>
      <w:r>
        <w:t xml:space="preserve">Computer </w:t>
      </w:r>
      <w:r w:rsidRPr="00096322">
        <w:t>with</w:t>
      </w:r>
      <w:r>
        <w:t xml:space="preserve"> </w:t>
      </w:r>
      <w:r w:rsidR="00D10B51">
        <w:t>i</w:t>
      </w:r>
      <w:r>
        <w:t>nternet Access</w:t>
      </w:r>
    </w:p>
    <w:p w14:paraId="38B84882" w14:textId="77777777" w:rsidR="006130E7" w:rsidRDefault="006130E7" w:rsidP="006130E7">
      <w:pPr>
        <w:pStyle w:val="Heading1"/>
      </w:pPr>
      <w:r>
        <w:t>Instructions</w:t>
      </w:r>
    </w:p>
    <w:p w14:paraId="10C2835D" w14:textId="77777777" w:rsidR="00A43D3F" w:rsidRDefault="00A43D3F" w:rsidP="006130E7">
      <w:pPr>
        <w:pStyle w:val="Heading2"/>
      </w:pPr>
      <w:r>
        <w:t>Research Social Engineering Examples</w:t>
      </w:r>
    </w:p>
    <w:p w14:paraId="11363BFD" w14:textId="77777777" w:rsidR="00A43D3F" w:rsidRPr="00DA5356" w:rsidRDefault="00A43D3F" w:rsidP="00A43D3F">
      <w:pPr>
        <w:pStyle w:val="BodyTextL25"/>
        <w:rPr>
          <w:lang w:val="en"/>
        </w:rPr>
      </w:pPr>
      <w:r w:rsidRPr="00DB49D6">
        <w:rPr>
          <w:noProof/>
        </w:rPr>
        <w:t>Social engineering,</w:t>
      </w:r>
      <w:r>
        <w:rPr>
          <w:noProof/>
        </w:rPr>
        <w:t xml:space="preserve"> as it relates to</w:t>
      </w:r>
      <w:r w:rsidRPr="00DB49D6">
        <w:rPr>
          <w:noProof/>
        </w:rPr>
        <w:t xml:space="preserve"> information security,</w:t>
      </w:r>
      <w:r>
        <w:t xml:space="preserve"> is used to </w:t>
      </w:r>
      <w:r w:rsidRPr="008B35D4">
        <w:rPr>
          <w:lang w:val="en"/>
        </w:rPr>
        <w:t xml:space="preserve">describe </w:t>
      </w:r>
      <w:r>
        <w:rPr>
          <w:lang w:val="en"/>
        </w:rPr>
        <w:t xml:space="preserve">the techniques used by a </w:t>
      </w:r>
      <w:r w:rsidRPr="008B35D4">
        <w:rPr>
          <w:lang w:val="en"/>
        </w:rPr>
        <w:t xml:space="preserve">person (or persons) who manipulate people </w:t>
      </w:r>
      <w:r>
        <w:rPr>
          <w:lang w:val="en"/>
        </w:rPr>
        <w:t xml:space="preserve">in order </w:t>
      </w:r>
      <w:r w:rsidRPr="00DA5356">
        <w:rPr>
          <w:noProof/>
          <w:lang w:val="en"/>
        </w:rPr>
        <w:t xml:space="preserve">to </w:t>
      </w:r>
      <w:r>
        <w:rPr>
          <w:noProof/>
          <w:lang w:val="en"/>
        </w:rPr>
        <w:t>access</w:t>
      </w:r>
      <w:r w:rsidRPr="00DA5356">
        <w:rPr>
          <w:noProof/>
          <w:lang w:val="en"/>
        </w:rPr>
        <w:t xml:space="preserve"> or compromise information about an organization or its computer systems.</w:t>
      </w:r>
      <w:r w:rsidRPr="008B35D4">
        <w:rPr>
          <w:lang w:val="en"/>
        </w:rPr>
        <w:t xml:space="preserve"> A social engineer </w:t>
      </w:r>
      <w:r w:rsidRPr="00E15AD3">
        <w:rPr>
          <w:noProof/>
          <w:lang w:val="en"/>
        </w:rPr>
        <w:t xml:space="preserve">is </w:t>
      </w:r>
      <w:r>
        <w:rPr>
          <w:noProof/>
          <w:lang w:val="en"/>
        </w:rPr>
        <w:t>usually</w:t>
      </w:r>
      <w:r w:rsidRPr="00E15AD3">
        <w:rPr>
          <w:noProof/>
          <w:lang w:val="en"/>
        </w:rPr>
        <w:t xml:space="preserve"> </w:t>
      </w:r>
      <w:r>
        <w:rPr>
          <w:noProof/>
          <w:lang w:val="en"/>
        </w:rPr>
        <w:t>difficult</w:t>
      </w:r>
      <w:r w:rsidRPr="00E15AD3">
        <w:rPr>
          <w:noProof/>
          <w:lang w:val="en"/>
        </w:rPr>
        <w:t xml:space="preserve"> to identify</w:t>
      </w:r>
      <w:r>
        <w:rPr>
          <w:noProof/>
          <w:lang w:val="en"/>
        </w:rPr>
        <w:t xml:space="preserve"> </w:t>
      </w:r>
      <w:r w:rsidRPr="00E15AD3">
        <w:rPr>
          <w:noProof/>
          <w:lang w:val="en"/>
        </w:rPr>
        <w:t xml:space="preserve">and may </w:t>
      </w:r>
      <w:r w:rsidRPr="00631738">
        <w:rPr>
          <w:noProof/>
          <w:lang w:val="en"/>
        </w:rPr>
        <w:t>claim to be a new employee</w:t>
      </w:r>
      <w:r w:rsidRPr="00DA5356">
        <w:rPr>
          <w:noProof/>
          <w:lang w:val="en"/>
        </w:rPr>
        <w:t>,</w:t>
      </w:r>
      <w:r w:rsidRPr="00631738">
        <w:rPr>
          <w:noProof/>
          <w:lang w:val="en"/>
        </w:rPr>
        <w:t xml:space="preserve"> a repair person</w:t>
      </w:r>
      <w:r>
        <w:rPr>
          <w:noProof/>
          <w:lang w:val="en"/>
        </w:rPr>
        <w:t>,</w:t>
      </w:r>
      <w:r w:rsidRPr="00631738">
        <w:rPr>
          <w:noProof/>
          <w:lang w:val="en"/>
        </w:rPr>
        <w:t xml:space="preserve"> or</w:t>
      </w:r>
      <w:r w:rsidRPr="00E15AD3">
        <w:rPr>
          <w:noProof/>
          <w:lang w:val="en"/>
        </w:rPr>
        <w:t xml:space="preserve"> researcher</w:t>
      </w:r>
      <w:r>
        <w:rPr>
          <w:noProof/>
          <w:lang w:val="en"/>
        </w:rPr>
        <w:t>. The social engineer might</w:t>
      </w:r>
      <w:r w:rsidRPr="00E15AD3">
        <w:rPr>
          <w:noProof/>
          <w:lang w:val="en"/>
        </w:rPr>
        <w:t xml:space="preserve"> even offer credentials to support that identity.</w:t>
      </w:r>
      <w:r w:rsidRPr="008B35D4">
        <w:rPr>
          <w:lang w:val="en"/>
        </w:rPr>
        <w:t xml:space="preserve"> By </w:t>
      </w:r>
      <w:r>
        <w:rPr>
          <w:lang w:val="en"/>
        </w:rPr>
        <w:t xml:space="preserve">gaining trust and </w:t>
      </w:r>
      <w:r w:rsidRPr="008B35D4">
        <w:rPr>
          <w:lang w:val="en"/>
        </w:rPr>
        <w:t>asking questions, he or she may be able to piece together enough information to infiltrate an organization's network.</w:t>
      </w:r>
    </w:p>
    <w:p w14:paraId="68A80B09" w14:textId="77777777" w:rsidR="00FB392B" w:rsidRDefault="00FB392B" w:rsidP="00FB392B">
      <w:pPr>
        <w:pStyle w:val="Heading3"/>
      </w:pPr>
      <w:r>
        <w:t>Question:</w:t>
      </w:r>
    </w:p>
    <w:p w14:paraId="11BC45F8" w14:textId="77777777" w:rsidR="00A43D3F" w:rsidRDefault="00A43D3F" w:rsidP="00FB392B">
      <w:pPr>
        <w:pStyle w:val="BodyTextL25"/>
        <w:spacing w:before="0"/>
      </w:pPr>
      <w:r>
        <w:t xml:space="preserve">Use any </w:t>
      </w:r>
      <w:r w:rsidR="00D10B51">
        <w:t>i</w:t>
      </w:r>
      <w:r>
        <w:t>nternet browser to research incidents of social engineering. Summarize three examples found in your research.</w:t>
      </w:r>
    </w:p>
    <w:p w14:paraId="7ED4EB92" w14:textId="77777777" w:rsidR="00A43D3F" w:rsidRDefault="00D25F9B" w:rsidP="0060650E">
      <w:pPr>
        <w:pStyle w:val="AnswerLineL25"/>
      </w:pPr>
      <w:r>
        <w:t>Type your answers here.</w:t>
      </w:r>
    </w:p>
    <w:p w14:paraId="495E2DE2" w14:textId="77777777" w:rsidR="00A43D3F" w:rsidRDefault="00A43D3F" w:rsidP="00FB392B">
      <w:pPr>
        <w:pStyle w:val="Heading2"/>
      </w:pPr>
      <w:r>
        <w:t>Recognize the Signs of Social Engineering</w:t>
      </w:r>
    </w:p>
    <w:p w14:paraId="1E5FC507" w14:textId="77777777" w:rsidR="0067347E" w:rsidRDefault="00A43D3F" w:rsidP="0067347E">
      <w:pPr>
        <w:pStyle w:val="BodyTextL25"/>
      </w:pPr>
      <w:r>
        <w:rPr>
          <w:lang w:val="en"/>
        </w:rPr>
        <w:t xml:space="preserve">Social engineers are nothing more than thieves and spies. Instead of hacking their way into your network via the Internet, they attempt to gain access by relying on a person’s desire to be accommodating. </w:t>
      </w:r>
      <w:r w:rsidR="0067347E">
        <w:rPr>
          <w:lang w:val="en"/>
        </w:rPr>
        <w:t xml:space="preserve">Although not specific to network security, the scenario below, described in Christopher </w:t>
      </w:r>
      <w:proofErr w:type="spellStart"/>
      <w:r w:rsidR="0067347E">
        <w:rPr>
          <w:lang w:val="en"/>
        </w:rPr>
        <w:t>Hadnagy’s</w:t>
      </w:r>
      <w:proofErr w:type="spellEnd"/>
      <w:r w:rsidR="0067347E">
        <w:rPr>
          <w:lang w:val="en"/>
        </w:rPr>
        <w:t xml:space="preserve"> book, </w:t>
      </w:r>
      <w:r w:rsidR="0067347E">
        <w:rPr>
          <w:i/>
          <w:iCs/>
          <w:lang w:val="en"/>
        </w:rPr>
        <w:t>The Art of Human Hacking</w:t>
      </w:r>
      <w:r w:rsidR="0067347E">
        <w:rPr>
          <w:lang w:val="en"/>
        </w:rPr>
        <w:t>, illustrates how an unsuspecting person can unwittingly give away confidential information.</w:t>
      </w:r>
    </w:p>
    <w:p w14:paraId="21272C16" w14:textId="77777777" w:rsidR="00A43D3F" w:rsidRPr="00096322" w:rsidRDefault="00A43D3F" w:rsidP="00A43D3F">
      <w:pPr>
        <w:pStyle w:val="BodyTextL50"/>
        <w:rPr>
          <w:i/>
        </w:rPr>
      </w:pPr>
      <w:r w:rsidRPr="00096322">
        <w:rPr>
          <w:i/>
        </w:rPr>
        <w:t xml:space="preserve">"The cafe was relatively quiet as I, dressed in a suit, sat at an empty table. </w:t>
      </w:r>
      <w:r w:rsidRPr="00DD3945">
        <w:rPr>
          <w:i/>
          <w:noProof/>
        </w:rPr>
        <w:t>I placed my briefcase on the table and waited for a suitable victim.</w:t>
      </w:r>
      <w:r w:rsidRPr="00096322">
        <w:rPr>
          <w:i/>
        </w:rPr>
        <w:t xml:space="preserve"> Soon, just such a victim arrived with a friend and sat at the table next to mine. She placed her bag on the seat beside her, pulling the seat close and keeping her hand on the bag at all times.</w:t>
      </w:r>
    </w:p>
    <w:p w14:paraId="76D2FEE9" w14:textId="77777777" w:rsidR="00A43D3F" w:rsidRPr="00096322" w:rsidRDefault="00A43D3F" w:rsidP="00A43D3F">
      <w:pPr>
        <w:pStyle w:val="BodyTextL50"/>
        <w:rPr>
          <w:bCs/>
          <w:i/>
          <w:szCs w:val="20"/>
        </w:rPr>
      </w:pPr>
      <w:r w:rsidRPr="00DD3945">
        <w:rPr>
          <w:bCs/>
          <w:i/>
          <w:iCs/>
          <w:noProof/>
          <w:szCs w:val="20"/>
        </w:rPr>
        <w:t>After a few minutes, her friend left to find a restroom. The mark</w:t>
      </w:r>
      <w:r>
        <w:rPr>
          <w:bCs/>
          <w:i/>
          <w:iCs/>
          <w:noProof/>
          <w:szCs w:val="20"/>
        </w:rPr>
        <w:t xml:space="preserve"> [target]</w:t>
      </w:r>
      <w:r w:rsidRPr="00DD3945">
        <w:rPr>
          <w:bCs/>
          <w:i/>
          <w:iCs/>
          <w:noProof/>
          <w:szCs w:val="20"/>
        </w:rPr>
        <w:t xml:space="preserve"> was alone</w:t>
      </w:r>
      <w:r w:rsidRPr="008758CD">
        <w:rPr>
          <w:bCs/>
          <w:i/>
          <w:iCs/>
          <w:noProof/>
          <w:szCs w:val="20"/>
        </w:rPr>
        <w:t>,</w:t>
      </w:r>
      <w:r w:rsidRPr="00DD3945">
        <w:rPr>
          <w:bCs/>
          <w:i/>
          <w:iCs/>
          <w:noProof/>
          <w:szCs w:val="20"/>
        </w:rPr>
        <w:t xml:space="preserve"> so I gave Alex and Jess the signal. Playing a couple, Alex and Jess asked the mark if she would take a picture of them both. She was happy to do so. She removed her hand from her bag to take the camera and snap a picture of the “happy couple” and, while distracted, I reached over, took her bag, and locked it inside my briefcase.</w:t>
      </w:r>
      <w:r w:rsidRPr="00096322">
        <w:rPr>
          <w:bCs/>
          <w:i/>
          <w:iCs/>
          <w:szCs w:val="20"/>
        </w:rPr>
        <w:t xml:space="preserve"> My victim had yet to notice her purse was missing as Alex and Jess left the café. Alex then went to a nearby parking garage.</w:t>
      </w:r>
    </w:p>
    <w:p w14:paraId="178A3652" w14:textId="77777777" w:rsidR="00A43D3F" w:rsidRPr="00DD3945" w:rsidRDefault="00A43D3F" w:rsidP="00A43D3F">
      <w:pPr>
        <w:pStyle w:val="BodyTextL50"/>
        <w:rPr>
          <w:bCs/>
          <w:i/>
          <w:noProof/>
          <w:szCs w:val="20"/>
        </w:rPr>
      </w:pPr>
      <w:r w:rsidRPr="00096322">
        <w:rPr>
          <w:bCs/>
          <w:i/>
          <w:iCs/>
          <w:szCs w:val="20"/>
        </w:rPr>
        <w:t xml:space="preserve">It didn’t take long for her to realize her bag </w:t>
      </w:r>
      <w:r w:rsidRPr="00DD3945">
        <w:rPr>
          <w:bCs/>
          <w:i/>
          <w:iCs/>
          <w:noProof/>
          <w:szCs w:val="20"/>
        </w:rPr>
        <w:t>was gone</w:t>
      </w:r>
      <w:r w:rsidRPr="00096322">
        <w:rPr>
          <w:bCs/>
          <w:i/>
          <w:iCs/>
          <w:szCs w:val="20"/>
        </w:rPr>
        <w:t xml:space="preserve">. She began to panic, looking </w:t>
      </w:r>
      <w:r w:rsidRPr="00DD3945">
        <w:rPr>
          <w:bCs/>
          <w:i/>
          <w:iCs/>
          <w:noProof/>
          <w:szCs w:val="20"/>
        </w:rPr>
        <w:t>around frantically. This was exactly what we were hoping for so, I asked her if she needed help.</w:t>
      </w:r>
    </w:p>
    <w:p w14:paraId="2C529D11" w14:textId="77777777" w:rsidR="00A43D3F" w:rsidRPr="00DD3945" w:rsidRDefault="00A43D3F" w:rsidP="00A43D3F">
      <w:pPr>
        <w:pStyle w:val="BodyTextL50"/>
        <w:rPr>
          <w:bCs/>
          <w:i/>
          <w:noProof/>
          <w:szCs w:val="20"/>
        </w:rPr>
      </w:pPr>
      <w:r w:rsidRPr="00DD3945">
        <w:rPr>
          <w:bCs/>
          <w:i/>
          <w:iCs/>
          <w:noProof/>
          <w:szCs w:val="20"/>
        </w:rPr>
        <w:lastRenderedPageBreak/>
        <w:t>She</w:t>
      </w:r>
      <w:r w:rsidRPr="00096322">
        <w:rPr>
          <w:bCs/>
          <w:i/>
          <w:iCs/>
          <w:szCs w:val="20"/>
        </w:rPr>
        <w:t xml:space="preserve"> asked </w:t>
      </w:r>
      <w:r w:rsidRPr="00DD3945">
        <w:rPr>
          <w:bCs/>
          <w:i/>
          <w:iCs/>
          <w:noProof/>
          <w:szCs w:val="20"/>
        </w:rPr>
        <w:t>me if I had seen anything. I told her I hadn’t but convinced her to sit down and think about what was in the bag. A phone. Make-up. A little cash. And her credit cards. Bingo!</w:t>
      </w:r>
    </w:p>
    <w:p w14:paraId="78604E45" w14:textId="77777777" w:rsidR="00A43D3F" w:rsidRPr="00096322" w:rsidRDefault="00A43D3F" w:rsidP="00A43D3F">
      <w:pPr>
        <w:pStyle w:val="BodyTextL50"/>
        <w:rPr>
          <w:i/>
        </w:rPr>
      </w:pPr>
      <w:r w:rsidRPr="00DD3945">
        <w:rPr>
          <w:i/>
          <w:noProof/>
        </w:rPr>
        <w:t>I asked who she banked with and then told her that I worked for that bank. What a stroke of luck! I reassured her that everything would be fine</w:t>
      </w:r>
      <w:r w:rsidRPr="008758CD">
        <w:rPr>
          <w:i/>
          <w:noProof/>
        </w:rPr>
        <w:t>,</w:t>
      </w:r>
      <w:r w:rsidRPr="00DD3945">
        <w:rPr>
          <w:i/>
          <w:noProof/>
        </w:rPr>
        <w:t xml:space="preserve"> but she would need to cancel her credit card right away. I called the “help-desk” number, which was actually Alex, and handed my phone to her.</w:t>
      </w:r>
      <w:r w:rsidRPr="00096322">
        <w:rPr>
          <w:i/>
        </w:rPr>
        <w:t xml:space="preserve"> </w:t>
      </w:r>
    </w:p>
    <w:p w14:paraId="21A796A4" w14:textId="77777777" w:rsidR="00A43D3F" w:rsidRPr="00096322" w:rsidRDefault="00A43D3F" w:rsidP="00A43D3F">
      <w:pPr>
        <w:pStyle w:val="BodyTextL50"/>
        <w:rPr>
          <w:i/>
        </w:rPr>
      </w:pPr>
      <w:r w:rsidRPr="00096322">
        <w:rPr>
          <w:i/>
        </w:rPr>
        <w:t xml:space="preserve">Alex was in a van in the parking garage. </w:t>
      </w:r>
      <w:r w:rsidRPr="00DD3945">
        <w:rPr>
          <w:i/>
          <w:noProof/>
        </w:rPr>
        <w:t>On the dashboard, a CD player was playing office noises.</w:t>
      </w:r>
      <w:r w:rsidRPr="00096322">
        <w:rPr>
          <w:i/>
        </w:rPr>
        <w:t xml:space="preserve"> He assured the mark </w:t>
      </w:r>
      <w:r w:rsidRPr="00DD3945">
        <w:rPr>
          <w:i/>
          <w:noProof/>
        </w:rPr>
        <w:t>that her card could easily be canceled but, to verify her identity, she needed to enter her PIN on the keypad of the phone she was using. My phone and my keypad.</w:t>
      </w:r>
    </w:p>
    <w:p w14:paraId="354AE8DF" w14:textId="77777777" w:rsidR="00A43D3F" w:rsidRDefault="00A43D3F" w:rsidP="00A43D3F">
      <w:pPr>
        <w:pStyle w:val="BodyTextL50"/>
        <w:rPr>
          <w:i/>
        </w:rPr>
      </w:pPr>
      <w:r w:rsidRPr="00096322">
        <w:rPr>
          <w:i/>
        </w:rPr>
        <w:t xml:space="preserve">When we had her PIN, I left. </w:t>
      </w:r>
      <w:r w:rsidRPr="00DD3945">
        <w:rPr>
          <w:i/>
          <w:noProof/>
        </w:rPr>
        <w:t>If we were real thieves, we would have had access to her account via ATM withdrawals and PIN purchases. Fortunately for her, it was just a TV show.</w:t>
      </w:r>
      <w:r w:rsidRPr="00096322">
        <w:rPr>
          <w:i/>
        </w:rPr>
        <w:t>"</w:t>
      </w:r>
    </w:p>
    <w:p w14:paraId="13F0529B" w14:textId="77777777" w:rsidR="00A43D3F" w:rsidRPr="00096322" w:rsidRDefault="00A43D3F" w:rsidP="00A43D3F">
      <w:pPr>
        <w:pStyle w:val="BodyTextL50"/>
        <w:rPr>
          <w:i/>
        </w:rPr>
      </w:pPr>
      <w:bookmarkStart w:id="0" w:name="_GoBack"/>
      <w:bookmarkEnd w:id="0"/>
      <w:r w:rsidRPr="00DD3945">
        <w:rPr>
          <w:i/>
          <w:noProof/>
        </w:rPr>
        <w:t>Remember:  “Those who build walls think differently than those who seek to go over, under, around, or through them.</w:t>
      </w:r>
      <w:r w:rsidRPr="00096322">
        <w:rPr>
          <w:i/>
        </w:rPr>
        <w:t>"  Paul Wilson - The Real Hustle</w:t>
      </w:r>
    </w:p>
    <w:p w14:paraId="059DC5CD" w14:textId="77777777" w:rsidR="00FB392B" w:rsidRDefault="00FB392B" w:rsidP="00FB392B">
      <w:pPr>
        <w:pStyle w:val="Heading3"/>
      </w:pPr>
      <w:r>
        <w:t>Question:</w:t>
      </w:r>
    </w:p>
    <w:p w14:paraId="10B9F383" w14:textId="77777777" w:rsidR="00A43D3F" w:rsidRDefault="00A43D3F" w:rsidP="00FB392B">
      <w:pPr>
        <w:pStyle w:val="BodyTextL25"/>
        <w:spacing w:before="0"/>
      </w:pPr>
      <w:r>
        <w:t>Research ways to recognize social engineering. Describe three examples found in your research.</w:t>
      </w:r>
    </w:p>
    <w:p w14:paraId="48BF983E" w14:textId="77777777" w:rsidR="00D25F9B" w:rsidRPr="0060650E" w:rsidRDefault="00D25F9B" w:rsidP="0060650E">
      <w:pPr>
        <w:pStyle w:val="AnswerLineL25"/>
      </w:pPr>
      <w:r>
        <w:t>Type your answers here.</w:t>
      </w:r>
    </w:p>
    <w:p w14:paraId="79407071" w14:textId="77777777" w:rsidR="00A43D3F" w:rsidRDefault="00A43D3F" w:rsidP="006130E7">
      <w:pPr>
        <w:pStyle w:val="Heading2"/>
      </w:pPr>
      <w:r>
        <w:t>Research Ways to Prevent Social Engineering</w:t>
      </w:r>
    </w:p>
    <w:p w14:paraId="38268ACC" w14:textId="77777777" w:rsidR="00FB392B" w:rsidRDefault="00FB392B" w:rsidP="00FB392B">
      <w:pPr>
        <w:pStyle w:val="Heading3"/>
      </w:pPr>
      <w:r>
        <w:t>Questions:</w:t>
      </w:r>
    </w:p>
    <w:p w14:paraId="39A795BE" w14:textId="77777777" w:rsidR="00A43D3F" w:rsidRDefault="00A43D3F" w:rsidP="00FB392B">
      <w:pPr>
        <w:pStyle w:val="BodyTextL25"/>
        <w:spacing w:before="0"/>
      </w:pPr>
      <w:r w:rsidRPr="00096322">
        <w:t>Does your company or school have procedures in place to help to prevent social engineering?</w:t>
      </w:r>
    </w:p>
    <w:p w14:paraId="6D28677F" w14:textId="77777777" w:rsidR="00D25F9B" w:rsidRDefault="00D25F9B" w:rsidP="00E449DE">
      <w:pPr>
        <w:pStyle w:val="AnswerLineL25"/>
        <w:spacing w:after="120"/>
      </w:pPr>
      <w:r>
        <w:t>Type your answers here.</w:t>
      </w:r>
    </w:p>
    <w:p w14:paraId="42176C4C" w14:textId="77777777" w:rsidR="00A43D3F" w:rsidRDefault="00A43D3F" w:rsidP="00A43D3F">
      <w:pPr>
        <w:pStyle w:val="BodyTextL25"/>
      </w:pPr>
      <w:r w:rsidRPr="00096322">
        <w:t>If so, what are some of those procedures?</w:t>
      </w:r>
    </w:p>
    <w:p w14:paraId="17A26E83" w14:textId="77777777" w:rsidR="00D25F9B" w:rsidRPr="0060650E" w:rsidRDefault="00D25F9B" w:rsidP="0060650E">
      <w:pPr>
        <w:pStyle w:val="AnswerLineL25"/>
      </w:pPr>
      <w:r>
        <w:t>Type your answers here.</w:t>
      </w:r>
    </w:p>
    <w:p w14:paraId="4D765555" w14:textId="77777777" w:rsidR="00A43D3F" w:rsidRDefault="00A43D3F" w:rsidP="00A43D3F">
      <w:pPr>
        <w:pStyle w:val="BodyTextL25"/>
      </w:pPr>
      <w:r w:rsidRPr="00096322">
        <w:t xml:space="preserve">Use the </w:t>
      </w:r>
      <w:r w:rsidR="00D10B51">
        <w:t>i</w:t>
      </w:r>
      <w:r w:rsidRPr="00096322">
        <w:t xml:space="preserve">nternet to research </w:t>
      </w:r>
      <w:r>
        <w:t>procedures</w:t>
      </w:r>
      <w:r w:rsidRPr="00096322">
        <w:t xml:space="preserve"> that other organizations </w:t>
      </w:r>
      <w:r>
        <w:t xml:space="preserve">use to </w:t>
      </w:r>
      <w:r w:rsidRPr="00096322">
        <w:t>prevent social engineers from gaining access to confidential</w:t>
      </w:r>
      <w:r>
        <w:t xml:space="preserve"> information. List your findings.</w:t>
      </w:r>
    </w:p>
    <w:p w14:paraId="4FB46B21" w14:textId="77777777" w:rsidR="00C162C0" w:rsidRDefault="00D25F9B" w:rsidP="0060650E">
      <w:pPr>
        <w:pStyle w:val="AnswerLineL25"/>
      </w:pPr>
      <w:r>
        <w:t>Type your answers here.</w:t>
      </w:r>
    </w:p>
    <w:p w14:paraId="577EB53E" w14:textId="77777777" w:rsidR="00B054F6" w:rsidRPr="00B054F6" w:rsidRDefault="00B054F6" w:rsidP="00B054F6">
      <w:pPr>
        <w:pStyle w:val="ConfigWindow"/>
      </w:pPr>
      <w:r>
        <w:t>End of Document</w:t>
      </w:r>
    </w:p>
    <w:sectPr w:rsidR="00B054F6" w:rsidRPr="00B054F6"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C627E" w14:textId="77777777" w:rsidR="00803664" w:rsidRDefault="00803664" w:rsidP="00710659">
      <w:pPr>
        <w:spacing w:after="0" w:line="240" w:lineRule="auto"/>
      </w:pPr>
      <w:r>
        <w:separator/>
      </w:r>
    </w:p>
    <w:p w14:paraId="12EB6174" w14:textId="77777777" w:rsidR="00803664" w:rsidRDefault="00803664"/>
  </w:endnote>
  <w:endnote w:type="continuationSeparator" w:id="0">
    <w:p w14:paraId="6F6808DE" w14:textId="77777777" w:rsidR="00803664" w:rsidRDefault="00803664" w:rsidP="00710659">
      <w:pPr>
        <w:spacing w:after="0" w:line="240" w:lineRule="auto"/>
      </w:pPr>
      <w:r>
        <w:continuationSeparator/>
      </w:r>
    </w:p>
    <w:p w14:paraId="05290FC8" w14:textId="77777777" w:rsidR="00803664" w:rsidRDefault="00803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54F55"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897BA" w14:textId="67BAC7C6"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D4299">
          <w:t>2017</w:t>
        </w:r>
      </w:sdtContent>
    </w:sdt>
    <w:r>
      <w:t xml:space="preserve"> - </w:t>
    </w:r>
    <w:r>
      <w:fldChar w:fldCharType="begin"/>
    </w:r>
    <w:r>
      <w:instrText xml:space="preserve"> SAVEDATE  \@ "yyyy"  \* MERGEFORMAT </w:instrText>
    </w:r>
    <w:r>
      <w:fldChar w:fldCharType="separate"/>
    </w:r>
    <w:r w:rsidR="006649EC">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54F6">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054F6">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BEFC3" w14:textId="3EA7EF7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D4299">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649EC">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054F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054F6">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060C7" w14:textId="77777777" w:rsidR="00803664" w:rsidRDefault="00803664" w:rsidP="00710659">
      <w:pPr>
        <w:spacing w:after="0" w:line="240" w:lineRule="auto"/>
      </w:pPr>
      <w:r>
        <w:separator/>
      </w:r>
    </w:p>
    <w:p w14:paraId="639D90ED" w14:textId="77777777" w:rsidR="00803664" w:rsidRDefault="00803664"/>
  </w:footnote>
  <w:footnote w:type="continuationSeparator" w:id="0">
    <w:p w14:paraId="25F52693" w14:textId="77777777" w:rsidR="00803664" w:rsidRDefault="00803664" w:rsidP="00710659">
      <w:pPr>
        <w:spacing w:after="0" w:line="240" w:lineRule="auto"/>
      </w:pPr>
      <w:r>
        <w:continuationSeparator/>
      </w:r>
    </w:p>
    <w:p w14:paraId="48D5953E" w14:textId="77777777" w:rsidR="00803664" w:rsidRDefault="008036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B1265"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DD4BCC63D3545B58FFB009A999EB16A"/>
      </w:placeholder>
      <w:dataBinding w:prefixMappings="xmlns:ns0='http://purl.org/dc/elements/1.1/' xmlns:ns1='http://schemas.openxmlformats.org/package/2006/metadata/core-properties' " w:xpath="/ns1:coreProperties[1]/ns0:title[1]" w:storeItemID="{6C3C8BC8-F283-45AE-878A-BAB7291924A1}"/>
      <w:text/>
    </w:sdtPr>
    <w:sdtEndPr/>
    <w:sdtContent>
      <w:p w14:paraId="0EA02AB5" w14:textId="77777777" w:rsidR="00926CB2" w:rsidRDefault="00A43D3F" w:rsidP="008402F2">
        <w:pPr>
          <w:pStyle w:val="PageHead"/>
        </w:pPr>
        <w:r>
          <w:t>Lab - Social Engineering</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82143" w14:textId="77777777" w:rsidR="00926CB2" w:rsidRDefault="00882B63" w:rsidP="006C3FCF">
    <w:pPr>
      <w:ind w:left="-288"/>
    </w:pPr>
    <w:r>
      <w:rPr>
        <w:noProof/>
      </w:rPr>
      <w:drawing>
        <wp:inline distT="0" distB="0" distL="0" distR="0" wp14:anchorId="1C4D3596" wp14:editId="590D85F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C36C01"/>
    <w:multiLevelType w:val="multilevel"/>
    <w:tmpl w:val="F3AEFB28"/>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1566"/>
        </w:tabs>
        <w:ind w:left="156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6994BFE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D385020"/>
    <w:multiLevelType w:val="hybridMultilevel"/>
    <w:tmpl w:val="671E6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1566"/>
          </w:tabs>
          <w:ind w:left="156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7"/>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wMzG1NDA3NTWwsDBU0lEKTi0uzszPAykwrAUA3fR18CwAAAA="/>
  </w:docVars>
  <w:rsids>
    <w:rsidRoot w:val="00A43D3F"/>
    <w:rsid w:val="00001BDF"/>
    <w:rsid w:val="0000380F"/>
    <w:rsid w:val="00004175"/>
    <w:rsid w:val="000059C9"/>
    <w:rsid w:val="00012C22"/>
    <w:rsid w:val="000160F7"/>
    <w:rsid w:val="00016D5B"/>
    <w:rsid w:val="00016F30"/>
    <w:rsid w:val="0002047C"/>
    <w:rsid w:val="00021B9A"/>
    <w:rsid w:val="000242D6"/>
    <w:rsid w:val="00024EE5"/>
    <w:rsid w:val="00036770"/>
    <w:rsid w:val="00041AF6"/>
    <w:rsid w:val="00044E62"/>
    <w:rsid w:val="00050BA4"/>
    <w:rsid w:val="0005141D"/>
    <w:rsid w:val="00051738"/>
    <w:rsid w:val="0005242B"/>
    <w:rsid w:val="00052548"/>
    <w:rsid w:val="00060696"/>
    <w:rsid w:val="00061642"/>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49D3"/>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6D8B"/>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3B40"/>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760D"/>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112F"/>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650E"/>
    <w:rsid w:val="006130E7"/>
    <w:rsid w:val="006131CE"/>
    <w:rsid w:val="0061336B"/>
    <w:rsid w:val="00617D6E"/>
    <w:rsid w:val="00620ED5"/>
    <w:rsid w:val="00622D61"/>
    <w:rsid w:val="00624198"/>
    <w:rsid w:val="00636C28"/>
    <w:rsid w:val="006428E5"/>
    <w:rsid w:val="00644958"/>
    <w:rsid w:val="006513FB"/>
    <w:rsid w:val="00656EEF"/>
    <w:rsid w:val="006576AF"/>
    <w:rsid w:val="006649EC"/>
    <w:rsid w:val="00672919"/>
    <w:rsid w:val="0067347E"/>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4CFF"/>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4299"/>
    <w:rsid w:val="007E3264"/>
    <w:rsid w:val="007E3FEA"/>
    <w:rsid w:val="007E6402"/>
    <w:rsid w:val="007F0A0B"/>
    <w:rsid w:val="007F3A60"/>
    <w:rsid w:val="007F3D0B"/>
    <w:rsid w:val="007F7C94"/>
    <w:rsid w:val="00802FFA"/>
    <w:rsid w:val="00803664"/>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79BB"/>
    <w:rsid w:val="00882B63"/>
    <w:rsid w:val="00883500"/>
    <w:rsid w:val="0088426A"/>
    <w:rsid w:val="008852BA"/>
    <w:rsid w:val="00890108"/>
    <w:rsid w:val="00893877"/>
    <w:rsid w:val="0089532C"/>
    <w:rsid w:val="00896165"/>
    <w:rsid w:val="00896681"/>
    <w:rsid w:val="008A2749"/>
    <w:rsid w:val="008A39B8"/>
    <w:rsid w:val="008A3A90"/>
    <w:rsid w:val="008B06D4"/>
    <w:rsid w:val="008B4F20"/>
    <w:rsid w:val="008B68E7"/>
    <w:rsid w:val="008B7FFD"/>
    <w:rsid w:val="008C286A"/>
    <w:rsid w:val="008C2920"/>
    <w:rsid w:val="008C4307"/>
    <w:rsid w:val="008D23DF"/>
    <w:rsid w:val="008D2639"/>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1663"/>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EC2"/>
    <w:rsid w:val="00A15DF0"/>
    <w:rsid w:val="00A21211"/>
    <w:rsid w:val="00A30F8A"/>
    <w:rsid w:val="00A33890"/>
    <w:rsid w:val="00A34E7F"/>
    <w:rsid w:val="00A43D3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E7142"/>
    <w:rsid w:val="00AF7ACC"/>
    <w:rsid w:val="00B00914"/>
    <w:rsid w:val="00B02A8E"/>
    <w:rsid w:val="00B052EE"/>
    <w:rsid w:val="00B054F6"/>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0B51"/>
    <w:rsid w:val="00D139C8"/>
    <w:rsid w:val="00D17F81"/>
    <w:rsid w:val="00D25F9B"/>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9DE"/>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762"/>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92B"/>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6C208"/>
  <w15:docId w15:val="{C1397370-8D4D-4571-BF5E-4A08DC14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25F9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25F9B"/>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FB392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FB392B"/>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FB392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0650E"/>
    <w:pPr>
      <w:spacing w:after="18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054F6"/>
    <w:pPr>
      <w:spacing w:before="0" w:after="0"/>
    </w:pPr>
    <w:rPr>
      <w:i/>
      <w:color w:val="FFFFFF" w:themeColor="background1"/>
      <w:sz w:val="6"/>
    </w:rPr>
  </w:style>
  <w:style w:type="paragraph" w:customStyle="1" w:styleId="SubStepAlpha">
    <w:name w:val="SubStep Alpha"/>
    <w:basedOn w:val="BodyTextL25"/>
    <w:qFormat/>
    <w:rsid w:val="00D25F9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25F9B"/>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25F9B"/>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B392B"/>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5B112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D4BCC63D3545B58FFB009A999EB16A"/>
        <w:category>
          <w:name w:val="General"/>
          <w:gallery w:val="placeholder"/>
        </w:category>
        <w:types>
          <w:type w:val="bbPlcHdr"/>
        </w:types>
        <w:behaviors>
          <w:behavior w:val="content"/>
        </w:behaviors>
        <w:guid w:val="{C38E7FC5-DB3C-4B1A-AC69-255E68BED2A4}"/>
      </w:docPartPr>
      <w:docPartBody>
        <w:p w:rsidR="008A408F" w:rsidRDefault="00FE2506">
          <w:pPr>
            <w:pStyle w:val="3DD4BCC63D3545B58FFB009A999EB16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506"/>
    <w:rsid w:val="00256FC0"/>
    <w:rsid w:val="00374BC3"/>
    <w:rsid w:val="003E1035"/>
    <w:rsid w:val="004F5F35"/>
    <w:rsid w:val="008A408F"/>
    <w:rsid w:val="009620C5"/>
    <w:rsid w:val="00AC34B0"/>
    <w:rsid w:val="00D91685"/>
    <w:rsid w:val="00FE2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D4BCC63D3545B58FFB009A999EB16A">
    <w:name w:val="3DD4BCC63D3545B58FFB009A999EB1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215EA-0F89-462B-9D81-219943B2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14</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Social Engineering</dc:title>
  <dc:creator>SP</dc:creator>
  <dc:description>2017</dc:description>
  <cp:lastModifiedBy>Suk-Yi Pennock -X (spennock - UNICON INC at Cisco)</cp:lastModifiedBy>
  <cp:revision>7</cp:revision>
  <cp:lastPrinted>2019-12-04T21:11:00Z</cp:lastPrinted>
  <dcterms:created xsi:type="dcterms:W3CDTF">2019-12-01T00:48:00Z</dcterms:created>
  <dcterms:modified xsi:type="dcterms:W3CDTF">2019-12-04T21:12:00Z</dcterms:modified>
</cp:coreProperties>
</file>