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2B4FC7" w14:textId="5C015CF5" w:rsidR="004D36D7" w:rsidRPr="00FD4A68" w:rsidRDefault="00481AB1" w:rsidP="00D15F89">
      <w:pPr>
        <w:pStyle w:val="Title"/>
        <w:rPr>
          <w:rStyle w:val="LabTitleInstVersred"/>
          <w:b/>
          <w:color w:val="auto"/>
        </w:rPr>
      </w:pPr>
      <w:sdt>
        <w:sdtPr>
          <w:rPr>
            <w:b w:val="0"/>
            <w:color w:val="EE0000"/>
          </w:rPr>
          <w:alias w:val="Title"/>
          <w:tag w:val=""/>
          <w:id w:val="-487021785"/>
          <w:placeholder>
            <w:docPart w:val="E122E640B8BE4CA9AD5598A3F8E71F0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390B96">
            <w:t>Lab - Basic Switch Configuration</w:t>
          </w:r>
        </w:sdtContent>
      </w:sdt>
    </w:p>
    <w:p w14:paraId="3068AD49" w14:textId="77777777" w:rsidR="00D778DF" w:rsidRPr="00E70096" w:rsidRDefault="00D778DF" w:rsidP="00042EAF">
      <w:pPr>
        <w:pStyle w:val="Heading1"/>
      </w:pPr>
      <w:r w:rsidRPr="00E70096">
        <w:t>Topology</w:t>
      </w:r>
    </w:p>
    <w:p w14:paraId="3ACC84CA" w14:textId="77777777" w:rsidR="00A8269C" w:rsidRDefault="00A8269C" w:rsidP="00D778DF">
      <w:pPr>
        <w:pStyle w:val="Visual"/>
      </w:pPr>
      <w:r>
        <w:rPr>
          <w:noProof/>
        </w:rPr>
        <w:drawing>
          <wp:inline distT="0" distB="0" distL="0" distR="0" wp14:anchorId="6C9F6B46" wp14:editId="23A183A3">
            <wp:extent cx="3035935" cy="914400"/>
            <wp:effectExtent l="0" t="0" r="0" b="0"/>
            <wp:docPr id="1" name="Picture 1" descr="The topology shows PC-A connecting to Switch S1 via the console port and F0/6 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35935" cy="914400"/>
                    </a:xfrm>
                    <a:prstGeom prst="rect">
                      <a:avLst/>
                    </a:prstGeom>
                    <a:noFill/>
                  </pic:spPr>
                </pic:pic>
              </a:graphicData>
            </a:graphic>
          </wp:inline>
        </w:drawing>
      </w:r>
    </w:p>
    <w:p w14:paraId="530F06DC" w14:textId="77777777" w:rsidR="00D778DF" w:rsidRPr="00E70096" w:rsidRDefault="00D778DF" w:rsidP="00042EAF">
      <w:pPr>
        <w:pStyle w:val="Heading1"/>
      </w:pPr>
      <w:r w:rsidRPr="00E70096">
        <w:t>Addressing Table</w:t>
      </w:r>
    </w:p>
    <w:tbl>
      <w:tblPr>
        <w:tblW w:w="1001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prefix."/>
      </w:tblPr>
      <w:tblGrid>
        <w:gridCol w:w="2697"/>
        <w:gridCol w:w="2970"/>
        <w:gridCol w:w="4352"/>
      </w:tblGrid>
      <w:tr w:rsidR="000E429B" w14:paraId="1654365B" w14:textId="77777777" w:rsidTr="00A8269C">
        <w:trPr>
          <w:cantSplit/>
          <w:tblHeader/>
          <w:jc w:val="center"/>
        </w:trPr>
        <w:tc>
          <w:tcPr>
            <w:tcW w:w="269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286F8B9" w14:textId="77777777" w:rsidR="000E429B" w:rsidRPr="00E87D62" w:rsidRDefault="000E429B" w:rsidP="007B6636">
            <w:pPr>
              <w:pStyle w:val="TableHeading"/>
            </w:pPr>
            <w:r>
              <w:t>Device</w:t>
            </w:r>
          </w:p>
        </w:tc>
        <w:tc>
          <w:tcPr>
            <w:tcW w:w="29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F0079AC" w14:textId="77777777" w:rsidR="000E429B" w:rsidRPr="00E87D62" w:rsidRDefault="000E429B" w:rsidP="007B6636">
            <w:pPr>
              <w:pStyle w:val="TableHeading"/>
            </w:pPr>
            <w:r w:rsidRPr="00E87D62">
              <w:t>Interface</w:t>
            </w:r>
          </w:p>
        </w:tc>
        <w:tc>
          <w:tcPr>
            <w:tcW w:w="435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0487243" w14:textId="77777777" w:rsidR="000E429B" w:rsidRPr="00E87D62" w:rsidRDefault="000E429B" w:rsidP="007B6636">
            <w:pPr>
              <w:pStyle w:val="TableHeading"/>
            </w:pPr>
            <w:r w:rsidRPr="00E87D62">
              <w:t>IP Address</w:t>
            </w:r>
            <w:r>
              <w:t xml:space="preserve"> / Prefix</w:t>
            </w:r>
          </w:p>
        </w:tc>
      </w:tr>
      <w:tr w:rsidR="000E429B" w14:paraId="37911CEA" w14:textId="77777777" w:rsidTr="00A8269C">
        <w:trPr>
          <w:cantSplit/>
          <w:jc w:val="center"/>
        </w:trPr>
        <w:tc>
          <w:tcPr>
            <w:tcW w:w="2697" w:type="dxa"/>
            <w:tcBorders>
              <w:bottom w:val="nil"/>
              <w:right w:val="single" w:sz="4" w:space="0" w:color="auto"/>
            </w:tcBorders>
            <w:vAlign w:val="bottom"/>
          </w:tcPr>
          <w:p w14:paraId="37B5F582" w14:textId="77777777" w:rsidR="000E429B" w:rsidRPr="008B68E7" w:rsidRDefault="000E429B" w:rsidP="008B68E7">
            <w:pPr>
              <w:pStyle w:val="TableText"/>
            </w:pPr>
            <w:r w:rsidRPr="008B68E7">
              <w:t>S1</w:t>
            </w:r>
          </w:p>
        </w:tc>
        <w:tc>
          <w:tcPr>
            <w:tcW w:w="2970" w:type="dxa"/>
            <w:tcBorders>
              <w:left w:val="single" w:sz="4" w:space="0" w:color="auto"/>
              <w:bottom w:val="nil"/>
            </w:tcBorders>
            <w:vAlign w:val="bottom"/>
          </w:tcPr>
          <w:p w14:paraId="5A985BC2" w14:textId="77777777" w:rsidR="000E429B" w:rsidRPr="008B68E7" w:rsidRDefault="000E429B" w:rsidP="008B68E7">
            <w:pPr>
              <w:pStyle w:val="TableText"/>
            </w:pPr>
            <w:r w:rsidRPr="008B68E7">
              <w:t>VLAN</w:t>
            </w:r>
            <w:r>
              <w:t xml:space="preserve"> 99</w:t>
            </w:r>
          </w:p>
        </w:tc>
        <w:tc>
          <w:tcPr>
            <w:tcW w:w="4352" w:type="dxa"/>
            <w:vAlign w:val="bottom"/>
          </w:tcPr>
          <w:p w14:paraId="22051205" w14:textId="77777777" w:rsidR="000E429B" w:rsidRPr="008B68E7" w:rsidRDefault="000E429B" w:rsidP="008B68E7">
            <w:pPr>
              <w:pStyle w:val="TableText"/>
            </w:pPr>
            <w:r w:rsidRPr="008B68E7">
              <w:t>192.168.1.</w:t>
            </w:r>
            <w:r>
              <w:t>2 /24</w:t>
            </w:r>
          </w:p>
        </w:tc>
      </w:tr>
      <w:tr w:rsidR="001437CE" w14:paraId="179F4BA6" w14:textId="77777777" w:rsidTr="00A8269C">
        <w:trPr>
          <w:cantSplit/>
          <w:jc w:val="center"/>
        </w:trPr>
        <w:tc>
          <w:tcPr>
            <w:tcW w:w="2697" w:type="dxa"/>
            <w:tcBorders>
              <w:top w:val="nil"/>
              <w:bottom w:val="nil"/>
              <w:right w:val="single" w:sz="4" w:space="0" w:color="auto"/>
            </w:tcBorders>
            <w:vAlign w:val="bottom"/>
          </w:tcPr>
          <w:p w14:paraId="550F0157" w14:textId="77777777" w:rsidR="001437CE" w:rsidRPr="008B68E7" w:rsidRDefault="006F183F" w:rsidP="00A8269C">
            <w:pPr>
              <w:pStyle w:val="ConfigWindow"/>
            </w:pPr>
            <w:r>
              <w:t>S1</w:t>
            </w:r>
          </w:p>
        </w:tc>
        <w:tc>
          <w:tcPr>
            <w:tcW w:w="2970" w:type="dxa"/>
            <w:tcBorders>
              <w:top w:val="nil"/>
              <w:left w:val="single" w:sz="4" w:space="0" w:color="auto"/>
              <w:bottom w:val="nil"/>
            </w:tcBorders>
            <w:vAlign w:val="bottom"/>
          </w:tcPr>
          <w:p w14:paraId="3BB3599F" w14:textId="77777777" w:rsidR="001437CE" w:rsidRPr="008B68E7" w:rsidRDefault="006F183F" w:rsidP="00A8269C">
            <w:pPr>
              <w:pStyle w:val="ConfigWindow"/>
            </w:pPr>
            <w:r>
              <w:t>VLAN 99</w:t>
            </w:r>
          </w:p>
        </w:tc>
        <w:tc>
          <w:tcPr>
            <w:tcW w:w="4352" w:type="dxa"/>
            <w:vAlign w:val="bottom"/>
          </w:tcPr>
          <w:p w14:paraId="6A81FBA1" w14:textId="77777777" w:rsidR="001437CE" w:rsidRPr="008B68E7" w:rsidRDefault="006F183F" w:rsidP="008B68E7">
            <w:pPr>
              <w:pStyle w:val="TableText"/>
            </w:pPr>
            <w:r>
              <w:t>2001:db</w:t>
            </w:r>
            <w:proofErr w:type="gramStart"/>
            <w:r>
              <w:t>8:acad::</w:t>
            </w:r>
            <w:proofErr w:type="gramEnd"/>
            <w:r>
              <w:t>2 /64</w:t>
            </w:r>
          </w:p>
        </w:tc>
      </w:tr>
      <w:tr w:rsidR="001437CE" w14:paraId="03272748" w14:textId="77777777" w:rsidTr="00B06606">
        <w:trPr>
          <w:cantSplit/>
          <w:jc w:val="center"/>
        </w:trPr>
        <w:tc>
          <w:tcPr>
            <w:tcW w:w="2697" w:type="dxa"/>
            <w:tcBorders>
              <w:top w:val="nil"/>
              <w:bottom w:val="single" w:sz="2" w:space="0" w:color="auto"/>
              <w:right w:val="single" w:sz="4" w:space="0" w:color="auto"/>
            </w:tcBorders>
            <w:vAlign w:val="bottom"/>
          </w:tcPr>
          <w:p w14:paraId="5525D1F5" w14:textId="77777777" w:rsidR="001437CE" w:rsidRPr="008B68E7" w:rsidRDefault="006F183F" w:rsidP="00A8269C">
            <w:pPr>
              <w:pStyle w:val="ConfigWindow"/>
            </w:pPr>
            <w:r>
              <w:t>S1</w:t>
            </w:r>
          </w:p>
        </w:tc>
        <w:tc>
          <w:tcPr>
            <w:tcW w:w="2970" w:type="dxa"/>
            <w:tcBorders>
              <w:top w:val="nil"/>
              <w:left w:val="single" w:sz="4" w:space="0" w:color="auto"/>
              <w:bottom w:val="single" w:sz="2" w:space="0" w:color="auto"/>
            </w:tcBorders>
            <w:vAlign w:val="bottom"/>
          </w:tcPr>
          <w:p w14:paraId="26F475C1" w14:textId="77777777" w:rsidR="001437CE" w:rsidRPr="008B68E7" w:rsidRDefault="006F183F" w:rsidP="00A8269C">
            <w:pPr>
              <w:pStyle w:val="ConfigWindow"/>
            </w:pPr>
            <w:r>
              <w:t>VLAN 99</w:t>
            </w:r>
          </w:p>
        </w:tc>
        <w:tc>
          <w:tcPr>
            <w:tcW w:w="4352" w:type="dxa"/>
            <w:vAlign w:val="bottom"/>
          </w:tcPr>
          <w:p w14:paraId="0B56271C" w14:textId="77777777" w:rsidR="001437CE" w:rsidRPr="008B68E7" w:rsidRDefault="006F183F" w:rsidP="008B68E7">
            <w:pPr>
              <w:pStyle w:val="TableText"/>
            </w:pPr>
            <w:r>
              <w:t>fe80::2</w:t>
            </w:r>
          </w:p>
        </w:tc>
      </w:tr>
      <w:tr w:rsidR="000E429B" w14:paraId="37DC39F5" w14:textId="77777777" w:rsidTr="00B06606">
        <w:trPr>
          <w:cantSplit/>
          <w:jc w:val="center"/>
        </w:trPr>
        <w:tc>
          <w:tcPr>
            <w:tcW w:w="2697" w:type="dxa"/>
            <w:tcBorders>
              <w:bottom w:val="nil"/>
            </w:tcBorders>
            <w:vAlign w:val="bottom"/>
          </w:tcPr>
          <w:p w14:paraId="101A9AEC" w14:textId="77777777" w:rsidR="000E429B" w:rsidRPr="008B68E7" w:rsidRDefault="000E429B" w:rsidP="008B68E7">
            <w:pPr>
              <w:pStyle w:val="TableText"/>
            </w:pPr>
            <w:r>
              <w:t>PC-A</w:t>
            </w:r>
          </w:p>
        </w:tc>
        <w:tc>
          <w:tcPr>
            <w:tcW w:w="2970" w:type="dxa"/>
            <w:tcBorders>
              <w:bottom w:val="nil"/>
            </w:tcBorders>
            <w:vAlign w:val="bottom"/>
          </w:tcPr>
          <w:p w14:paraId="67B61831" w14:textId="77777777" w:rsidR="000E429B" w:rsidRPr="008B68E7" w:rsidRDefault="000E429B" w:rsidP="008B68E7">
            <w:pPr>
              <w:pStyle w:val="TableText"/>
            </w:pPr>
            <w:r>
              <w:t>NIC</w:t>
            </w:r>
          </w:p>
        </w:tc>
        <w:tc>
          <w:tcPr>
            <w:tcW w:w="4352" w:type="dxa"/>
            <w:vAlign w:val="bottom"/>
          </w:tcPr>
          <w:p w14:paraId="4FCAF315" w14:textId="77777777" w:rsidR="000E429B" w:rsidRPr="008B68E7" w:rsidRDefault="000E429B" w:rsidP="008B68E7">
            <w:pPr>
              <w:pStyle w:val="TableText"/>
            </w:pPr>
            <w:r>
              <w:t>192.168.1.10 /24</w:t>
            </w:r>
          </w:p>
        </w:tc>
      </w:tr>
      <w:tr w:rsidR="000E429B" w14:paraId="5397A00B" w14:textId="77777777" w:rsidTr="00B06606">
        <w:trPr>
          <w:cantSplit/>
          <w:jc w:val="center"/>
        </w:trPr>
        <w:tc>
          <w:tcPr>
            <w:tcW w:w="2697" w:type="dxa"/>
            <w:tcBorders>
              <w:top w:val="nil"/>
              <w:bottom w:val="nil"/>
            </w:tcBorders>
            <w:vAlign w:val="bottom"/>
          </w:tcPr>
          <w:p w14:paraId="16A830DE" w14:textId="77777777" w:rsidR="000E429B" w:rsidRPr="008B68E7" w:rsidRDefault="000E429B" w:rsidP="00A8269C">
            <w:pPr>
              <w:pStyle w:val="ConfigWindow"/>
            </w:pPr>
            <w:r>
              <w:t>PC-A</w:t>
            </w:r>
          </w:p>
        </w:tc>
        <w:tc>
          <w:tcPr>
            <w:tcW w:w="2970" w:type="dxa"/>
            <w:tcBorders>
              <w:top w:val="nil"/>
              <w:bottom w:val="nil"/>
            </w:tcBorders>
            <w:vAlign w:val="bottom"/>
          </w:tcPr>
          <w:p w14:paraId="4D67655A" w14:textId="77777777" w:rsidR="000E429B" w:rsidRPr="008B68E7" w:rsidRDefault="000E429B" w:rsidP="00A8269C">
            <w:pPr>
              <w:pStyle w:val="ConfigWindow"/>
            </w:pPr>
            <w:r>
              <w:t>NIC</w:t>
            </w:r>
          </w:p>
        </w:tc>
        <w:tc>
          <w:tcPr>
            <w:tcW w:w="4352" w:type="dxa"/>
            <w:vAlign w:val="bottom"/>
          </w:tcPr>
          <w:p w14:paraId="12A80A16" w14:textId="77777777" w:rsidR="000E429B" w:rsidRPr="008B68E7" w:rsidRDefault="006F183F" w:rsidP="008B68E7">
            <w:pPr>
              <w:pStyle w:val="TableText"/>
            </w:pPr>
            <w:r>
              <w:t>2001:db</w:t>
            </w:r>
            <w:proofErr w:type="gramStart"/>
            <w:r>
              <w:t>8:acad</w:t>
            </w:r>
            <w:proofErr w:type="gramEnd"/>
            <w:r>
              <w:t>:3 /64</w:t>
            </w:r>
          </w:p>
        </w:tc>
      </w:tr>
      <w:tr w:rsidR="006F183F" w14:paraId="0E2C2D66" w14:textId="77777777" w:rsidTr="00B06606">
        <w:trPr>
          <w:cantSplit/>
          <w:jc w:val="center"/>
        </w:trPr>
        <w:tc>
          <w:tcPr>
            <w:tcW w:w="2697" w:type="dxa"/>
            <w:tcBorders>
              <w:top w:val="nil"/>
            </w:tcBorders>
            <w:vAlign w:val="bottom"/>
          </w:tcPr>
          <w:p w14:paraId="7AE3ACB8" w14:textId="77777777" w:rsidR="006F183F" w:rsidRDefault="006F183F" w:rsidP="00A8269C">
            <w:pPr>
              <w:pStyle w:val="ConfigWindow"/>
            </w:pPr>
            <w:r>
              <w:t>PC-A</w:t>
            </w:r>
          </w:p>
        </w:tc>
        <w:tc>
          <w:tcPr>
            <w:tcW w:w="2970" w:type="dxa"/>
            <w:tcBorders>
              <w:top w:val="nil"/>
            </w:tcBorders>
            <w:vAlign w:val="bottom"/>
          </w:tcPr>
          <w:p w14:paraId="0B66102C" w14:textId="77777777" w:rsidR="006F183F" w:rsidRDefault="006F183F" w:rsidP="00A8269C">
            <w:pPr>
              <w:pStyle w:val="ConfigWindow"/>
            </w:pPr>
            <w:r>
              <w:t>NIC</w:t>
            </w:r>
          </w:p>
        </w:tc>
        <w:tc>
          <w:tcPr>
            <w:tcW w:w="4352" w:type="dxa"/>
            <w:vAlign w:val="bottom"/>
          </w:tcPr>
          <w:p w14:paraId="65872F3D" w14:textId="77777777" w:rsidR="006F183F" w:rsidRDefault="006F183F" w:rsidP="008B68E7">
            <w:pPr>
              <w:pStyle w:val="TableText"/>
            </w:pPr>
            <w:r>
              <w:t>fe80::3</w:t>
            </w:r>
          </w:p>
        </w:tc>
      </w:tr>
    </w:tbl>
    <w:p w14:paraId="4FD66DA8" w14:textId="77777777" w:rsidR="00B65878" w:rsidRPr="00BB73FF" w:rsidRDefault="00B65878" w:rsidP="00042EAF">
      <w:pPr>
        <w:pStyle w:val="Heading1"/>
      </w:pPr>
      <w:r w:rsidRPr="00BB73FF">
        <w:t>Objective</w:t>
      </w:r>
      <w:r>
        <w:t>s</w:t>
      </w:r>
    </w:p>
    <w:p w14:paraId="7039AA6F" w14:textId="77777777" w:rsidR="00B65878" w:rsidRPr="004C0909" w:rsidRDefault="00B65878" w:rsidP="00B65878">
      <w:pPr>
        <w:pStyle w:val="BodyTextL25Bold"/>
      </w:pPr>
      <w:r>
        <w:t>Part 1: Cable the Network and Verify the Default Switch Configuration</w:t>
      </w:r>
    </w:p>
    <w:p w14:paraId="6F4C4D72" w14:textId="77777777" w:rsidR="00B65878" w:rsidRPr="004C0909" w:rsidRDefault="00B65878" w:rsidP="00B65878">
      <w:pPr>
        <w:pStyle w:val="BodyTextL25Bold"/>
      </w:pPr>
      <w:r>
        <w:t>Part 2: Configure Basic Network Device Settings</w:t>
      </w:r>
    </w:p>
    <w:p w14:paraId="5D44089F" w14:textId="77777777" w:rsidR="00B65878" w:rsidRDefault="00B65878" w:rsidP="00B65878">
      <w:pPr>
        <w:pStyle w:val="Bulletlevel1"/>
        <w:spacing w:before="60" w:after="60" w:line="276" w:lineRule="auto"/>
      </w:pPr>
      <w:r>
        <w:t>Configure basic switch settings.</w:t>
      </w:r>
    </w:p>
    <w:p w14:paraId="160B9F7F" w14:textId="77777777" w:rsidR="00B65878" w:rsidRPr="006E6581" w:rsidRDefault="00B65878" w:rsidP="00B65878">
      <w:pPr>
        <w:pStyle w:val="Bulletlevel1"/>
        <w:spacing w:before="60" w:after="60" w:line="276" w:lineRule="auto"/>
      </w:pPr>
      <w:r>
        <w:t>Configure the PC IP address.</w:t>
      </w:r>
    </w:p>
    <w:p w14:paraId="56F2758C" w14:textId="77777777" w:rsidR="00B65878" w:rsidRPr="004C0909" w:rsidRDefault="00B65878" w:rsidP="00B65878">
      <w:pPr>
        <w:pStyle w:val="BodyTextL25Bold"/>
      </w:pPr>
      <w:r>
        <w:t>Part 3: Verify and Test Network Connectivity</w:t>
      </w:r>
    </w:p>
    <w:p w14:paraId="2E944E5B" w14:textId="77777777" w:rsidR="00B65878" w:rsidRDefault="00B65878" w:rsidP="00B65878">
      <w:pPr>
        <w:pStyle w:val="Bulletlevel1"/>
        <w:spacing w:before="60" w:after="60" w:line="276" w:lineRule="auto"/>
      </w:pPr>
      <w:r>
        <w:t>Display device configuration.</w:t>
      </w:r>
    </w:p>
    <w:p w14:paraId="0A8ED260" w14:textId="77777777" w:rsidR="00B65878" w:rsidRDefault="00B65878" w:rsidP="00B65878">
      <w:pPr>
        <w:pStyle w:val="Bulletlevel1"/>
        <w:spacing w:before="60" w:after="60" w:line="276" w:lineRule="auto"/>
      </w:pPr>
      <w:r>
        <w:t>Test end-to-end connectivity with ping.</w:t>
      </w:r>
    </w:p>
    <w:p w14:paraId="24297422" w14:textId="77777777" w:rsidR="00B65878" w:rsidRDefault="00B65878" w:rsidP="00B65878">
      <w:pPr>
        <w:pStyle w:val="Bulletlevel1"/>
        <w:spacing w:before="60" w:after="60" w:line="276" w:lineRule="auto"/>
      </w:pPr>
      <w:r>
        <w:t>Test remote management capabilities with Telnet.</w:t>
      </w:r>
    </w:p>
    <w:p w14:paraId="2436D8AD" w14:textId="77777777" w:rsidR="00B65878" w:rsidRPr="004C0909" w:rsidRDefault="00B65878" w:rsidP="00B65878">
      <w:pPr>
        <w:pStyle w:val="BodyTextL25Bold"/>
      </w:pPr>
      <w:r>
        <w:t>Part 4: Manage the MAC Address Table</w:t>
      </w:r>
    </w:p>
    <w:p w14:paraId="672322E3" w14:textId="77777777" w:rsidR="00B65878" w:rsidRDefault="00B65878" w:rsidP="00B65878">
      <w:pPr>
        <w:pStyle w:val="Bulletlevel1"/>
        <w:spacing w:before="60" w:after="60" w:line="276" w:lineRule="auto"/>
      </w:pPr>
      <w:r>
        <w:t>Record the MAC address of the host.</w:t>
      </w:r>
    </w:p>
    <w:p w14:paraId="49FE4797" w14:textId="77777777" w:rsidR="00B65878" w:rsidRDefault="00B65878" w:rsidP="00B65878">
      <w:pPr>
        <w:pStyle w:val="Bulletlevel1"/>
        <w:spacing w:before="60" w:after="60" w:line="276" w:lineRule="auto"/>
      </w:pPr>
      <w:r w:rsidRPr="00E93E45">
        <w:t>Determine the MAC addresses that the switch has learned.</w:t>
      </w:r>
    </w:p>
    <w:p w14:paraId="3B0D3FA0" w14:textId="77777777" w:rsidR="00B65878" w:rsidRDefault="00B65878" w:rsidP="00B65878">
      <w:pPr>
        <w:pStyle w:val="Bulletlevel1"/>
        <w:spacing w:before="60" w:after="60" w:line="276" w:lineRule="auto"/>
      </w:pPr>
      <w:r w:rsidRPr="00E93E45" w:rsidDel="002D56FF">
        <w:t>List</w:t>
      </w:r>
      <w:r w:rsidRPr="00E93E45">
        <w:t xml:space="preserve"> the </w:t>
      </w:r>
      <w:r w:rsidRPr="00AF57AB">
        <w:rPr>
          <w:b/>
        </w:rPr>
        <w:t>show mac address-table</w:t>
      </w:r>
      <w:r w:rsidRPr="00E93E45">
        <w:t xml:space="preserve"> </w:t>
      </w:r>
      <w:r>
        <w:t xml:space="preserve">command </w:t>
      </w:r>
      <w:r w:rsidRPr="00E93E45">
        <w:t>options.</w:t>
      </w:r>
    </w:p>
    <w:p w14:paraId="064EB9D1" w14:textId="77777777" w:rsidR="00B65878" w:rsidRPr="00494E71" w:rsidRDefault="00B65878" w:rsidP="00B65878">
      <w:pPr>
        <w:pStyle w:val="Bulletlevel1"/>
        <w:spacing w:before="60" w:after="60" w:line="276" w:lineRule="auto"/>
      </w:pPr>
      <w:r w:rsidRPr="007F292A">
        <w:rPr>
          <w:bCs/>
        </w:rPr>
        <w:t>Set up a static MAC address.</w:t>
      </w:r>
    </w:p>
    <w:p w14:paraId="153B2E7E" w14:textId="77777777" w:rsidR="00B65878" w:rsidRPr="00C07FD9" w:rsidRDefault="00B65878" w:rsidP="00042EAF">
      <w:pPr>
        <w:pStyle w:val="Heading1"/>
      </w:pPr>
      <w:r>
        <w:lastRenderedPageBreak/>
        <w:t>Background / Scenario</w:t>
      </w:r>
    </w:p>
    <w:p w14:paraId="1A7347A8" w14:textId="77777777" w:rsidR="00B65878" w:rsidRDefault="00B65878" w:rsidP="00B65878">
      <w:pPr>
        <w:pStyle w:val="BodyTextL25"/>
      </w:pPr>
      <w:r>
        <w:t xml:space="preserve">Cisco switches can be configured with a special IP address known as the switch virtual interface (SVI). The SVI, or management address, can be used for remote access to the switch to display or configure settings. If the VLAN 1 SVI is assigned an IP address, by default all ports in VLAN 1 have access to the SVI IP address. </w:t>
      </w:r>
    </w:p>
    <w:p w14:paraId="5390AE21" w14:textId="77777777" w:rsidR="00B65878" w:rsidRDefault="00B65878" w:rsidP="00B65878">
      <w:pPr>
        <w:pStyle w:val="BodyTextL25"/>
      </w:pPr>
      <w:r w:rsidRPr="00BC4E22">
        <w:t>In this lab</w:t>
      </w:r>
      <w:r>
        <w:t>,</w:t>
      </w:r>
      <w:r w:rsidRPr="00BC4E22">
        <w:t xml:space="preserve"> you will build a simple topology using Ethernet LAN cabling and access</w:t>
      </w:r>
      <w:r>
        <w:t xml:space="preserve"> a </w:t>
      </w:r>
      <w:r w:rsidRPr="00BC4E22">
        <w:t xml:space="preserve">Cisco </w:t>
      </w:r>
      <w:r>
        <w:t>switch</w:t>
      </w:r>
      <w:r w:rsidRPr="00BC4E22">
        <w:t xml:space="preserve"> using the console and remote access methods. You will </w:t>
      </w:r>
      <w:r>
        <w:t>examine default switch configurations before configuring</w:t>
      </w:r>
      <w:r w:rsidRPr="00BC4E22">
        <w:t xml:space="preserve"> basic switch settings</w:t>
      </w:r>
      <w:r>
        <w:t xml:space="preserve">. These basic switch settings </w:t>
      </w:r>
      <w:r w:rsidRPr="003A37FA">
        <w:t>includ</w:t>
      </w:r>
      <w:r>
        <w:t>e</w:t>
      </w:r>
      <w:r w:rsidRPr="003A37FA">
        <w:t xml:space="preserve"> </w:t>
      </w:r>
      <w:r>
        <w:t xml:space="preserve">device </w:t>
      </w:r>
      <w:r w:rsidRPr="003A37FA">
        <w:t xml:space="preserve">name, interface description, </w:t>
      </w:r>
      <w:r>
        <w:t xml:space="preserve">local </w:t>
      </w:r>
      <w:r w:rsidRPr="003A37FA">
        <w:t>password</w:t>
      </w:r>
      <w:r>
        <w:t xml:space="preserve">s, message of the day (MOTD) banner, </w:t>
      </w:r>
      <w:r w:rsidRPr="00BC4E22">
        <w:t>IP addressing</w:t>
      </w:r>
      <w:r>
        <w:t xml:space="preserve">, and static MAC address. You will also </w:t>
      </w:r>
      <w:r w:rsidRPr="00BC4E22">
        <w:t>demonstrat</w:t>
      </w:r>
      <w:r>
        <w:t>e</w:t>
      </w:r>
      <w:r w:rsidRPr="00BC4E22">
        <w:t xml:space="preserve"> the use of a management IP address for remote switch management. </w:t>
      </w:r>
      <w:r>
        <w:t>The t</w:t>
      </w:r>
      <w:r w:rsidRPr="00BC4E22">
        <w:t xml:space="preserve">opology </w:t>
      </w:r>
      <w:r>
        <w:t xml:space="preserve">consists of </w:t>
      </w:r>
      <w:r w:rsidRPr="00BC4E22">
        <w:t>one switch and one host using only Ethernet and console ports.</w:t>
      </w:r>
    </w:p>
    <w:p w14:paraId="7075075F" w14:textId="1CC29F36" w:rsidR="00B65878" w:rsidRDefault="00B65878" w:rsidP="00B65878">
      <w:pPr>
        <w:pStyle w:val="BodyTextL25"/>
        <w:rPr>
          <w:b/>
        </w:rPr>
      </w:pPr>
      <w:r w:rsidRPr="00A86660">
        <w:rPr>
          <w:rFonts w:eastAsia="Arial"/>
          <w:b/>
        </w:rPr>
        <w:t>Note</w:t>
      </w:r>
      <w:r w:rsidRPr="0034604B">
        <w:rPr>
          <w:rFonts w:eastAsia="Arial"/>
        </w:rPr>
        <w:t>:</w:t>
      </w:r>
      <w:r w:rsidRPr="00A86660">
        <w:rPr>
          <w:rFonts w:eastAsia="Arial"/>
        </w:rPr>
        <w:t xml:space="preserve"> The </w:t>
      </w:r>
      <w:r>
        <w:rPr>
          <w:rFonts w:eastAsia="Arial"/>
        </w:rPr>
        <w:t xml:space="preserve">switches used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 xml:space="preserve">Other </w:t>
      </w:r>
      <w:r>
        <w:rPr>
          <w:rFonts w:eastAsia="Arial"/>
        </w:rPr>
        <w:t xml:space="preserve">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Pr>
          <w:rFonts w:eastAsia="Arial"/>
        </w:rPr>
        <w:t>e labs.</w:t>
      </w:r>
      <w:r w:rsidRPr="008C2920">
        <w:rPr>
          <w:rFonts w:eastAsia="Arial"/>
        </w:rPr>
        <w:t xml:space="preserve"> </w:t>
      </w:r>
    </w:p>
    <w:p w14:paraId="54A8AA1E" w14:textId="5576A46D" w:rsidR="00B65878" w:rsidRDefault="00B65878" w:rsidP="00B65878">
      <w:pPr>
        <w:pStyle w:val="BodyTextL25"/>
      </w:pPr>
      <w:r w:rsidRPr="00BF16BF">
        <w:rPr>
          <w:b/>
        </w:rPr>
        <w:t>Note</w:t>
      </w:r>
      <w:r w:rsidRPr="0034604B">
        <w:t>:</w:t>
      </w:r>
      <w:r w:rsidRPr="00DE6F44">
        <w:t xml:space="preserve"> </w:t>
      </w:r>
      <w:r w:rsidRPr="00683036">
        <w:t>Make sure that the switches have been erased and have no startup configurations. If you are unsure</w:t>
      </w:r>
      <w:r>
        <w:t>,</w:t>
      </w:r>
      <w:r w:rsidRPr="00683036">
        <w:t xml:space="preserve"> contact your instructor.</w:t>
      </w:r>
      <w:r>
        <w:t xml:space="preserve"> Refer to Appendix A for the procedures to initialize and reload a switch.</w:t>
      </w:r>
    </w:p>
    <w:p w14:paraId="43B9AD78" w14:textId="348F6AD9" w:rsidR="004F7868" w:rsidRDefault="004F7868" w:rsidP="004F7868">
      <w:pPr>
        <w:pStyle w:val="InstNoteRedL25"/>
        <w:rPr>
          <w:color w:val="000000"/>
        </w:rPr>
      </w:pPr>
      <w:r w:rsidRPr="005F738E">
        <w:rPr>
          <w:color w:val="000000"/>
        </w:rPr>
        <w:t xml:space="preserve">The </w:t>
      </w:r>
      <w:r w:rsidRPr="005F738E">
        <w:rPr>
          <w:b/>
          <w:color w:val="000000"/>
        </w:rPr>
        <w:t>default bias</w:t>
      </w:r>
      <w:r w:rsidRPr="005F738E">
        <w:rPr>
          <w:color w:val="000000"/>
        </w:rPr>
        <w:t xml:space="preserve"> template used by the Switch Database Manager (SDM) does not provide IPv6 address capabilities. Verify that SDM is using either the </w:t>
      </w:r>
      <w:r w:rsidRPr="005F738E">
        <w:rPr>
          <w:b/>
          <w:color w:val="000000"/>
        </w:rPr>
        <w:t>dual-ipv4-and-ipv6</w:t>
      </w:r>
      <w:r w:rsidRPr="005F738E">
        <w:rPr>
          <w:color w:val="000000"/>
        </w:rPr>
        <w:t xml:space="preserve"> template or the </w:t>
      </w:r>
      <w:proofErr w:type="spellStart"/>
      <w:r w:rsidRPr="005F738E">
        <w:rPr>
          <w:b/>
          <w:color w:val="000000"/>
        </w:rPr>
        <w:t>lanbase</w:t>
      </w:r>
      <w:proofErr w:type="spellEnd"/>
      <w:r w:rsidRPr="005F738E">
        <w:rPr>
          <w:b/>
          <w:color w:val="000000"/>
        </w:rPr>
        <w:t>-routing</w:t>
      </w:r>
      <w:r w:rsidRPr="005F738E">
        <w:rPr>
          <w:color w:val="000000"/>
        </w:rPr>
        <w:t xml:space="preserve"> template. The new template will be used after reboot even if the configuration is not saved.</w:t>
      </w:r>
    </w:p>
    <w:p w14:paraId="7D02D534" w14:textId="32EDBDDD" w:rsidR="00042EAF" w:rsidRPr="00042EAF" w:rsidRDefault="00042EAF" w:rsidP="00042EAF">
      <w:pPr>
        <w:pStyle w:val="ConfigWindow"/>
      </w:pPr>
      <w:r>
        <w:t>Open configuration window</w:t>
      </w:r>
    </w:p>
    <w:p w14:paraId="4540B88C" w14:textId="77777777" w:rsidR="004F7868" w:rsidRPr="005F738E" w:rsidRDefault="004F7868" w:rsidP="00042EAF">
      <w:pPr>
        <w:pStyle w:val="CMD"/>
        <w:spacing w:before="0"/>
        <w:rPr>
          <w:color w:val="000000"/>
        </w:rPr>
      </w:pPr>
      <w:r w:rsidRPr="005F738E">
        <w:rPr>
          <w:color w:val="000000"/>
        </w:rPr>
        <w:t xml:space="preserve">S1# </w:t>
      </w:r>
      <w:r w:rsidRPr="005F738E">
        <w:rPr>
          <w:b/>
          <w:color w:val="000000"/>
        </w:rPr>
        <w:t xml:space="preserve">show </w:t>
      </w:r>
      <w:proofErr w:type="spellStart"/>
      <w:r w:rsidRPr="005F738E">
        <w:rPr>
          <w:b/>
          <w:color w:val="000000"/>
        </w:rPr>
        <w:t>sdm</w:t>
      </w:r>
      <w:proofErr w:type="spellEnd"/>
      <w:r w:rsidRPr="005F738E">
        <w:rPr>
          <w:b/>
          <w:color w:val="000000"/>
        </w:rPr>
        <w:t xml:space="preserve"> prefer</w:t>
      </w:r>
    </w:p>
    <w:p w14:paraId="5EF4B889" w14:textId="77777777" w:rsidR="004F7868" w:rsidRPr="005F738E" w:rsidRDefault="004F7868" w:rsidP="004F7868">
      <w:pPr>
        <w:pStyle w:val="InstNoteRedL25"/>
        <w:rPr>
          <w:color w:val="000000"/>
        </w:rPr>
      </w:pPr>
      <w:r w:rsidRPr="005F738E">
        <w:rPr>
          <w:color w:val="000000"/>
        </w:rPr>
        <w:t xml:space="preserve">Use the following commands to assign the </w:t>
      </w:r>
      <w:r w:rsidRPr="005F738E">
        <w:rPr>
          <w:b/>
          <w:color w:val="000000"/>
        </w:rPr>
        <w:t>dual-ipv4-and-ipv6</w:t>
      </w:r>
      <w:r w:rsidRPr="005F738E">
        <w:rPr>
          <w:color w:val="000000"/>
        </w:rPr>
        <w:t xml:space="preserve"> template as the default SDM template.</w:t>
      </w:r>
    </w:p>
    <w:p w14:paraId="6D584C43" w14:textId="77777777" w:rsidR="004F7868" w:rsidRPr="005F738E" w:rsidRDefault="004F7868" w:rsidP="004F7868">
      <w:pPr>
        <w:pStyle w:val="CMD"/>
        <w:rPr>
          <w:b/>
          <w:color w:val="000000"/>
        </w:rPr>
      </w:pPr>
      <w:r w:rsidRPr="005F738E">
        <w:rPr>
          <w:color w:val="000000"/>
        </w:rPr>
        <w:t xml:space="preserve">S1# </w:t>
      </w:r>
      <w:r w:rsidRPr="005F738E">
        <w:rPr>
          <w:b/>
          <w:color w:val="000000"/>
        </w:rPr>
        <w:t>configure terminal</w:t>
      </w:r>
    </w:p>
    <w:p w14:paraId="6F72A724" w14:textId="77777777" w:rsidR="004F7868" w:rsidRPr="005F738E" w:rsidRDefault="004F7868" w:rsidP="004F7868">
      <w:pPr>
        <w:pStyle w:val="CMD"/>
        <w:rPr>
          <w:color w:val="000000"/>
        </w:rPr>
      </w:pPr>
      <w:r w:rsidRPr="005F738E">
        <w:rPr>
          <w:color w:val="000000"/>
        </w:rPr>
        <w:t xml:space="preserve">S1(config)# </w:t>
      </w:r>
      <w:proofErr w:type="spellStart"/>
      <w:r w:rsidRPr="005F738E">
        <w:rPr>
          <w:b/>
          <w:color w:val="000000"/>
        </w:rPr>
        <w:t>sdm</w:t>
      </w:r>
      <w:proofErr w:type="spellEnd"/>
      <w:r w:rsidRPr="005F738E">
        <w:rPr>
          <w:b/>
          <w:color w:val="000000"/>
        </w:rPr>
        <w:t xml:space="preserve"> prefer dual-ipv4-and-ipv6 default</w:t>
      </w:r>
    </w:p>
    <w:p w14:paraId="1C82F336" w14:textId="77777777" w:rsidR="004F7868" w:rsidRPr="005F738E" w:rsidRDefault="004F7868" w:rsidP="004F7868">
      <w:pPr>
        <w:pStyle w:val="CMD"/>
        <w:rPr>
          <w:color w:val="000000"/>
        </w:rPr>
      </w:pPr>
      <w:r w:rsidRPr="005F738E">
        <w:rPr>
          <w:color w:val="000000"/>
        </w:rPr>
        <w:t xml:space="preserve">S1(config)# </w:t>
      </w:r>
      <w:r w:rsidRPr="005F738E">
        <w:rPr>
          <w:b/>
          <w:color w:val="000000"/>
        </w:rPr>
        <w:t>end</w:t>
      </w:r>
    </w:p>
    <w:p w14:paraId="66B91E14" w14:textId="65999E80" w:rsidR="004F7868" w:rsidRDefault="004F7868" w:rsidP="004F7868">
      <w:pPr>
        <w:pStyle w:val="CMD"/>
        <w:rPr>
          <w:b/>
          <w:color w:val="000000"/>
        </w:rPr>
      </w:pPr>
      <w:r w:rsidRPr="005F738E">
        <w:rPr>
          <w:color w:val="000000"/>
        </w:rPr>
        <w:t xml:space="preserve">S1# </w:t>
      </w:r>
      <w:r w:rsidRPr="005F738E">
        <w:rPr>
          <w:b/>
          <w:color w:val="000000"/>
        </w:rPr>
        <w:t>reload</w:t>
      </w:r>
    </w:p>
    <w:p w14:paraId="51627ED3" w14:textId="714CDABA" w:rsidR="00042EAF" w:rsidRPr="005F738E" w:rsidRDefault="00042EAF" w:rsidP="00042EAF">
      <w:pPr>
        <w:pStyle w:val="ConfigWindow"/>
        <w:rPr>
          <w:b/>
        </w:rPr>
      </w:pPr>
      <w:r>
        <w:t>Close configuration window</w:t>
      </w:r>
    </w:p>
    <w:p w14:paraId="65931C3C" w14:textId="77777777" w:rsidR="00B65878" w:rsidRDefault="00B65878" w:rsidP="00042EAF">
      <w:pPr>
        <w:pStyle w:val="Heading1"/>
      </w:pPr>
      <w:r>
        <w:t>Required Resources</w:t>
      </w:r>
    </w:p>
    <w:p w14:paraId="57AF13BF" w14:textId="77777777" w:rsidR="00B65878" w:rsidRDefault="00B65878" w:rsidP="00B65878">
      <w:pPr>
        <w:pStyle w:val="Bulletlevel1"/>
        <w:spacing w:before="60" w:after="60" w:line="276" w:lineRule="auto"/>
      </w:pPr>
      <w:r>
        <w:t>1 Switch (Cisco 2960 with Cisco IOS Release 15.2(2) lanbasek9 image or comparable)</w:t>
      </w:r>
    </w:p>
    <w:p w14:paraId="72955A14" w14:textId="77777777" w:rsidR="00B65878" w:rsidRDefault="00B65878" w:rsidP="00B65878">
      <w:pPr>
        <w:pStyle w:val="Bulletlevel1"/>
        <w:spacing w:before="60" w:after="60" w:line="276" w:lineRule="auto"/>
      </w:pPr>
      <w:r>
        <w:t>1 PC (Windows with terminal emulation program, such as Tera Term)</w:t>
      </w:r>
    </w:p>
    <w:p w14:paraId="66ADAD58" w14:textId="77777777" w:rsidR="00B65878" w:rsidRDefault="00B65878" w:rsidP="00B65878">
      <w:pPr>
        <w:pStyle w:val="Bulletlevel1"/>
        <w:spacing w:before="60" w:after="60" w:line="276" w:lineRule="auto"/>
      </w:pPr>
      <w:r>
        <w:t>1 Console cable to configure the Cisco IOS device via the console port</w:t>
      </w:r>
    </w:p>
    <w:p w14:paraId="2FE00161" w14:textId="77777777" w:rsidR="00B65878" w:rsidRDefault="00B65878" w:rsidP="00B65878">
      <w:pPr>
        <w:pStyle w:val="Bulletlevel1"/>
        <w:spacing w:before="60" w:after="60" w:line="276" w:lineRule="auto"/>
      </w:pPr>
      <w:r>
        <w:t>1 Ethernet cable as shown in the topology</w:t>
      </w:r>
    </w:p>
    <w:p w14:paraId="3FA1BC1B" w14:textId="77777777" w:rsidR="00B65878" w:rsidRPr="004C0909" w:rsidRDefault="00B65878" w:rsidP="00FA6F53">
      <w:pPr>
        <w:pStyle w:val="Heading2"/>
      </w:pPr>
      <w:r>
        <w:t>Cable the Network and Verify the Default Switch Configuration</w:t>
      </w:r>
    </w:p>
    <w:p w14:paraId="3ABA37CB" w14:textId="77777777" w:rsidR="00B65878" w:rsidRDefault="00B65878" w:rsidP="00B65878">
      <w:pPr>
        <w:pStyle w:val="BodyTextL25"/>
      </w:pPr>
      <w:r>
        <w:t>In Part 1, you will set up the network topology and verify default switch settings.</w:t>
      </w:r>
    </w:p>
    <w:p w14:paraId="14FB3460" w14:textId="77777777" w:rsidR="00B65878" w:rsidRDefault="00B65878" w:rsidP="00B65878">
      <w:pPr>
        <w:pStyle w:val="Heading3"/>
        <w:tabs>
          <w:tab w:val="num" w:pos="864"/>
        </w:tabs>
        <w:ind w:left="864" w:hanging="864"/>
      </w:pPr>
      <w:r>
        <w:t>Cable the network as shown in the topology.</w:t>
      </w:r>
    </w:p>
    <w:p w14:paraId="04150140" w14:textId="77777777" w:rsidR="00B65878" w:rsidRDefault="00B65878" w:rsidP="007A0007">
      <w:pPr>
        <w:pStyle w:val="SubStepAlpha"/>
      </w:pPr>
      <w:r>
        <w:t>Connect the console cable as shown in the topology. Do not connect the PC-A Ethernet cable at this time.</w:t>
      </w:r>
    </w:p>
    <w:p w14:paraId="34DD9478" w14:textId="77777777" w:rsidR="00B65878" w:rsidRDefault="00B65878" w:rsidP="00B65878">
      <w:pPr>
        <w:pStyle w:val="BodyTextL50"/>
      </w:pPr>
      <w:r>
        <w:rPr>
          <w:b/>
        </w:rPr>
        <w:t>Note</w:t>
      </w:r>
      <w:r>
        <w:t xml:space="preserve">: If you are using </w:t>
      </w:r>
      <w:proofErr w:type="spellStart"/>
      <w:r>
        <w:t>Netlab</w:t>
      </w:r>
      <w:proofErr w:type="spellEnd"/>
      <w:r>
        <w:t>, shut down F0/6 on S1. This has the same effect as not connecting PC-A to S1.</w:t>
      </w:r>
    </w:p>
    <w:p w14:paraId="33959D7B" w14:textId="77777777" w:rsidR="00B65878" w:rsidRDefault="00B65878" w:rsidP="007A0007">
      <w:pPr>
        <w:pStyle w:val="SubStepAlpha"/>
      </w:pPr>
      <w:r>
        <w:t>Connect to the switch from PC-A using Tera Term or other terminal emulation program.</w:t>
      </w:r>
    </w:p>
    <w:p w14:paraId="0DC74204" w14:textId="77777777" w:rsidR="007A0007" w:rsidRDefault="007A0007" w:rsidP="007A0007">
      <w:pPr>
        <w:pStyle w:val="Heading4"/>
      </w:pPr>
      <w:r>
        <w:t>Question:</w:t>
      </w:r>
    </w:p>
    <w:p w14:paraId="303C4E20" w14:textId="77777777" w:rsidR="00B65878" w:rsidRDefault="00B65878" w:rsidP="007A0007">
      <w:pPr>
        <w:pStyle w:val="BodyTextL50"/>
        <w:spacing w:before="0"/>
      </w:pPr>
      <w:r>
        <w:t>Why must you use a console connection to initially configure the switch? Why is it not possible to connect to the switch via Telnet or SSH?</w:t>
      </w:r>
    </w:p>
    <w:p w14:paraId="148DDDB8" w14:textId="77777777" w:rsidR="00B65878" w:rsidRDefault="007A0007" w:rsidP="00515284">
      <w:pPr>
        <w:pStyle w:val="AnswerLineL50"/>
        <w:spacing w:after="480"/>
      </w:pPr>
      <w:r>
        <w:t>Type your answers here.</w:t>
      </w:r>
    </w:p>
    <w:p w14:paraId="398CA1B7" w14:textId="77777777" w:rsidR="00B65878" w:rsidRDefault="00B65878" w:rsidP="00B65878">
      <w:pPr>
        <w:pStyle w:val="Heading3"/>
      </w:pPr>
      <w:r>
        <w:lastRenderedPageBreak/>
        <w:t>Verify the default switch configuration.</w:t>
      </w:r>
    </w:p>
    <w:p w14:paraId="6324BC6D" w14:textId="77777777" w:rsidR="00B65878" w:rsidRDefault="00B65878" w:rsidP="00B65878">
      <w:pPr>
        <w:pStyle w:val="BodyTextL25"/>
      </w:pPr>
      <w:r>
        <w:t>In this step, you will examine the default switch settings, such as current switch configuration, IOS information, interface properties, VLAN information, and flash memory.</w:t>
      </w:r>
    </w:p>
    <w:p w14:paraId="135D7E5D" w14:textId="77777777" w:rsidR="00B65878" w:rsidRDefault="00B65878" w:rsidP="00B65878">
      <w:pPr>
        <w:pStyle w:val="BodyTextL25"/>
      </w:pPr>
      <w:r>
        <w:t>You can access all the switch IOS commands in privileged EXEC mode. Access to privileged EXEC mode should be restricted by password protection to prevent unauthorized use because it provides direct access to global configuration mode and commands used to configure operating parameters.</w:t>
      </w:r>
      <w:r w:rsidDel="00CB7C93">
        <w:t xml:space="preserve"> </w:t>
      </w:r>
      <w:r>
        <w:t>You will set passwords later in this lab.</w:t>
      </w:r>
    </w:p>
    <w:p w14:paraId="04C56452" w14:textId="77777777" w:rsidR="00B65878" w:rsidRPr="00704D93" w:rsidRDefault="00B65878" w:rsidP="00B65878">
      <w:pPr>
        <w:pStyle w:val="BodyTextL25"/>
      </w:pPr>
      <w:r>
        <w:t xml:space="preserve">The privileged EXEC mode command set includes those commands contained in user EXEC mode, as well as the </w:t>
      </w:r>
      <w:r w:rsidRPr="003A1199">
        <w:rPr>
          <w:b/>
        </w:rPr>
        <w:t>configure</w:t>
      </w:r>
      <w:r>
        <w:t xml:space="preserve"> command through which access to the remaining command modes is gained. Use the </w:t>
      </w:r>
      <w:r w:rsidRPr="002D464A">
        <w:rPr>
          <w:b/>
        </w:rPr>
        <w:t>enable</w:t>
      </w:r>
      <w:r>
        <w:t xml:space="preserve"> command to enter privileged EXEC mode.</w:t>
      </w:r>
    </w:p>
    <w:p w14:paraId="23A6498D" w14:textId="77777777" w:rsidR="00B65878" w:rsidRDefault="00B65878" w:rsidP="00515284">
      <w:pPr>
        <w:pStyle w:val="SubStepAlpha"/>
        <w:spacing w:after="0"/>
      </w:pPr>
      <w:r>
        <w:t xml:space="preserve">Assuming the switch had no </w:t>
      </w:r>
      <w:proofErr w:type="gramStart"/>
      <w:r>
        <w:t>configuration</w:t>
      </w:r>
      <w:proofErr w:type="gramEnd"/>
      <w:r>
        <w:t xml:space="preserve"> file stored in nonvolatile random-access memory (</w:t>
      </w:r>
      <w:r w:rsidRPr="00217085">
        <w:t>NVRAM</w:t>
      </w:r>
      <w:r>
        <w:t xml:space="preserve">), A console connection using Tera Term or other terminal emulation program will place you at the user EXEC mode prompt on the switch with a prompt of Switch&gt;. Use the </w:t>
      </w:r>
      <w:r w:rsidRPr="00CE42B9">
        <w:rPr>
          <w:b/>
        </w:rPr>
        <w:t>enable</w:t>
      </w:r>
      <w:r>
        <w:t xml:space="preserve"> command to enter privileged EXEC mode.</w:t>
      </w:r>
    </w:p>
    <w:p w14:paraId="3D605CB2" w14:textId="77777777" w:rsidR="00EA78F8" w:rsidRDefault="00EA78F8" w:rsidP="00EA78F8">
      <w:pPr>
        <w:pStyle w:val="ConfigWindow"/>
      </w:pPr>
      <w:r>
        <w:t>Open configuration window</w:t>
      </w:r>
    </w:p>
    <w:p w14:paraId="25985C35" w14:textId="77777777" w:rsidR="00B65878" w:rsidRPr="00C04E7E" w:rsidRDefault="00B65878" w:rsidP="00B65878">
      <w:pPr>
        <w:pStyle w:val="BodyTextL50"/>
        <w:rPr>
          <w:color w:val="000000"/>
          <w:szCs w:val="20"/>
        </w:rPr>
      </w:pPr>
      <w:r w:rsidRPr="00C04E7E">
        <w:rPr>
          <w:color w:val="000000"/>
          <w:szCs w:val="20"/>
        </w:rPr>
        <w:t>Notice that the prompt changed in the configuration to reflect privileged EXEC mode.</w:t>
      </w:r>
    </w:p>
    <w:p w14:paraId="61163598" w14:textId="77777777" w:rsidR="00B65878" w:rsidRDefault="00B65878" w:rsidP="00B65878">
      <w:pPr>
        <w:pStyle w:val="BodyTextL50"/>
      </w:pPr>
      <w:r w:rsidRPr="00C04E7E">
        <w:t xml:space="preserve">Verify </w:t>
      </w:r>
      <w:r>
        <w:t xml:space="preserve">that there is </w:t>
      </w:r>
      <w:r w:rsidRPr="00C04E7E">
        <w:t xml:space="preserve">a clean </w:t>
      </w:r>
      <w:r>
        <w:t xml:space="preserve">default </w:t>
      </w:r>
      <w:r w:rsidRPr="00C04E7E">
        <w:t xml:space="preserve">configuration file </w:t>
      </w:r>
      <w:r>
        <w:t>on the switch by issuing</w:t>
      </w:r>
      <w:r w:rsidRPr="00C04E7E">
        <w:t xml:space="preserve"> the </w:t>
      </w:r>
      <w:r w:rsidRPr="003A1199">
        <w:rPr>
          <w:rFonts w:cs="Arial"/>
          <w:b/>
          <w:bCs/>
          <w:color w:val="000000"/>
          <w:szCs w:val="20"/>
        </w:rPr>
        <w:t>show running-config</w:t>
      </w:r>
      <w:r>
        <w:rPr>
          <w:rFonts w:cs="Arial"/>
          <w:bCs/>
          <w:color w:val="000000"/>
          <w:szCs w:val="20"/>
        </w:rPr>
        <w:t xml:space="preserve"> </w:t>
      </w:r>
      <w:r w:rsidRPr="00C04E7E">
        <w:t xml:space="preserve">privileged </w:t>
      </w:r>
      <w:r>
        <w:t>EXEC</w:t>
      </w:r>
      <w:r w:rsidRPr="00C04E7E">
        <w:t xml:space="preserve"> </w:t>
      </w:r>
      <w:r>
        <w:t xml:space="preserve">mode </w:t>
      </w:r>
      <w:r>
        <w:rPr>
          <w:rFonts w:cs="Arial"/>
          <w:bCs/>
          <w:color w:val="000000"/>
          <w:szCs w:val="20"/>
        </w:rPr>
        <w:t>command</w:t>
      </w:r>
      <w:r w:rsidRPr="00C04E7E">
        <w:t xml:space="preserve">. If a configuration file was previously saved, it </w:t>
      </w:r>
      <w:r>
        <w:t>must</w:t>
      </w:r>
      <w:r w:rsidRPr="00C04E7E">
        <w:t xml:space="preserve"> be removed. Depending on </w:t>
      </w:r>
      <w:r>
        <w:t xml:space="preserve">the </w:t>
      </w:r>
      <w:r w:rsidRPr="00C04E7E">
        <w:t xml:space="preserve">switch model and IOS version, your configuration may look slightly different. However, there should be no configured passwords or IP address. If your switch does not have a default configuration, </w:t>
      </w:r>
      <w:r>
        <w:t>erase and reload the switch.</w:t>
      </w:r>
    </w:p>
    <w:p w14:paraId="2C12E7FB" w14:textId="77777777" w:rsidR="00B65878" w:rsidRPr="00BF3F0A" w:rsidRDefault="00B65878" w:rsidP="00B65878">
      <w:pPr>
        <w:pStyle w:val="BodyTextL50"/>
      </w:pPr>
      <w:r w:rsidRPr="00265283">
        <w:rPr>
          <w:b/>
        </w:rPr>
        <w:t>Note</w:t>
      </w:r>
      <w:r w:rsidRPr="00FF5C62">
        <w:t>:</w:t>
      </w:r>
      <w:r>
        <w:t xml:space="preserve"> Appendix A details the steps to initialize and reload a switch.</w:t>
      </w:r>
    </w:p>
    <w:p w14:paraId="6C5A40E7" w14:textId="77777777" w:rsidR="00B65878" w:rsidRPr="00A12EAA" w:rsidRDefault="00B65878" w:rsidP="00EA78F8">
      <w:pPr>
        <w:pStyle w:val="SubStepAlpha"/>
      </w:pPr>
      <w:r w:rsidRPr="00B80018">
        <w:t>Examine</w:t>
      </w:r>
      <w:r w:rsidRPr="00A12EAA">
        <w:t xml:space="preserve"> the current running configuration file.</w:t>
      </w:r>
    </w:p>
    <w:p w14:paraId="7E111DE8" w14:textId="77777777" w:rsidR="00EA78F8" w:rsidRPr="00C04E7E" w:rsidRDefault="00EA78F8" w:rsidP="00EA78F8">
      <w:pPr>
        <w:pStyle w:val="Heading4"/>
        <w:rPr>
          <w:color w:val="000000"/>
          <w:szCs w:val="20"/>
        </w:rPr>
      </w:pPr>
      <w:r>
        <w:t>Questions:</w:t>
      </w:r>
    </w:p>
    <w:p w14:paraId="71B55C18" w14:textId="77777777" w:rsidR="00EA78F8" w:rsidRDefault="00B65878" w:rsidP="00EA78F8">
      <w:pPr>
        <w:pStyle w:val="BodyTextL50"/>
        <w:spacing w:before="0"/>
        <w:rPr>
          <w:color w:val="000000"/>
          <w:szCs w:val="20"/>
        </w:rPr>
      </w:pPr>
      <w:r w:rsidRPr="00C04E7E">
        <w:rPr>
          <w:color w:val="000000"/>
          <w:szCs w:val="20"/>
        </w:rPr>
        <w:t xml:space="preserve">How many </w:t>
      </w:r>
      <w:proofErr w:type="spellStart"/>
      <w:r w:rsidRPr="00C04E7E">
        <w:rPr>
          <w:color w:val="000000"/>
          <w:szCs w:val="20"/>
        </w:rPr>
        <w:t>FastEthernet</w:t>
      </w:r>
      <w:proofErr w:type="spellEnd"/>
      <w:r w:rsidRPr="00C04E7E">
        <w:rPr>
          <w:color w:val="000000"/>
          <w:szCs w:val="20"/>
        </w:rPr>
        <w:t xml:space="preserve"> interfaces </w:t>
      </w:r>
      <w:r>
        <w:rPr>
          <w:color w:val="000000"/>
          <w:szCs w:val="20"/>
        </w:rPr>
        <w:t xml:space="preserve">does a 2960 switch </w:t>
      </w:r>
      <w:r w:rsidRPr="00C04E7E">
        <w:rPr>
          <w:color w:val="000000"/>
          <w:szCs w:val="20"/>
        </w:rPr>
        <w:t>have?</w:t>
      </w:r>
    </w:p>
    <w:p w14:paraId="559AE6A6" w14:textId="77777777" w:rsidR="00EA78F8" w:rsidRDefault="00EA78F8" w:rsidP="00EA78F8">
      <w:pPr>
        <w:pStyle w:val="AnswerLineL50"/>
      </w:pPr>
      <w:r>
        <w:t>Type your answers here.</w:t>
      </w:r>
    </w:p>
    <w:p w14:paraId="40256A37" w14:textId="77777777" w:rsidR="00EA78F8" w:rsidRDefault="00B65878" w:rsidP="00B65878">
      <w:pPr>
        <w:pStyle w:val="BodyTextL50"/>
        <w:rPr>
          <w:color w:val="000000"/>
          <w:szCs w:val="20"/>
        </w:rPr>
      </w:pPr>
      <w:r w:rsidRPr="00C04E7E">
        <w:rPr>
          <w:color w:val="000000"/>
          <w:szCs w:val="20"/>
        </w:rPr>
        <w:t xml:space="preserve">How many Gigabit Ethernet interfaces does </w:t>
      </w:r>
      <w:r>
        <w:rPr>
          <w:color w:val="000000"/>
          <w:szCs w:val="20"/>
        </w:rPr>
        <w:t>a 2960</w:t>
      </w:r>
      <w:r w:rsidRPr="00C04E7E">
        <w:rPr>
          <w:color w:val="000000"/>
          <w:szCs w:val="20"/>
        </w:rPr>
        <w:t xml:space="preserve"> switch have?</w:t>
      </w:r>
    </w:p>
    <w:p w14:paraId="76688C2E" w14:textId="77777777" w:rsidR="00EA78F8" w:rsidRDefault="00EA78F8" w:rsidP="00EA78F8">
      <w:pPr>
        <w:pStyle w:val="AnswerLineL50"/>
      </w:pPr>
      <w:r>
        <w:t>Type your answers here.</w:t>
      </w:r>
    </w:p>
    <w:p w14:paraId="7F2414A7" w14:textId="77777777" w:rsidR="00EA78F8" w:rsidRDefault="00B65878" w:rsidP="00B65878">
      <w:pPr>
        <w:pStyle w:val="BodyTextL50"/>
        <w:rPr>
          <w:color w:val="000000"/>
          <w:szCs w:val="20"/>
        </w:rPr>
      </w:pPr>
      <w:r w:rsidRPr="00C04E7E">
        <w:rPr>
          <w:color w:val="000000"/>
          <w:szCs w:val="20"/>
        </w:rPr>
        <w:t xml:space="preserve">What is the range of values shown for the </w:t>
      </w:r>
      <w:proofErr w:type="spellStart"/>
      <w:r w:rsidRPr="00C04E7E">
        <w:rPr>
          <w:color w:val="000000"/>
          <w:szCs w:val="20"/>
        </w:rPr>
        <w:t>vty</w:t>
      </w:r>
      <w:proofErr w:type="spellEnd"/>
      <w:r w:rsidRPr="00C04E7E">
        <w:rPr>
          <w:color w:val="000000"/>
          <w:szCs w:val="20"/>
        </w:rPr>
        <w:t xml:space="preserve"> lines?</w:t>
      </w:r>
    </w:p>
    <w:p w14:paraId="263947CD" w14:textId="77777777" w:rsidR="00EA78F8" w:rsidRDefault="00EA78F8" w:rsidP="00EA78F8">
      <w:pPr>
        <w:pStyle w:val="AnswerLineL50"/>
      </w:pPr>
      <w:r>
        <w:t>Type your answers here.</w:t>
      </w:r>
    </w:p>
    <w:p w14:paraId="3336C330" w14:textId="77777777" w:rsidR="000E5E5C" w:rsidRPr="00217085" w:rsidRDefault="00B65878" w:rsidP="000E5E5C">
      <w:pPr>
        <w:pStyle w:val="SubStepAlpha"/>
        <w:keepNext/>
      </w:pPr>
      <w:r w:rsidRPr="00217085">
        <w:t>Examine the startup configuration file</w:t>
      </w:r>
      <w:r>
        <w:t xml:space="preserve"> in </w:t>
      </w:r>
      <w:r w:rsidRPr="00217085">
        <w:t>NVRAM.</w:t>
      </w:r>
    </w:p>
    <w:p w14:paraId="2761D4D0" w14:textId="77777777" w:rsidR="000E5E5C" w:rsidRDefault="000E5E5C" w:rsidP="000E5E5C">
      <w:pPr>
        <w:pStyle w:val="Heading4"/>
      </w:pPr>
      <w:r>
        <w:t>Question:</w:t>
      </w:r>
    </w:p>
    <w:p w14:paraId="6F2DE7E8" w14:textId="77777777" w:rsidR="00B65878" w:rsidRDefault="00B65878" w:rsidP="000E5E5C">
      <w:pPr>
        <w:pStyle w:val="BodyTextL50"/>
        <w:spacing w:before="0"/>
      </w:pPr>
      <w:r w:rsidRPr="00927AD3">
        <w:t>Why does this message appear?</w:t>
      </w:r>
    </w:p>
    <w:p w14:paraId="4F269FE6" w14:textId="77777777" w:rsidR="000E5E5C" w:rsidRPr="00927AD3" w:rsidRDefault="000E5E5C" w:rsidP="000E5E5C">
      <w:pPr>
        <w:pStyle w:val="AnswerLineL50"/>
      </w:pPr>
      <w:r>
        <w:t>Type your answers here.</w:t>
      </w:r>
    </w:p>
    <w:p w14:paraId="4B13B7D8" w14:textId="77777777" w:rsidR="00B65878" w:rsidRDefault="00B65878" w:rsidP="00B65878">
      <w:pPr>
        <w:pStyle w:val="SubStepAlpha"/>
        <w:keepNext/>
      </w:pPr>
      <w:bookmarkStart w:id="0" w:name="BM3"/>
      <w:bookmarkEnd w:id="0"/>
      <w:r w:rsidRPr="00217085">
        <w:t xml:space="preserve">Examine the characteristics of the </w:t>
      </w:r>
      <w:r>
        <w:t xml:space="preserve">SVI for </w:t>
      </w:r>
      <w:r w:rsidRPr="00217085">
        <w:t>VLAN</w:t>
      </w:r>
      <w:r>
        <w:t xml:space="preserve"> </w:t>
      </w:r>
      <w:r w:rsidRPr="00217085">
        <w:t>1.</w:t>
      </w:r>
    </w:p>
    <w:p w14:paraId="3DA1CA62" w14:textId="77777777" w:rsidR="000E5E5C" w:rsidRDefault="000E5E5C" w:rsidP="000E5E5C">
      <w:pPr>
        <w:pStyle w:val="Heading4"/>
      </w:pPr>
      <w:r>
        <w:t>Questions:</w:t>
      </w:r>
    </w:p>
    <w:p w14:paraId="02DDF5A3" w14:textId="77777777" w:rsidR="000E5E5C" w:rsidRDefault="00B65878" w:rsidP="00B65878">
      <w:pPr>
        <w:pStyle w:val="BodyTextL50"/>
        <w:rPr>
          <w:color w:val="000000"/>
          <w:szCs w:val="20"/>
        </w:rPr>
      </w:pPr>
      <w:r w:rsidRPr="00C04E7E">
        <w:rPr>
          <w:color w:val="000000"/>
          <w:szCs w:val="20"/>
        </w:rPr>
        <w:t xml:space="preserve">Is there an IP address </w:t>
      </w:r>
      <w:r>
        <w:rPr>
          <w:color w:val="000000"/>
          <w:szCs w:val="20"/>
        </w:rPr>
        <w:t>assigned to VLAN 1?</w:t>
      </w:r>
    </w:p>
    <w:p w14:paraId="18250E23" w14:textId="77777777" w:rsidR="000E5E5C" w:rsidRPr="000E5E5C" w:rsidRDefault="000E5E5C" w:rsidP="000E5E5C">
      <w:pPr>
        <w:pStyle w:val="AnswerLineL50"/>
      </w:pPr>
      <w:r w:rsidRPr="000E5E5C">
        <w:t>Type your answers here.</w:t>
      </w:r>
    </w:p>
    <w:p w14:paraId="5F20CF63" w14:textId="77777777" w:rsidR="000E5E5C" w:rsidRDefault="00B65878" w:rsidP="00B65878">
      <w:pPr>
        <w:pStyle w:val="BodyTextL50"/>
        <w:rPr>
          <w:color w:val="000000"/>
          <w:szCs w:val="20"/>
        </w:rPr>
      </w:pPr>
      <w:r w:rsidRPr="0021676A">
        <w:rPr>
          <w:color w:val="000000"/>
          <w:szCs w:val="20"/>
        </w:rPr>
        <w:t xml:space="preserve">What is the MAC address of this </w:t>
      </w:r>
      <w:r>
        <w:rPr>
          <w:color w:val="000000"/>
          <w:szCs w:val="20"/>
        </w:rPr>
        <w:t>SVI</w:t>
      </w:r>
      <w:r w:rsidRPr="0021676A">
        <w:rPr>
          <w:color w:val="000000"/>
          <w:szCs w:val="20"/>
        </w:rPr>
        <w:t xml:space="preserve">? </w:t>
      </w:r>
      <w:r>
        <w:rPr>
          <w:color w:val="000000"/>
          <w:szCs w:val="20"/>
        </w:rPr>
        <w:t>Answers will vary.</w:t>
      </w:r>
    </w:p>
    <w:p w14:paraId="08C0DF70" w14:textId="77777777" w:rsidR="00B65878" w:rsidRPr="002A1F16" w:rsidRDefault="000E5E5C" w:rsidP="000E5E5C">
      <w:pPr>
        <w:pStyle w:val="AnswerLineL50"/>
      </w:pPr>
      <w:r>
        <w:t xml:space="preserve">Type your answers </w:t>
      </w:r>
      <w:r w:rsidRPr="002A1F16">
        <w:t>here.</w:t>
      </w:r>
    </w:p>
    <w:p w14:paraId="780A1988" w14:textId="77777777" w:rsidR="00B65878" w:rsidRDefault="00B65878" w:rsidP="00B65878">
      <w:pPr>
        <w:pStyle w:val="BodyTextL50"/>
        <w:rPr>
          <w:color w:val="000000"/>
          <w:szCs w:val="20"/>
        </w:rPr>
      </w:pPr>
      <w:r w:rsidRPr="00C04E7E">
        <w:rPr>
          <w:color w:val="000000"/>
          <w:szCs w:val="20"/>
        </w:rPr>
        <w:t>Is this interface up?</w:t>
      </w:r>
    </w:p>
    <w:p w14:paraId="36828080" w14:textId="77777777" w:rsidR="00B65878" w:rsidRDefault="000E5E5C" w:rsidP="00515284">
      <w:pPr>
        <w:pStyle w:val="AnswerLineL50"/>
        <w:spacing w:after="600"/>
      </w:pPr>
      <w:r>
        <w:t>Type your answers here.</w:t>
      </w:r>
    </w:p>
    <w:p w14:paraId="5A8A52CC" w14:textId="77777777" w:rsidR="00B65878" w:rsidRPr="00C04E7E" w:rsidRDefault="00B65878" w:rsidP="00B65878">
      <w:pPr>
        <w:pStyle w:val="SubStepAlpha"/>
        <w:keepNext/>
        <w:rPr>
          <w:color w:val="000000"/>
          <w:szCs w:val="20"/>
        </w:rPr>
      </w:pPr>
      <w:r w:rsidRPr="00217085">
        <w:lastRenderedPageBreak/>
        <w:t xml:space="preserve">Examine the </w:t>
      </w:r>
      <w:r w:rsidRPr="00857924">
        <w:t xml:space="preserve">IP properties of the </w:t>
      </w:r>
      <w:r>
        <w:t>SVI</w:t>
      </w:r>
      <w:r w:rsidRPr="00217085">
        <w:t xml:space="preserve"> VLAN</w:t>
      </w:r>
      <w:r>
        <w:t xml:space="preserve"> </w:t>
      </w:r>
      <w:r w:rsidRPr="00217085">
        <w:t>1.</w:t>
      </w:r>
    </w:p>
    <w:p w14:paraId="4E4B44F8" w14:textId="77777777" w:rsidR="006E1D5D" w:rsidRDefault="006E1D5D" w:rsidP="006E1D5D">
      <w:pPr>
        <w:pStyle w:val="Heading4"/>
      </w:pPr>
      <w:r>
        <w:t>Question:</w:t>
      </w:r>
    </w:p>
    <w:p w14:paraId="38A1AA72" w14:textId="77777777" w:rsidR="00B65878" w:rsidRDefault="00B65878" w:rsidP="006E1D5D">
      <w:pPr>
        <w:pStyle w:val="BodyTextL50"/>
        <w:spacing w:before="0"/>
        <w:rPr>
          <w:color w:val="000000"/>
          <w:szCs w:val="20"/>
        </w:rPr>
      </w:pPr>
      <w:r w:rsidRPr="00C04E7E">
        <w:rPr>
          <w:color w:val="000000"/>
          <w:szCs w:val="20"/>
        </w:rPr>
        <w:t>What output do you see?</w:t>
      </w:r>
    </w:p>
    <w:p w14:paraId="2D14B4C7" w14:textId="77777777" w:rsidR="00B65878" w:rsidRPr="002A1F16" w:rsidRDefault="006E1D5D" w:rsidP="006E1D5D">
      <w:pPr>
        <w:pStyle w:val="AnswerLineL50"/>
      </w:pPr>
      <w:r>
        <w:t>Type your answ</w:t>
      </w:r>
      <w:r w:rsidRPr="002A1F16">
        <w:t>ers here.</w:t>
      </w:r>
    </w:p>
    <w:p w14:paraId="21A53367" w14:textId="77777777" w:rsidR="00B65878" w:rsidRPr="00B11E88" w:rsidRDefault="00B65878" w:rsidP="00B65878">
      <w:pPr>
        <w:pStyle w:val="SubStepAlpha"/>
        <w:keepNext/>
        <w:rPr>
          <w:color w:val="000000"/>
          <w:szCs w:val="20"/>
        </w:rPr>
      </w:pPr>
      <w:r w:rsidRPr="00B11E88">
        <w:t xml:space="preserve">Connect </w:t>
      </w:r>
      <w:r>
        <w:t>an Ethernet cable from</w:t>
      </w:r>
      <w:r w:rsidRPr="00B11E88">
        <w:t xml:space="preserve"> PC-A</w:t>
      </w:r>
      <w:r>
        <w:t xml:space="preserve"> to port 6 on the switch</w:t>
      </w:r>
      <w:r w:rsidRPr="00B11E88">
        <w:t xml:space="preserve"> </w:t>
      </w:r>
      <w:r>
        <w:t>and e</w:t>
      </w:r>
      <w:r w:rsidRPr="00217085">
        <w:t xml:space="preserve">xamine the </w:t>
      </w:r>
      <w:r w:rsidRPr="00857924">
        <w:t xml:space="preserve">IP properties of the </w:t>
      </w:r>
      <w:r>
        <w:t>SVI</w:t>
      </w:r>
      <w:r w:rsidRPr="00217085">
        <w:t xml:space="preserve"> VLAN</w:t>
      </w:r>
      <w:r>
        <w:t xml:space="preserve"> 1. Allow time for the switch and PC to negotiate duplex and speed parameters.</w:t>
      </w:r>
    </w:p>
    <w:p w14:paraId="59B1B61B" w14:textId="77777777" w:rsidR="00B65878" w:rsidRDefault="00B65878" w:rsidP="00B65878">
      <w:pPr>
        <w:pStyle w:val="BodyTextL50"/>
      </w:pPr>
      <w:r w:rsidRPr="00B9260D">
        <w:rPr>
          <w:b/>
        </w:rPr>
        <w:t>Note</w:t>
      </w:r>
      <w:r>
        <w:t xml:space="preserve">: If you are using </w:t>
      </w:r>
      <w:proofErr w:type="spellStart"/>
      <w:r>
        <w:t>Netlab</w:t>
      </w:r>
      <w:proofErr w:type="spellEnd"/>
      <w:r>
        <w:t>, enable interface F0/6 on S1.</w:t>
      </w:r>
    </w:p>
    <w:p w14:paraId="5E716EDA" w14:textId="77777777" w:rsidR="006E1D5D" w:rsidRDefault="006E1D5D" w:rsidP="006E1D5D">
      <w:pPr>
        <w:pStyle w:val="Heading4"/>
      </w:pPr>
      <w:r>
        <w:t>Question:</w:t>
      </w:r>
    </w:p>
    <w:p w14:paraId="40B68620" w14:textId="77777777" w:rsidR="00B65878" w:rsidRDefault="00B65878" w:rsidP="006E1D5D">
      <w:pPr>
        <w:pStyle w:val="BodyTextL50"/>
        <w:spacing w:before="0"/>
        <w:rPr>
          <w:color w:val="000000"/>
          <w:szCs w:val="20"/>
        </w:rPr>
      </w:pPr>
      <w:r w:rsidRPr="00B11E88">
        <w:rPr>
          <w:color w:val="000000"/>
          <w:szCs w:val="20"/>
        </w:rPr>
        <w:t>What output do you see?</w:t>
      </w:r>
    </w:p>
    <w:p w14:paraId="354446CD" w14:textId="77777777" w:rsidR="00B65878" w:rsidRPr="002A1F16" w:rsidRDefault="0076736B" w:rsidP="0076736B">
      <w:pPr>
        <w:pStyle w:val="AnswerLineL50"/>
      </w:pPr>
      <w:r>
        <w:t>Type your answers</w:t>
      </w:r>
      <w:r w:rsidRPr="002A1F16">
        <w:t xml:space="preserve"> here.</w:t>
      </w:r>
    </w:p>
    <w:p w14:paraId="736BE2A7" w14:textId="77777777" w:rsidR="00B65878" w:rsidRPr="00857924" w:rsidRDefault="00B65878" w:rsidP="00B65878">
      <w:pPr>
        <w:pStyle w:val="SubStepAlpha"/>
        <w:keepNext/>
      </w:pPr>
      <w:r w:rsidRPr="00857924">
        <w:rPr>
          <w:color w:val="000000"/>
          <w:szCs w:val="20"/>
        </w:rPr>
        <w:t xml:space="preserve">Examine the </w:t>
      </w:r>
      <w:r w:rsidRPr="00857924">
        <w:t>Cisco IOS</w:t>
      </w:r>
      <w:r w:rsidRPr="00857924">
        <w:rPr>
          <w:color w:val="000000"/>
          <w:szCs w:val="20"/>
        </w:rPr>
        <w:t xml:space="preserve"> version inf</w:t>
      </w:r>
      <w:r>
        <w:rPr>
          <w:color w:val="000000"/>
          <w:szCs w:val="20"/>
        </w:rPr>
        <w:t>ormation of the switch</w:t>
      </w:r>
      <w:r w:rsidRPr="00857924">
        <w:rPr>
          <w:color w:val="000000"/>
          <w:szCs w:val="20"/>
        </w:rPr>
        <w:t>.</w:t>
      </w:r>
    </w:p>
    <w:p w14:paraId="01487323" w14:textId="77777777" w:rsidR="0076736B" w:rsidRDefault="0076736B" w:rsidP="0076736B">
      <w:pPr>
        <w:pStyle w:val="Heading4"/>
      </w:pPr>
      <w:r>
        <w:t>Questions:</w:t>
      </w:r>
    </w:p>
    <w:p w14:paraId="5375C481" w14:textId="77777777" w:rsidR="0076736B" w:rsidRDefault="00B65878" w:rsidP="0076736B">
      <w:pPr>
        <w:pStyle w:val="BodyTextL50"/>
        <w:spacing w:before="0"/>
        <w:rPr>
          <w:color w:val="000000"/>
          <w:szCs w:val="20"/>
        </w:rPr>
      </w:pPr>
      <w:r w:rsidRPr="00857924">
        <w:rPr>
          <w:color w:val="000000"/>
          <w:szCs w:val="20"/>
        </w:rPr>
        <w:t>What is the Cisco IOS version that the switch is running?</w:t>
      </w:r>
    </w:p>
    <w:p w14:paraId="68006AF2" w14:textId="77777777" w:rsidR="00B65878" w:rsidRPr="00515284" w:rsidRDefault="0076736B" w:rsidP="0076736B">
      <w:pPr>
        <w:pStyle w:val="AnswerLineL50"/>
      </w:pPr>
      <w:r>
        <w:t>Type your answers here</w:t>
      </w:r>
      <w:r w:rsidRPr="00515284">
        <w:t>.</w:t>
      </w:r>
    </w:p>
    <w:p w14:paraId="53463C63" w14:textId="77777777" w:rsidR="00B65878" w:rsidRDefault="00B65878" w:rsidP="00B65878">
      <w:pPr>
        <w:pStyle w:val="BodyTextL50"/>
      </w:pPr>
      <w:r w:rsidRPr="00857924">
        <w:rPr>
          <w:color w:val="000000"/>
          <w:szCs w:val="20"/>
        </w:rPr>
        <w:t>What is the system image filename?</w:t>
      </w:r>
    </w:p>
    <w:p w14:paraId="488788B1" w14:textId="77777777" w:rsidR="00E07B7D" w:rsidRPr="00515284" w:rsidRDefault="00E07B7D" w:rsidP="00E07B7D">
      <w:pPr>
        <w:pStyle w:val="AnswerLineL50"/>
      </w:pPr>
      <w:r>
        <w:t>Type your answers here</w:t>
      </w:r>
      <w:r w:rsidRPr="00515284">
        <w:t>.</w:t>
      </w:r>
    </w:p>
    <w:p w14:paraId="4A9CFCCF" w14:textId="77777777" w:rsidR="00E07B7D" w:rsidRDefault="00B65878" w:rsidP="00B65878">
      <w:pPr>
        <w:pStyle w:val="BodyTextL50"/>
      </w:pPr>
      <w:r w:rsidRPr="0021676A">
        <w:t>What is the base MAC address of this switch?</w:t>
      </w:r>
    </w:p>
    <w:p w14:paraId="039B7981" w14:textId="77777777" w:rsidR="00B65878" w:rsidRDefault="00E07B7D" w:rsidP="00E07B7D">
      <w:pPr>
        <w:pStyle w:val="AnswerLineL50"/>
      </w:pPr>
      <w:r>
        <w:t>Type your answers here.</w:t>
      </w:r>
    </w:p>
    <w:p w14:paraId="1A6DCEA0" w14:textId="77777777" w:rsidR="00B65878" w:rsidRPr="006379BC" w:rsidRDefault="00B65878" w:rsidP="00B65878">
      <w:pPr>
        <w:pStyle w:val="SubStepAlpha"/>
        <w:keepNext/>
        <w:rPr>
          <w:color w:val="000000"/>
          <w:szCs w:val="20"/>
        </w:rPr>
      </w:pPr>
      <w:r w:rsidRPr="006379BC">
        <w:rPr>
          <w:color w:val="000000"/>
          <w:szCs w:val="20"/>
        </w:rPr>
        <w:t xml:space="preserve">Examine the default properties of the </w:t>
      </w:r>
      <w:proofErr w:type="spellStart"/>
      <w:r w:rsidRPr="006379BC">
        <w:rPr>
          <w:color w:val="000000"/>
          <w:szCs w:val="20"/>
        </w:rPr>
        <w:t>FastEthernet</w:t>
      </w:r>
      <w:proofErr w:type="spellEnd"/>
      <w:r w:rsidRPr="006379BC">
        <w:rPr>
          <w:color w:val="000000"/>
          <w:szCs w:val="20"/>
        </w:rPr>
        <w:t xml:space="preserve"> interface used by </w:t>
      </w:r>
      <w:r>
        <w:rPr>
          <w:color w:val="000000"/>
          <w:szCs w:val="20"/>
        </w:rPr>
        <w:t>PC-A</w:t>
      </w:r>
      <w:r w:rsidRPr="006379BC">
        <w:rPr>
          <w:color w:val="000000"/>
          <w:szCs w:val="20"/>
        </w:rPr>
        <w:t>.</w:t>
      </w:r>
    </w:p>
    <w:p w14:paraId="019C9A15" w14:textId="77777777" w:rsidR="00B65878" w:rsidRDefault="00B65878" w:rsidP="00B65878">
      <w:pPr>
        <w:pStyle w:val="CMD"/>
        <w:rPr>
          <w:b/>
        </w:rPr>
      </w:pPr>
      <w:r w:rsidRPr="006379BC">
        <w:t>Switch#</w:t>
      </w:r>
      <w:r>
        <w:rPr>
          <w:color w:val="000000"/>
          <w:szCs w:val="20"/>
        </w:rPr>
        <w:t xml:space="preserve"> </w:t>
      </w:r>
      <w:r w:rsidRPr="006379BC">
        <w:rPr>
          <w:b/>
        </w:rPr>
        <w:t xml:space="preserve">show interface </w:t>
      </w:r>
      <w:r>
        <w:rPr>
          <w:b/>
        </w:rPr>
        <w:t>f</w:t>
      </w:r>
      <w:r w:rsidRPr="006379BC">
        <w:rPr>
          <w:b/>
        </w:rPr>
        <w:t>0/6</w:t>
      </w:r>
    </w:p>
    <w:p w14:paraId="6FCFD5D1" w14:textId="77777777" w:rsidR="00E07B7D" w:rsidRPr="006379BC" w:rsidRDefault="00E07B7D" w:rsidP="00E07B7D">
      <w:pPr>
        <w:pStyle w:val="Heading4"/>
        <w:rPr>
          <w:color w:val="000000"/>
          <w:szCs w:val="20"/>
        </w:rPr>
      </w:pPr>
      <w:r>
        <w:t>Question:</w:t>
      </w:r>
    </w:p>
    <w:p w14:paraId="134AA9FE" w14:textId="77777777" w:rsidR="00E07B7D" w:rsidRDefault="00B65878" w:rsidP="00E07B7D">
      <w:pPr>
        <w:pStyle w:val="BodyTextL50"/>
        <w:tabs>
          <w:tab w:val="right" w:pos="10080"/>
        </w:tabs>
        <w:spacing w:before="0"/>
        <w:rPr>
          <w:color w:val="000000"/>
          <w:szCs w:val="20"/>
        </w:rPr>
      </w:pPr>
      <w:r w:rsidRPr="006379BC">
        <w:rPr>
          <w:color w:val="000000"/>
          <w:szCs w:val="20"/>
        </w:rPr>
        <w:t>Is the interface up or down?</w:t>
      </w:r>
    </w:p>
    <w:p w14:paraId="3268260E" w14:textId="77777777" w:rsidR="00E07B7D" w:rsidRDefault="00E07B7D" w:rsidP="00E07B7D">
      <w:pPr>
        <w:pStyle w:val="AnswerLineL50"/>
      </w:pPr>
      <w:r>
        <w:t>Type your answers here.</w:t>
      </w:r>
    </w:p>
    <w:p w14:paraId="750B678F" w14:textId="77777777" w:rsidR="00B65878" w:rsidRDefault="00B65878" w:rsidP="00B65878">
      <w:pPr>
        <w:pStyle w:val="BodyTextL50"/>
      </w:pPr>
      <w:r w:rsidRPr="006379BC">
        <w:rPr>
          <w:color w:val="000000"/>
          <w:szCs w:val="20"/>
        </w:rPr>
        <w:t>What event would make an interface go up?</w:t>
      </w:r>
    </w:p>
    <w:p w14:paraId="5190C00D" w14:textId="77777777" w:rsidR="00E07B7D" w:rsidRPr="00E07B7D" w:rsidRDefault="00E07B7D" w:rsidP="00E07B7D">
      <w:pPr>
        <w:pStyle w:val="AnswerLineL50"/>
      </w:pPr>
      <w:r>
        <w:t>Type your answers here.</w:t>
      </w:r>
    </w:p>
    <w:p w14:paraId="49D5461F" w14:textId="77777777" w:rsidR="00E07B7D" w:rsidRDefault="00B65878" w:rsidP="00B65878">
      <w:pPr>
        <w:pStyle w:val="BodyTextL50"/>
      </w:pPr>
      <w:r w:rsidRPr="006379BC">
        <w:rPr>
          <w:color w:val="000000"/>
          <w:szCs w:val="20"/>
        </w:rPr>
        <w:t>What is the MAC address of the interface?</w:t>
      </w:r>
    </w:p>
    <w:p w14:paraId="15EFFD70" w14:textId="77777777" w:rsidR="00E07B7D" w:rsidRDefault="00E07B7D" w:rsidP="00E07B7D">
      <w:pPr>
        <w:pStyle w:val="AnswerLineL50"/>
      </w:pPr>
      <w:r>
        <w:t>Type your answers here.</w:t>
      </w:r>
    </w:p>
    <w:p w14:paraId="019E1475" w14:textId="77777777" w:rsidR="00E07B7D" w:rsidRDefault="00B65878" w:rsidP="00B65878">
      <w:pPr>
        <w:pStyle w:val="BodyTextL50"/>
      </w:pPr>
      <w:r w:rsidRPr="006379BC">
        <w:rPr>
          <w:color w:val="000000"/>
          <w:szCs w:val="20"/>
        </w:rPr>
        <w:t>What is the speed and duplex setting of the interface?</w:t>
      </w:r>
    </w:p>
    <w:p w14:paraId="28837950" w14:textId="77777777" w:rsidR="00E07B7D" w:rsidRDefault="00E07B7D" w:rsidP="00E07B7D">
      <w:pPr>
        <w:pStyle w:val="AnswerLineL50"/>
      </w:pPr>
      <w:r>
        <w:t>Type your answers here.</w:t>
      </w:r>
    </w:p>
    <w:p w14:paraId="475A932E" w14:textId="77777777" w:rsidR="00B65878" w:rsidRPr="006379BC" w:rsidRDefault="00B65878" w:rsidP="00B65878">
      <w:pPr>
        <w:pStyle w:val="SubStepAlpha"/>
        <w:keepNext/>
        <w:rPr>
          <w:color w:val="000000"/>
          <w:szCs w:val="20"/>
        </w:rPr>
      </w:pPr>
      <w:r w:rsidRPr="006379BC">
        <w:rPr>
          <w:color w:val="000000"/>
          <w:szCs w:val="20"/>
        </w:rPr>
        <w:t>Examine the default VLAN settings of the switch.</w:t>
      </w:r>
    </w:p>
    <w:p w14:paraId="7259F60E" w14:textId="77777777" w:rsidR="00E07B7D" w:rsidRDefault="00E07B7D" w:rsidP="00E07B7D">
      <w:pPr>
        <w:pStyle w:val="Heading4"/>
      </w:pPr>
      <w:r>
        <w:t>Question:</w:t>
      </w:r>
    </w:p>
    <w:p w14:paraId="004163F6" w14:textId="77777777" w:rsidR="00E07B7D" w:rsidRDefault="00B65878" w:rsidP="00E07B7D">
      <w:pPr>
        <w:pStyle w:val="BodyTextL50"/>
        <w:spacing w:before="0"/>
        <w:rPr>
          <w:color w:val="000000"/>
          <w:szCs w:val="20"/>
        </w:rPr>
      </w:pPr>
      <w:r w:rsidRPr="006379BC">
        <w:rPr>
          <w:color w:val="000000"/>
          <w:szCs w:val="20"/>
        </w:rPr>
        <w:t xml:space="preserve">What is the </w:t>
      </w:r>
      <w:r>
        <w:rPr>
          <w:color w:val="000000"/>
          <w:szCs w:val="20"/>
        </w:rPr>
        <w:t xml:space="preserve">default </w:t>
      </w:r>
      <w:r w:rsidRPr="006379BC">
        <w:rPr>
          <w:color w:val="000000"/>
          <w:szCs w:val="20"/>
        </w:rPr>
        <w:t>name of VLAN 1?</w:t>
      </w:r>
    </w:p>
    <w:p w14:paraId="67A484FE" w14:textId="77777777" w:rsidR="00E07B7D" w:rsidRDefault="00E07B7D" w:rsidP="00E07B7D">
      <w:pPr>
        <w:pStyle w:val="AnswerLineL50"/>
      </w:pPr>
      <w:r>
        <w:t>Type your answers here.</w:t>
      </w:r>
    </w:p>
    <w:p w14:paraId="62020402" w14:textId="77777777" w:rsidR="00B65878" w:rsidRDefault="00B65878" w:rsidP="00B65878">
      <w:pPr>
        <w:pStyle w:val="BodyTextL50"/>
      </w:pPr>
      <w:r w:rsidRPr="006379BC">
        <w:rPr>
          <w:color w:val="000000"/>
          <w:szCs w:val="20"/>
        </w:rPr>
        <w:t>Which ports are in VLAN</w:t>
      </w:r>
      <w:r>
        <w:rPr>
          <w:color w:val="000000"/>
          <w:szCs w:val="20"/>
        </w:rPr>
        <w:t xml:space="preserve"> 1</w:t>
      </w:r>
      <w:r w:rsidRPr="006379BC">
        <w:rPr>
          <w:color w:val="000000"/>
          <w:szCs w:val="20"/>
        </w:rPr>
        <w:t>?</w:t>
      </w:r>
    </w:p>
    <w:p w14:paraId="0260A24A" w14:textId="77777777" w:rsidR="00E07B7D" w:rsidRPr="002A1F16" w:rsidRDefault="00E07B7D" w:rsidP="00E07B7D">
      <w:pPr>
        <w:pStyle w:val="AnswerLineL50"/>
      </w:pPr>
      <w:r>
        <w:t>Type your answers her</w:t>
      </w:r>
      <w:r w:rsidRPr="002A1F16">
        <w:t>e.</w:t>
      </w:r>
    </w:p>
    <w:p w14:paraId="0B4E9077" w14:textId="77777777" w:rsidR="00E07B7D" w:rsidRDefault="00B65878" w:rsidP="00B65878">
      <w:pPr>
        <w:pStyle w:val="BodyTextL50"/>
        <w:rPr>
          <w:color w:val="000000"/>
          <w:szCs w:val="20"/>
        </w:rPr>
      </w:pPr>
      <w:r w:rsidRPr="006379BC">
        <w:rPr>
          <w:color w:val="000000"/>
          <w:szCs w:val="20"/>
        </w:rPr>
        <w:t>Is VLAN 1 active?</w:t>
      </w:r>
    </w:p>
    <w:p w14:paraId="6008E452" w14:textId="77777777" w:rsidR="00E07B7D" w:rsidRDefault="00E07B7D" w:rsidP="00E07B7D">
      <w:pPr>
        <w:pStyle w:val="AnswerLineL50"/>
      </w:pPr>
      <w:r>
        <w:t>Type your answers here.</w:t>
      </w:r>
    </w:p>
    <w:p w14:paraId="4171710A" w14:textId="77777777" w:rsidR="00E07B7D" w:rsidRDefault="00B65878" w:rsidP="00B65878">
      <w:pPr>
        <w:pStyle w:val="BodyTextL50"/>
        <w:rPr>
          <w:color w:val="000000"/>
          <w:szCs w:val="20"/>
        </w:rPr>
      </w:pPr>
      <w:r w:rsidRPr="006379BC">
        <w:rPr>
          <w:color w:val="000000"/>
          <w:szCs w:val="20"/>
        </w:rPr>
        <w:t>What type of VLAN is the default VLAN?</w:t>
      </w:r>
    </w:p>
    <w:p w14:paraId="380A6E91" w14:textId="77777777" w:rsidR="00E07B7D" w:rsidRDefault="00E07B7D" w:rsidP="00E07B7D">
      <w:pPr>
        <w:pStyle w:val="AnswerLineL50"/>
      </w:pPr>
      <w:r>
        <w:t>Type your answers here.</w:t>
      </w:r>
    </w:p>
    <w:p w14:paraId="5AA20311" w14:textId="77777777" w:rsidR="00B65878" w:rsidRPr="006379BC" w:rsidRDefault="00B65878" w:rsidP="00B65878">
      <w:pPr>
        <w:pStyle w:val="SubStepAlpha"/>
        <w:keepNext/>
        <w:rPr>
          <w:color w:val="000000"/>
          <w:szCs w:val="20"/>
        </w:rPr>
      </w:pPr>
      <w:r w:rsidRPr="006379BC">
        <w:rPr>
          <w:color w:val="000000"/>
          <w:szCs w:val="20"/>
        </w:rPr>
        <w:t>Examine flash memory.</w:t>
      </w:r>
    </w:p>
    <w:p w14:paraId="145C99DE" w14:textId="77777777" w:rsidR="00B65878" w:rsidRPr="00944C6A" w:rsidRDefault="00B65878" w:rsidP="00B65878">
      <w:pPr>
        <w:pStyle w:val="BodyTextL50"/>
        <w:rPr>
          <w:color w:val="000000"/>
          <w:szCs w:val="20"/>
        </w:rPr>
      </w:pPr>
      <w:r w:rsidRPr="00944C6A">
        <w:rPr>
          <w:color w:val="000000"/>
          <w:szCs w:val="20"/>
        </w:rPr>
        <w:t>Issue one of the following commands to examine the contents of the flash directory.</w:t>
      </w:r>
    </w:p>
    <w:p w14:paraId="3F879956" w14:textId="77777777" w:rsidR="00B65878" w:rsidRPr="000B00BE" w:rsidRDefault="00B65878" w:rsidP="00863E48">
      <w:pPr>
        <w:pStyle w:val="CMD"/>
      </w:pPr>
      <w:r w:rsidRPr="0058026D">
        <w:t>Switch#</w:t>
      </w:r>
      <w:r w:rsidRPr="00944C6A">
        <w:rPr>
          <w:color w:val="000000"/>
          <w:szCs w:val="20"/>
        </w:rPr>
        <w:t xml:space="preserve"> </w:t>
      </w:r>
      <w:r w:rsidRPr="00863E48">
        <w:rPr>
          <w:b/>
        </w:rPr>
        <w:t>show flash</w:t>
      </w:r>
    </w:p>
    <w:p w14:paraId="50126137" w14:textId="77777777" w:rsidR="00B65878" w:rsidRPr="000B00BE" w:rsidRDefault="00B65878" w:rsidP="00863E48">
      <w:pPr>
        <w:pStyle w:val="CMD"/>
      </w:pPr>
      <w:r w:rsidRPr="000B00BE">
        <w:lastRenderedPageBreak/>
        <w:t xml:space="preserve">Switch# </w:t>
      </w:r>
      <w:proofErr w:type="spellStart"/>
      <w:r w:rsidRPr="00863E48">
        <w:rPr>
          <w:b/>
        </w:rPr>
        <w:t>dir</w:t>
      </w:r>
      <w:proofErr w:type="spellEnd"/>
      <w:r w:rsidRPr="00863E48">
        <w:rPr>
          <w:b/>
        </w:rPr>
        <w:t xml:space="preserve"> flash:</w:t>
      </w:r>
    </w:p>
    <w:p w14:paraId="6C28672D" w14:textId="77777777" w:rsidR="00B65878" w:rsidRDefault="00B65878" w:rsidP="00B65878">
      <w:pPr>
        <w:pStyle w:val="BodyTextL50"/>
        <w:rPr>
          <w:color w:val="000000"/>
          <w:szCs w:val="20"/>
        </w:rPr>
      </w:pPr>
      <w:r w:rsidRPr="006379BC">
        <w:rPr>
          <w:color w:val="000000"/>
          <w:szCs w:val="20"/>
        </w:rPr>
        <w:t>Files have a file extension, such as .bin, at the end of the filename. Directories do not have a file extension.</w:t>
      </w:r>
    </w:p>
    <w:p w14:paraId="650B0E46" w14:textId="77777777" w:rsidR="00E07B7D" w:rsidRPr="00E01595" w:rsidRDefault="00E07B7D" w:rsidP="00E07B7D">
      <w:pPr>
        <w:pStyle w:val="Heading4"/>
        <w:rPr>
          <w:highlight w:val="red"/>
        </w:rPr>
      </w:pPr>
      <w:r>
        <w:t>Question:</w:t>
      </w:r>
    </w:p>
    <w:p w14:paraId="742F870B" w14:textId="77777777" w:rsidR="00E07B7D" w:rsidRDefault="00B65878" w:rsidP="00E07B7D">
      <w:pPr>
        <w:pStyle w:val="BodyTextL50"/>
        <w:spacing w:before="0"/>
        <w:rPr>
          <w:color w:val="000000"/>
          <w:szCs w:val="20"/>
        </w:rPr>
      </w:pPr>
      <w:r w:rsidRPr="006379BC">
        <w:rPr>
          <w:color w:val="000000"/>
          <w:szCs w:val="20"/>
        </w:rPr>
        <w:t xml:space="preserve">What is the </w:t>
      </w:r>
      <w:r>
        <w:rPr>
          <w:color w:val="000000"/>
          <w:szCs w:val="20"/>
        </w:rPr>
        <w:t>file</w:t>
      </w:r>
      <w:r w:rsidRPr="006379BC">
        <w:rPr>
          <w:color w:val="000000"/>
          <w:szCs w:val="20"/>
        </w:rPr>
        <w:t>name of the Cisco IOS image?</w:t>
      </w:r>
    </w:p>
    <w:p w14:paraId="5E5C9540" w14:textId="77777777" w:rsidR="00B65878" w:rsidRPr="002A1F16" w:rsidRDefault="00E07B7D" w:rsidP="00E07B7D">
      <w:pPr>
        <w:pStyle w:val="AnswerLineL50"/>
      </w:pPr>
      <w:r>
        <w:t>Ty</w:t>
      </w:r>
      <w:r w:rsidRPr="002A1F16">
        <w:t>pe your answers here.</w:t>
      </w:r>
    </w:p>
    <w:p w14:paraId="62E8CB70" w14:textId="77777777" w:rsidR="00B65878" w:rsidRPr="004C0909" w:rsidRDefault="00B65878" w:rsidP="00FA6F53">
      <w:pPr>
        <w:pStyle w:val="Heading2"/>
      </w:pPr>
      <w:r>
        <w:t>Configure Basic Network Device Settings</w:t>
      </w:r>
    </w:p>
    <w:p w14:paraId="17D181C0" w14:textId="77777777" w:rsidR="00B65878" w:rsidRDefault="00B65878" w:rsidP="00B65878">
      <w:pPr>
        <w:pStyle w:val="BodyTextL25"/>
      </w:pPr>
      <w:r>
        <w:t>In Part 2, you will configure basic settings for the switch and PC.</w:t>
      </w:r>
    </w:p>
    <w:p w14:paraId="5B6B521A" w14:textId="77777777" w:rsidR="00B65878" w:rsidRDefault="00B65878" w:rsidP="00B65878">
      <w:pPr>
        <w:pStyle w:val="Heading3"/>
      </w:pPr>
      <w:r>
        <w:t>Configure basic switch settings.</w:t>
      </w:r>
    </w:p>
    <w:p w14:paraId="3F39A7DB" w14:textId="77777777" w:rsidR="00B65878" w:rsidRDefault="00B65878" w:rsidP="00B65878">
      <w:pPr>
        <w:pStyle w:val="SubStepAlpha"/>
      </w:pPr>
      <w:r>
        <w:t xml:space="preserve">Copy the following basic configuration and paste it into S1 while in global configuration mode. </w:t>
      </w:r>
    </w:p>
    <w:p w14:paraId="21E9526E" w14:textId="77777777" w:rsidR="00B65878" w:rsidRDefault="00B65878" w:rsidP="00B65878">
      <w:pPr>
        <w:pStyle w:val="CMDOutput"/>
      </w:pPr>
      <w:r>
        <w:t xml:space="preserve">no </w:t>
      </w:r>
      <w:proofErr w:type="spellStart"/>
      <w:r>
        <w:t>ip</w:t>
      </w:r>
      <w:proofErr w:type="spellEnd"/>
      <w:r>
        <w:t xml:space="preserve"> domain-lookup</w:t>
      </w:r>
    </w:p>
    <w:p w14:paraId="0F0BFF96" w14:textId="77777777" w:rsidR="00B65878" w:rsidRDefault="00B65878" w:rsidP="00B65878">
      <w:pPr>
        <w:pStyle w:val="CMDOutput"/>
      </w:pPr>
      <w:r>
        <w:t>hostname S1</w:t>
      </w:r>
    </w:p>
    <w:p w14:paraId="5A58C4C1" w14:textId="77777777" w:rsidR="00B65878" w:rsidRDefault="00B65878" w:rsidP="00B65878">
      <w:pPr>
        <w:pStyle w:val="CMDOutput"/>
      </w:pPr>
      <w:r>
        <w:t>service password-encryption</w:t>
      </w:r>
    </w:p>
    <w:p w14:paraId="1A8100D9" w14:textId="77777777" w:rsidR="00B65878" w:rsidRDefault="00B65878" w:rsidP="00B65878">
      <w:pPr>
        <w:pStyle w:val="CMDOutput"/>
      </w:pPr>
      <w:r>
        <w:t>enable secret class</w:t>
      </w:r>
    </w:p>
    <w:p w14:paraId="620A4B6A" w14:textId="77777777" w:rsidR="00B65878" w:rsidRDefault="00B65878" w:rsidP="00B65878">
      <w:pPr>
        <w:pStyle w:val="CMDOutput"/>
      </w:pPr>
      <w:r>
        <w:t xml:space="preserve">banner </w:t>
      </w:r>
      <w:proofErr w:type="spellStart"/>
      <w:r>
        <w:t>motd</w:t>
      </w:r>
      <w:proofErr w:type="spellEnd"/>
      <w:r>
        <w:t xml:space="preserve"> #</w:t>
      </w:r>
    </w:p>
    <w:p w14:paraId="3FFBFF65" w14:textId="77777777" w:rsidR="00B65878" w:rsidRDefault="00B65878" w:rsidP="00B65878">
      <w:pPr>
        <w:pStyle w:val="CMDOutput"/>
      </w:pPr>
      <w:r>
        <w:t>Unauthorized access is strictly prohibited. #</w:t>
      </w:r>
    </w:p>
    <w:p w14:paraId="41819005" w14:textId="77777777" w:rsidR="00B65878" w:rsidRDefault="00B65878" w:rsidP="00B65878">
      <w:pPr>
        <w:pStyle w:val="SubStepAlpha"/>
        <w:keepNext/>
      </w:pPr>
      <w:r>
        <w:t>Set the SVI IP address of the switch. This allows remote management of the switch.</w:t>
      </w:r>
    </w:p>
    <w:p w14:paraId="227EF0DA" w14:textId="77777777" w:rsidR="00B65878" w:rsidRDefault="00B65878" w:rsidP="00B65878">
      <w:pPr>
        <w:pStyle w:val="BodyTextL50"/>
      </w:pPr>
      <w:r>
        <w:t xml:space="preserve">Before you can manage S1 remotely from PC-A, you must assign the switch an IP address. </w:t>
      </w:r>
      <w:r w:rsidRPr="003F39EB">
        <w:t>The default configuration on the switch is to have the management of the switch controlled through VLAN 1. However, a best practice for basic switch configuration is to change the management VLAN to a VLAN other than VLAN 1.</w:t>
      </w:r>
    </w:p>
    <w:p w14:paraId="7AEA9749" w14:textId="77777777" w:rsidR="00B65878" w:rsidRDefault="00B65878" w:rsidP="00B65878">
      <w:pPr>
        <w:pStyle w:val="BodyTextL50"/>
      </w:pPr>
      <w:r>
        <w:t>For management purposes, use VLAN 99. The selection of VLAN 99 is arbitrary and in no way implies that you should always use VLAN 99.</w:t>
      </w:r>
    </w:p>
    <w:p w14:paraId="14BABF49" w14:textId="77777777" w:rsidR="00B65878" w:rsidRDefault="00B65878" w:rsidP="00B65878">
      <w:pPr>
        <w:pStyle w:val="BodyTextL50"/>
      </w:pPr>
      <w:r>
        <w:t>First, create the new VLAN 99 on the switch. Then set the IP address of the switch to 192.168.1.2 with a subnet mask of 255.255.255.0 on the internal virtual interface VLAN 99.</w:t>
      </w:r>
      <w:r w:rsidR="000B00BE">
        <w:t xml:space="preserve"> IPv6 address can also be </w:t>
      </w:r>
      <w:r w:rsidR="00FC4C69">
        <w:t>configured</w:t>
      </w:r>
      <w:r w:rsidR="000B00BE">
        <w:t xml:space="preserve"> on the SVI interface.</w:t>
      </w:r>
      <w:r w:rsidR="00FC4C69">
        <w:t xml:space="preserve"> Use the IPv6 addresses listed in the Addressing Table.</w:t>
      </w:r>
    </w:p>
    <w:p w14:paraId="57936235" w14:textId="77777777" w:rsidR="00B65878" w:rsidRDefault="00B65878" w:rsidP="00B65878">
      <w:pPr>
        <w:pStyle w:val="BodyTextL50"/>
      </w:pPr>
      <w:r>
        <w:t xml:space="preserve">Notice that the VLAN 99 interface is in the down state even though you entered the </w:t>
      </w:r>
      <w:r w:rsidRPr="00793C9D">
        <w:rPr>
          <w:b/>
        </w:rPr>
        <w:t>no shutdown</w:t>
      </w:r>
      <w:r w:rsidRPr="00793C9D">
        <w:t xml:space="preserve"> </w:t>
      </w:r>
      <w:r>
        <w:t>command. The interface is currently down because no switch ports are assigned to VLAN 99.</w:t>
      </w:r>
    </w:p>
    <w:p w14:paraId="4C2B810A" w14:textId="77777777" w:rsidR="00B65878" w:rsidRPr="00996036" w:rsidRDefault="00B65878" w:rsidP="00B65878">
      <w:pPr>
        <w:pStyle w:val="SubStepAlpha"/>
      </w:pPr>
      <w:r w:rsidRPr="00996036">
        <w:t>Assign all user ports to VLAN 99.</w:t>
      </w:r>
    </w:p>
    <w:p w14:paraId="3F88D4B1" w14:textId="77777777" w:rsidR="00B65878" w:rsidRDefault="00B65878" w:rsidP="00B65878">
      <w:pPr>
        <w:pStyle w:val="BodyTextL50"/>
      </w:pPr>
      <w:r>
        <w:t>T</w:t>
      </w:r>
      <w:r w:rsidRPr="00996036">
        <w:t>o establish connectivity between the host and the switch, the ports used by the host must be in the same VLAN as the switch. Notice in the above output that</w:t>
      </w:r>
      <w:r>
        <w:t xml:space="preserve"> the</w:t>
      </w:r>
      <w:r w:rsidRPr="00996036">
        <w:t xml:space="preserve"> VLAN 1 interface goes down because none of the ports are assigned to VLAN 1. After a few seconds, VLAN 99 come</w:t>
      </w:r>
      <w:r>
        <w:t>s</w:t>
      </w:r>
      <w:r w:rsidRPr="00996036">
        <w:t xml:space="preserve"> up because at least one </w:t>
      </w:r>
      <w:r>
        <w:t xml:space="preserve">active </w:t>
      </w:r>
      <w:r w:rsidRPr="00996036">
        <w:t xml:space="preserve">port </w:t>
      </w:r>
      <w:r>
        <w:t xml:space="preserve">(F0/6 with PC-A attached) </w:t>
      </w:r>
      <w:r w:rsidRPr="00996036">
        <w:t>is now assigned to VLAN 99.</w:t>
      </w:r>
    </w:p>
    <w:p w14:paraId="7F546B1B" w14:textId="77777777" w:rsidR="00B65878" w:rsidRDefault="00B65878" w:rsidP="00B65878">
      <w:pPr>
        <w:pStyle w:val="SubStepAlpha"/>
      </w:pPr>
      <w:r>
        <w:t xml:space="preserve">Issue the </w:t>
      </w:r>
      <w:r>
        <w:rPr>
          <w:b/>
        </w:rPr>
        <w:t xml:space="preserve">show </w:t>
      </w:r>
      <w:proofErr w:type="spellStart"/>
      <w:r>
        <w:rPr>
          <w:b/>
        </w:rPr>
        <w:t>vla</w:t>
      </w:r>
      <w:r w:rsidRPr="00371CAA">
        <w:rPr>
          <w:b/>
        </w:rPr>
        <w:t>n</w:t>
      </w:r>
      <w:proofErr w:type="spellEnd"/>
      <w:r w:rsidRPr="00371CAA">
        <w:rPr>
          <w:b/>
        </w:rPr>
        <w:t xml:space="preserve"> brief</w:t>
      </w:r>
      <w:r>
        <w:t xml:space="preserve"> command to v</w:t>
      </w:r>
      <w:r w:rsidRPr="00366B8E">
        <w:t>erify</w:t>
      </w:r>
      <w:r>
        <w:t xml:space="preserve"> that all ports are in VLAN 99.</w:t>
      </w:r>
    </w:p>
    <w:p w14:paraId="39C11F51" w14:textId="77777777" w:rsidR="00B65878" w:rsidRDefault="00B65878" w:rsidP="00FC4C69">
      <w:pPr>
        <w:pStyle w:val="SubStepAlpha"/>
      </w:pPr>
      <w:r>
        <w:t>Configure the default gateway for S1. If no default gateway is set, the switch cannot be managed from a remote network that is more than one router away. Although this activity does not include an external IP gateway, assume that you will eventually connect the LAN to a router for external access. Assuming that the LAN interface on the router is 192.168.1.1, set the default gateway for the switch.</w:t>
      </w:r>
    </w:p>
    <w:p w14:paraId="3326C5F1" w14:textId="748BA036" w:rsidR="00B65878" w:rsidRDefault="00B65878" w:rsidP="00FC4C69">
      <w:pPr>
        <w:pStyle w:val="SubStepAlpha"/>
      </w:pPr>
      <w:r>
        <w:t>Console port access should also be restricted</w:t>
      </w:r>
      <w:r w:rsidR="005425A2">
        <w:t xml:space="preserve"> with a password. Use </w:t>
      </w:r>
      <w:r w:rsidR="00B6224A">
        <w:rPr>
          <w:b/>
        </w:rPr>
        <w:t>cisco</w:t>
      </w:r>
      <w:r w:rsidR="00B6224A">
        <w:t xml:space="preserve"> as the console login password in this activity</w:t>
      </w:r>
      <w:r>
        <w:t xml:space="preserve">. The default configuration is to allow all console connections with no password needed. To prevent console messages from interrupting commands, use the </w:t>
      </w:r>
      <w:r w:rsidRPr="00793C9D">
        <w:rPr>
          <w:b/>
        </w:rPr>
        <w:t>logging synchronous</w:t>
      </w:r>
      <w:r>
        <w:t xml:space="preserve"> option.</w:t>
      </w:r>
    </w:p>
    <w:p w14:paraId="71847654" w14:textId="0A4B01AD" w:rsidR="00B65878" w:rsidRDefault="00B65878" w:rsidP="00B6224A">
      <w:pPr>
        <w:pStyle w:val="CMD"/>
        <w:rPr>
          <w:b/>
        </w:rPr>
      </w:pPr>
      <w:r>
        <w:t xml:space="preserve">S1(config)# </w:t>
      </w:r>
      <w:r>
        <w:rPr>
          <w:b/>
        </w:rPr>
        <w:t>line con 0</w:t>
      </w:r>
    </w:p>
    <w:p w14:paraId="69ACF1DD" w14:textId="77777777" w:rsidR="00B6224A" w:rsidRDefault="00B6224A" w:rsidP="00B6224A">
      <w:pPr>
        <w:pStyle w:val="CMD"/>
        <w:rPr>
          <w:b/>
        </w:rPr>
      </w:pPr>
      <w:r>
        <w:t>S1(config-</w:t>
      </w:r>
      <w:proofErr w:type="gramStart"/>
      <w:r>
        <w:t>line)#</w:t>
      </w:r>
      <w:proofErr w:type="gramEnd"/>
      <w:r>
        <w:t xml:space="preserve"> </w:t>
      </w:r>
      <w:r>
        <w:rPr>
          <w:b/>
        </w:rPr>
        <w:t>logging synchronous</w:t>
      </w:r>
    </w:p>
    <w:p w14:paraId="631288AA" w14:textId="78CD2FFD" w:rsidR="00B65878" w:rsidRDefault="00B65878" w:rsidP="00B65878">
      <w:pPr>
        <w:pStyle w:val="SubStepAlpha"/>
        <w:keepNext/>
      </w:pPr>
      <w:r>
        <w:lastRenderedPageBreak/>
        <w:t>Configure the virtual terminal (</w:t>
      </w:r>
      <w:proofErr w:type="spellStart"/>
      <w:r>
        <w:t>vty</w:t>
      </w:r>
      <w:proofErr w:type="spellEnd"/>
      <w:r>
        <w:t xml:space="preserve">) lines for the switch to allow </w:t>
      </w:r>
      <w:r w:rsidR="00B6224A">
        <w:t>t</w:t>
      </w:r>
      <w:r>
        <w:t xml:space="preserve">elnet access. If you do not configure a </w:t>
      </w:r>
      <w:proofErr w:type="spellStart"/>
      <w:r>
        <w:t>vty</w:t>
      </w:r>
      <w:proofErr w:type="spellEnd"/>
      <w:r>
        <w:t xml:space="preserve"> password, you will not be able to </w:t>
      </w:r>
      <w:r w:rsidR="00B6224A">
        <w:t>t</w:t>
      </w:r>
      <w:r>
        <w:t>elnet to the switch.</w:t>
      </w:r>
    </w:p>
    <w:p w14:paraId="718F5208" w14:textId="77777777" w:rsidR="00DD6FA1" w:rsidRDefault="00DD6FA1" w:rsidP="00DD6FA1">
      <w:pPr>
        <w:pStyle w:val="Heading4"/>
      </w:pPr>
      <w:r>
        <w:t>Question:</w:t>
      </w:r>
    </w:p>
    <w:p w14:paraId="3058DE4E" w14:textId="77777777" w:rsidR="00DD6FA1" w:rsidRDefault="00B65878" w:rsidP="00A5719E">
      <w:pPr>
        <w:pStyle w:val="BodyTextL50"/>
        <w:spacing w:before="0"/>
      </w:pPr>
      <w:r w:rsidRPr="00E951DB">
        <w:t xml:space="preserve">Why is the </w:t>
      </w:r>
      <w:r w:rsidRPr="00832C1D">
        <w:rPr>
          <w:b/>
        </w:rPr>
        <w:t>login</w:t>
      </w:r>
      <w:r w:rsidRPr="00E951DB">
        <w:t xml:space="preserve"> command required?</w:t>
      </w:r>
    </w:p>
    <w:p w14:paraId="38FAB946" w14:textId="77777777" w:rsidR="00DD6FA1" w:rsidRDefault="00DD6FA1" w:rsidP="00A5719E">
      <w:pPr>
        <w:pStyle w:val="AnswerLineL50"/>
      </w:pPr>
      <w:r>
        <w:t>Type your answers here.</w:t>
      </w:r>
    </w:p>
    <w:p w14:paraId="757B54F2" w14:textId="2EA23717" w:rsidR="00B96CA4" w:rsidRPr="00B96CA4" w:rsidRDefault="00B96CA4" w:rsidP="00B96CA4">
      <w:pPr>
        <w:pStyle w:val="ConfigWindow"/>
      </w:pPr>
      <w:r w:rsidRPr="00B96CA4">
        <w:t>Close configuration window</w:t>
      </w:r>
    </w:p>
    <w:p w14:paraId="344275B2" w14:textId="77777777" w:rsidR="00B65878" w:rsidRDefault="00B65878" w:rsidP="00045748">
      <w:pPr>
        <w:pStyle w:val="Heading3"/>
        <w:spacing w:before="120"/>
      </w:pPr>
      <w:r>
        <w:t>Configure an IP address on PC-A.</w:t>
      </w:r>
    </w:p>
    <w:p w14:paraId="74A9F764" w14:textId="7A3008A5" w:rsidR="00B65878" w:rsidRDefault="00B65878" w:rsidP="00B65878">
      <w:pPr>
        <w:pStyle w:val="BodyTextL25"/>
      </w:pPr>
      <w:r>
        <w:t xml:space="preserve">Assign the IP address and subnet mask to the PC as shown in the Addressing Table. An abbreviated version of the procedure is described here. A default gateway is not required for this topology; however, you can enter </w:t>
      </w:r>
      <w:r w:rsidRPr="003D09FD">
        <w:rPr>
          <w:b/>
        </w:rPr>
        <w:t>192.168.1.1</w:t>
      </w:r>
      <w:r>
        <w:t xml:space="preserve"> </w:t>
      </w:r>
      <w:r w:rsidR="00B60F99">
        <w:t xml:space="preserve">and </w:t>
      </w:r>
      <w:r w:rsidR="00B60F99">
        <w:rPr>
          <w:b/>
        </w:rPr>
        <w:t>fe80::1</w:t>
      </w:r>
      <w:r w:rsidR="00B60F99">
        <w:t xml:space="preserve"> </w:t>
      </w:r>
      <w:r>
        <w:t>to simulate a router attached to S1.</w:t>
      </w:r>
    </w:p>
    <w:p w14:paraId="3784AD57" w14:textId="77777777" w:rsidR="00B65878" w:rsidRDefault="00FC4C69" w:rsidP="00B65878">
      <w:pPr>
        <w:pStyle w:val="Bulletlevel1"/>
        <w:numPr>
          <w:ilvl w:val="0"/>
          <w:numId w:val="11"/>
        </w:numPr>
        <w:spacing w:before="60" w:after="60" w:line="276" w:lineRule="auto"/>
      </w:pPr>
      <w:r>
        <w:t>Navigate to the</w:t>
      </w:r>
      <w:r w:rsidR="00B65878">
        <w:t xml:space="preserve"> </w:t>
      </w:r>
      <w:r w:rsidR="00B65878" w:rsidRPr="00A87CEB">
        <w:rPr>
          <w:b/>
        </w:rPr>
        <w:t>Control Panel</w:t>
      </w:r>
      <w:r w:rsidR="00B65878">
        <w:t>.</w:t>
      </w:r>
    </w:p>
    <w:p w14:paraId="77FABFBD" w14:textId="44A567E9" w:rsidR="00B65878" w:rsidRPr="00A87CEB" w:rsidRDefault="00B6224A" w:rsidP="00B65878">
      <w:pPr>
        <w:pStyle w:val="Bulletlevel1"/>
        <w:numPr>
          <w:ilvl w:val="0"/>
          <w:numId w:val="11"/>
        </w:numPr>
        <w:spacing w:before="60" w:after="60" w:line="276" w:lineRule="auto"/>
      </w:pPr>
      <w:r>
        <w:t xml:space="preserve">In the Category view, select </w:t>
      </w:r>
      <w:r>
        <w:rPr>
          <w:b/>
        </w:rPr>
        <w:t>View network status and tasks</w:t>
      </w:r>
      <w:r>
        <w:t>.</w:t>
      </w:r>
    </w:p>
    <w:p w14:paraId="699AAD65" w14:textId="201A994F" w:rsidR="00B65878" w:rsidRDefault="00B6224A" w:rsidP="00B65878">
      <w:pPr>
        <w:pStyle w:val="Bulletlevel1"/>
        <w:numPr>
          <w:ilvl w:val="0"/>
          <w:numId w:val="11"/>
        </w:numPr>
        <w:spacing w:before="60" w:after="60" w:line="276" w:lineRule="auto"/>
      </w:pPr>
      <w:r>
        <w:t>Click</w:t>
      </w:r>
      <w:r w:rsidR="00B65878">
        <w:t xml:space="preserve"> </w:t>
      </w:r>
      <w:r w:rsidR="00B65878" w:rsidRPr="00A87CEB">
        <w:rPr>
          <w:b/>
        </w:rPr>
        <w:t>Change adapter settings</w:t>
      </w:r>
      <w:r>
        <w:t xml:space="preserve"> on the left panel.</w:t>
      </w:r>
    </w:p>
    <w:p w14:paraId="6DFADFB8" w14:textId="749E3A6E" w:rsidR="00B65878" w:rsidRDefault="00B6224A" w:rsidP="00B65878">
      <w:pPr>
        <w:pStyle w:val="Bulletlevel1"/>
        <w:numPr>
          <w:ilvl w:val="0"/>
          <w:numId w:val="11"/>
        </w:numPr>
        <w:spacing w:before="60" w:after="60" w:line="276" w:lineRule="auto"/>
      </w:pPr>
      <w:r>
        <w:t xml:space="preserve">Right-click an </w:t>
      </w:r>
      <w:r>
        <w:rPr>
          <w:b/>
        </w:rPr>
        <w:t>Ethernet</w:t>
      </w:r>
      <w:r w:rsidRPr="00B6224A">
        <w:t xml:space="preserve"> interface</w:t>
      </w:r>
      <w:r>
        <w:t xml:space="preserve">, and </w:t>
      </w:r>
      <w:r w:rsidR="00B65878">
        <w:t xml:space="preserve">choose </w:t>
      </w:r>
      <w:r w:rsidR="00B65878" w:rsidRPr="00A87CEB">
        <w:rPr>
          <w:b/>
        </w:rPr>
        <w:t>Properties</w:t>
      </w:r>
      <w:r w:rsidR="00B65878">
        <w:t>.</w:t>
      </w:r>
    </w:p>
    <w:p w14:paraId="4C65827D" w14:textId="45F01F93" w:rsidR="00B65878" w:rsidRDefault="00B65878" w:rsidP="00B65878">
      <w:pPr>
        <w:pStyle w:val="Bulletlevel1"/>
        <w:numPr>
          <w:ilvl w:val="0"/>
          <w:numId w:val="11"/>
        </w:numPr>
        <w:spacing w:before="60" w:after="60" w:line="276" w:lineRule="auto"/>
      </w:pPr>
      <w:r>
        <w:t xml:space="preserve">Choose </w:t>
      </w:r>
      <w:r w:rsidRPr="00A87CEB">
        <w:rPr>
          <w:b/>
        </w:rPr>
        <w:t>Internet Protocol Version 4 (TCP/IPv4)</w:t>
      </w:r>
      <w:r w:rsidR="00B6224A" w:rsidRPr="00B6224A">
        <w:t xml:space="preserve"> and click</w:t>
      </w:r>
      <w:r>
        <w:t xml:space="preserve"> </w:t>
      </w:r>
      <w:r w:rsidRPr="00A87CEB">
        <w:rPr>
          <w:b/>
        </w:rPr>
        <w:t>Properties</w:t>
      </w:r>
      <w:r>
        <w:t>.</w:t>
      </w:r>
    </w:p>
    <w:p w14:paraId="6D4BDDEF" w14:textId="444AD13F" w:rsidR="00B65878" w:rsidRDefault="00B65878" w:rsidP="00B65878">
      <w:pPr>
        <w:pStyle w:val="Bulletlevel1"/>
        <w:numPr>
          <w:ilvl w:val="0"/>
          <w:numId w:val="11"/>
        </w:numPr>
        <w:spacing w:before="60" w:after="60" w:line="276" w:lineRule="auto"/>
      </w:pPr>
      <w:r>
        <w:t xml:space="preserve">Click the </w:t>
      </w:r>
      <w:r w:rsidRPr="00BD4DF9">
        <w:rPr>
          <w:b/>
        </w:rPr>
        <w:t>Use the following IP address</w:t>
      </w:r>
      <w:r>
        <w:t xml:space="preserve"> radio button and enter the IP address and subnet mask</w:t>
      </w:r>
      <w:r w:rsidR="00B6224A">
        <w:t xml:space="preserve"> and click </w:t>
      </w:r>
      <w:r w:rsidR="00B6224A">
        <w:rPr>
          <w:b/>
        </w:rPr>
        <w:t>OK</w:t>
      </w:r>
      <w:r w:rsidR="00B6224A">
        <w:t>.</w:t>
      </w:r>
    </w:p>
    <w:p w14:paraId="054A431E" w14:textId="39309050" w:rsidR="00B6224A" w:rsidRDefault="00B6224A" w:rsidP="00B65878">
      <w:pPr>
        <w:pStyle w:val="Bulletlevel1"/>
        <w:numPr>
          <w:ilvl w:val="0"/>
          <w:numId w:val="11"/>
        </w:numPr>
        <w:spacing w:before="60" w:after="60" w:line="276" w:lineRule="auto"/>
      </w:pPr>
      <w:r>
        <w:t xml:space="preserve">Select </w:t>
      </w:r>
      <w:r>
        <w:rPr>
          <w:b/>
        </w:rPr>
        <w:t>Internet Protocol Version 6 (TCP/IPv6)</w:t>
      </w:r>
      <w:r>
        <w:t xml:space="preserve"> and click </w:t>
      </w:r>
      <w:r>
        <w:rPr>
          <w:b/>
        </w:rPr>
        <w:t>Properties</w:t>
      </w:r>
      <w:r>
        <w:t>.</w:t>
      </w:r>
    </w:p>
    <w:p w14:paraId="7B160E4E" w14:textId="59103A49" w:rsidR="00B6224A" w:rsidRDefault="00B6224A" w:rsidP="00B6224A">
      <w:pPr>
        <w:pStyle w:val="Bulletlevel1"/>
        <w:numPr>
          <w:ilvl w:val="0"/>
          <w:numId w:val="11"/>
        </w:numPr>
        <w:spacing w:before="60" w:after="60" w:line="276" w:lineRule="auto"/>
      </w:pPr>
      <w:r>
        <w:t xml:space="preserve">Click the </w:t>
      </w:r>
      <w:r w:rsidRPr="00BD4DF9">
        <w:rPr>
          <w:b/>
        </w:rPr>
        <w:t>Use the following IP</w:t>
      </w:r>
      <w:r>
        <w:rPr>
          <w:b/>
        </w:rPr>
        <w:t>v6</w:t>
      </w:r>
      <w:r w:rsidRPr="00BD4DF9">
        <w:rPr>
          <w:b/>
        </w:rPr>
        <w:t xml:space="preserve"> address</w:t>
      </w:r>
      <w:r>
        <w:t xml:space="preserve"> radio button and enter the IPv6 address and prefix and click </w:t>
      </w:r>
      <w:r>
        <w:rPr>
          <w:b/>
        </w:rPr>
        <w:t>OK</w:t>
      </w:r>
      <w:r>
        <w:t xml:space="preserve"> to continue</w:t>
      </w:r>
    </w:p>
    <w:p w14:paraId="171D24CE" w14:textId="35CC286E" w:rsidR="00B6224A" w:rsidRPr="009F1EBA" w:rsidRDefault="00B60F99" w:rsidP="00B65878">
      <w:pPr>
        <w:pStyle w:val="Bulletlevel1"/>
        <w:numPr>
          <w:ilvl w:val="0"/>
          <w:numId w:val="11"/>
        </w:numPr>
        <w:spacing w:before="60" w:after="60" w:line="276" w:lineRule="auto"/>
      </w:pPr>
      <w:r>
        <w:t xml:space="preserve">Click </w:t>
      </w:r>
      <w:r>
        <w:rPr>
          <w:b/>
        </w:rPr>
        <w:t>OK</w:t>
      </w:r>
      <w:r>
        <w:t xml:space="preserve"> to exit the Properties window.</w:t>
      </w:r>
    </w:p>
    <w:p w14:paraId="128E0294" w14:textId="77777777" w:rsidR="00B65878" w:rsidRPr="00BD4DF9" w:rsidRDefault="00B65878" w:rsidP="00FA6F53">
      <w:pPr>
        <w:pStyle w:val="Heading2"/>
      </w:pPr>
      <w:r>
        <w:t>Verify an</w:t>
      </w:r>
      <w:r w:rsidRPr="00BD4DF9">
        <w:t>d Test Network Connectivity</w:t>
      </w:r>
    </w:p>
    <w:p w14:paraId="6D0598D7" w14:textId="77777777" w:rsidR="00B65878" w:rsidRDefault="00B65878" w:rsidP="00B65878">
      <w:pPr>
        <w:pStyle w:val="BodyTextL25"/>
      </w:pPr>
      <w:r>
        <w:t>In Part 3, you will verify and document the switch configuration, test end-to-end connectivity between PC-A and S1, and test the switch’s remote management capability.</w:t>
      </w:r>
    </w:p>
    <w:p w14:paraId="0AC56F56" w14:textId="77777777" w:rsidR="00B65878" w:rsidRDefault="00B65878" w:rsidP="00B65878">
      <w:pPr>
        <w:pStyle w:val="Heading3"/>
      </w:pPr>
      <w:r>
        <w:t>Display the switch configuration.</w:t>
      </w:r>
    </w:p>
    <w:p w14:paraId="534CFA34" w14:textId="77777777" w:rsidR="00B65878" w:rsidRPr="00E20A69" w:rsidRDefault="00B65878" w:rsidP="00B65878">
      <w:pPr>
        <w:pStyle w:val="BodyTextL25"/>
        <w:rPr>
          <w:b/>
        </w:rPr>
      </w:pPr>
      <w:r>
        <w:t xml:space="preserve">Use the console connection on PC-A to display and verify the switch configuration. The </w:t>
      </w:r>
      <w:r w:rsidRPr="00E20A69">
        <w:rPr>
          <w:b/>
        </w:rPr>
        <w:t>show run</w:t>
      </w:r>
      <w:r>
        <w:t xml:space="preserve"> command displays the entire running configuration, one page at a time. Use the spacebar to advance paging.</w:t>
      </w:r>
    </w:p>
    <w:p w14:paraId="4B276D10" w14:textId="0DF6487C" w:rsidR="00B65878" w:rsidRDefault="00B65878" w:rsidP="00515284">
      <w:pPr>
        <w:pStyle w:val="SubStepAlpha"/>
        <w:keepNext/>
        <w:spacing w:after="0"/>
      </w:pPr>
      <w:r>
        <w:t>A sample configuration is shown here. The settings you configured are highlighted in yellow. The other configuration settings are IOS defaults.</w:t>
      </w:r>
    </w:p>
    <w:p w14:paraId="3C47814F" w14:textId="22EA2C8D" w:rsidR="0004259C" w:rsidRDefault="0004259C" w:rsidP="0004259C">
      <w:pPr>
        <w:pStyle w:val="ConfigWindow"/>
      </w:pPr>
      <w:r>
        <w:t>Open configuration window</w:t>
      </w:r>
    </w:p>
    <w:p w14:paraId="428FE64A" w14:textId="77777777" w:rsidR="00B65878" w:rsidRDefault="00B65878" w:rsidP="00B65878">
      <w:pPr>
        <w:pStyle w:val="CMD"/>
      </w:pPr>
      <w:r>
        <w:t xml:space="preserve">S1# </w:t>
      </w:r>
      <w:r w:rsidRPr="008B3568">
        <w:rPr>
          <w:b/>
        </w:rPr>
        <w:t>show run</w:t>
      </w:r>
    </w:p>
    <w:p w14:paraId="258278CE" w14:textId="77777777" w:rsidR="00B65878" w:rsidRPr="00572DA6" w:rsidRDefault="00B65878" w:rsidP="00B65878">
      <w:pPr>
        <w:pStyle w:val="CMDOutput"/>
      </w:pPr>
      <w:r w:rsidRPr="00572DA6">
        <w:t>Building configuration...</w:t>
      </w:r>
    </w:p>
    <w:p w14:paraId="19613B19" w14:textId="77777777" w:rsidR="00B65878" w:rsidRPr="00572DA6" w:rsidRDefault="00B65878" w:rsidP="00B65878">
      <w:pPr>
        <w:pStyle w:val="CMDOutput"/>
        <w:rPr>
          <w:szCs w:val="18"/>
        </w:rPr>
      </w:pPr>
    </w:p>
    <w:p w14:paraId="4224F3C4" w14:textId="77777777" w:rsidR="00B65878" w:rsidRPr="00572DA6" w:rsidRDefault="00B65878" w:rsidP="00B65878">
      <w:pPr>
        <w:pStyle w:val="CMDOutput"/>
        <w:rPr>
          <w:szCs w:val="18"/>
        </w:rPr>
      </w:pPr>
      <w:r w:rsidRPr="00572DA6">
        <w:rPr>
          <w:szCs w:val="18"/>
        </w:rPr>
        <w:t xml:space="preserve">Current </w:t>
      </w:r>
      <w:proofErr w:type="gramStart"/>
      <w:r w:rsidRPr="00572DA6">
        <w:rPr>
          <w:szCs w:val="18"/>
        </w:rPr>
        <w:t>configuration :</w:t>
      </w:r>
      <w:proofErr w:type="gramEnd"/>
      <w:r w:rsidRPr="00572DA6">
        <w:rPr>
          <w:szCs w:val="18"/>
        </w:rPr>
        <w:t xml:space="preserve"> </w:t>
      </w:r>
      <w:r>
        <w:rPr>
          <w:szCs w:val="18"/>
        </w:rPr>
        <w:t>2206</w:t>
      </w:r>
      <w:r w:rsidRPr="00572DA6">
        <w:rPr>
          <w:szCs w:val="18"/>
        </w:rPr>
        <w:t xml:space="preserve"> bytes</w:t>
      </w:r>
    </w:p>
    <w:p w14:paraId="1EA87D32" w14:textId="77777777" w:rsidR="00B65878" w:rsidRPr="00572DA6" w:rsidRDefault="00B65878" w:rsidP="00B65878">
      <w:pPr>
        <w:pStyle w:val="CMDOutput"/>
        <w:rPr>
          <w:szCs w:val="18"/>
        </w:rPr>
      </w:pPr>
      <w:r w:rsidRPr="00572DA6">
        <w:rPr>
          <w:szCs w:val="18"/>
        </w:rPr>
        <w:t>!</w:t>
      </w:r>
    </w:p>
    <w:p w14:paraId="40D7BC95" w14:textId="7F0A61F7" w:rsidR="00B65878" w:rsidRPr="00572DA6" w:rsidRDefault="00B65878" w:rsidP="00B65878">
      <w:pPr>
        <w:pStyle w:val="CMDOutput"/>
        <w:rPr>
          <w:szCs w:val="18"/>
        </w:rPr>
      </w:pPr>
      <w:r w:rsidRPr="00572DA6">
        <w:rPr>
          <w:szCs w:val="18"/>
        </w:rPr>
        <w:t>version 15.</w:t>
      </w:r>
      <w:r w:rsidR="00411845">
        <w:rPr>
          <w:szCs w:val="18"/>
        </w:rPr>
        <w:t>2</w:t>
      </w:r>
    </w:p>
    <w:p w14:paraId="2F6A7CAB" w14:textId="77777777" w:rsidR="00B65878" w:rsidRPr="00572DA6" w:rsidRDefault="00B65878" w:rsidP="00B65878">
      <w:pPr>
        <w:pStyle w:val="CMDOutput"/>
        <w:rPr>
          <w:szCs w:val="18"/>
        </w:rPr>
      </w:pPr>
      <w:r w:rsidRPr="00572DA6">
        <w:rPr>
          <w:szCs w:val="18"/>
        </w:rPr>
        <w:t xml:space="preserve">no service </w:t>
      </w:r>
      <w:proofErr w:type="gramStart"/>
      <w:r w:rsidRPr="00572DA6">
        <w:rPr>
          <w:szCs w:val="18"/>
        </w:rPr>
        <w:t>pad</w:t>
      </w:r>
      <w:proofErr w:type="gramEnd"/>
    </w:p>
    <w:p w14:paraId="233D6C1D" w14:textId="77777777" w:rsidR="00B65878" w:rsidRPr="00572DA6" w:rsidRDefault="00B65878" w:rsidP="00B65878">
      <w:pPr>
        <w:pStyle w:val="CMDOutput"/>
        <w:rPr>
          <w:szCs w:val="18"/>
        </w:rPr>
      </w:pPr>
      <w:r w:rsidRPr="00572DA6">
        <w:rPr>
          <w:szCs w:val="18"/>
        </w:rPr>
        <w:t xml:space="preserve">service timestamps debug datetime </w:t>
      </w:r>
      <w:proofErr w:type="spellStart"/>
      <w:r w:rsidRPr="00572DA6">
        <w:rPr>
          <w:szCs w:val="18"/>
        </w:rPr>
        <w:t>msec</w:t>
      </w:r>
      <w:proofErr w:type="spellEnd"/>
    </w:p>
    <w:p w14:paraId="06694CA9" w14:textId="77777777" w:rsidR="00B65878" w:rsidRPr="00572DA6" w:rsidRDefault="00B65878" w:rsidP="00B65878">
      <w:pPr>
        <w:pStyle w:val="CMDOutput"/>
        <w:rPr>
          <w:szCs w:val="18"/>
        </w:rPr>
      </w:pPr>
      <w:r w:rsidRPr="00572DA6">
        <w:rPr>
          <w:szCs w:val="18"/>
        </w:rPr>
        <w:t xml:space="preserve">service timestamps log datetime </w:t>
      </w:r>
      <w:proofErr w:type="spellStart"/>
      <w:r w:rsidRPr="00572DA6">
        <w:rPr>
          <w:szCs w:val="18"/>
        </w:rPr>
        <w:t>msec</w:t>
      </w:r>
      <w:proofErr w:type="spellEnd"/>
    </w:p>
    <w:p w14:paraId="10AEA4BF" w14:textId="77777777" w:rsidR="00B65878" w:rsidRPr="00572DA6" w:rsidRDefault="00B65878" w:rsidP="00B65878">
      <w:pPr>
        <w:pStyle w:val="CMDOutput"/>
        <w:rPr>
          <w:szCs w:val="18"/>
        </w:rPr>
      </w:pPr>
      <w:r w:rsidRPr="008339D9">
        <w:rPr>
          <w:szCs w:val="18"/>
          <w:highlight w:val="yellow"/>
        </w:rPr>
        <w:t>service password-encryption</w:t>
      </w:r>
    </w:p>
    <w:p w14:paraId="16F2F374" w14:textId="77777777" w:rsidR="00B65878" w:rsidRPr="00572DA6" w:rsidRDefault="00B65878" w:rsidP="00B65878">
      <w:pPr>
        <w:pStyle w:val="CMDOutput"/>
        <w:rPr>
          <w:szCs w:val="18"/>
        </w:rPr>
      </w:pPr>
      <w:r w:rsidRPr="00572DA6">
        <w:rPr>
          <w:szCs w:val="18"/>
        </w:rPr>
        <w:t>!</w:t>
      </w:r>
    </w:p>
    <w:p w14:paraId="0172683C" w14:textId="77777777" w:rsidR="00B65878" w:rsidRPr="00572DA6" w:rsidRDefault="00B65878" w:rsidP="00B65878">
      <w:pPr>
        <w:pStyle w:val="CMDOutput"/>
        <w:rPr>
          <w:szCs w:val="18"/>
        </w:rPr>
      </w:pPr>
      <w:r w:rsidRPr="00CD7BAF">
        <w:rPr>
          <w:szCs w:val="18"/>
          <w:highlight w:val="yellow"/>
        </w:rPr>
        <w:t>hostname S1</w:t>
      </w:r>
    </w:p>
    <w:p w14:paraId="1D157707" w14:textId="77777777" w:rsidR="00B65878" w:rsidRPr="00572DA6" w:rsidRDefault="00B65878" w:rsidP="00B65878">
      <w:pPr>
        <w:pStyle w:val="CMDOutput"/>
        <w:rPr>
          <w:szCs w:val="18"/>
        </w:rPr>
      </w:pPr>
      <w:r w:rsidRPr="00572DA6">
        <w:rPr>
          <w:szCs w:val="18"/>
        </w:rPr>
        <w:t>!</w:t>
      </w:r>
    </w:p>
    <w:p w14:paraId="5B8407FB" w14:textId="77777777" w:rsidR="00B65878" w:rsidRPr="00572DA6" w:rsidRDefault="00B65878" w:rsidP="00B65878">
      <w:pPr>
        <w:pStyle w:val="CMDOutput"/>
        <w:rPr>
          <w:szCs w:val="18"/>
        </w:rPr>
      </w:pPr>
      <w:r w:rsidRPr="00572DA6">
        <w:rPr>
          <w:szCs w:val="18"/>
        </w:rPr>
        <w:t>boot-start-marker</w:t>
      </w:r>
    </w:p>
    <w:p w14:paraId="7333159D" w14:textId="77777777" w:rsidR="00B65878" w:rsidRPr="00572DA6" w:rsidRDefault="00B65878" w:rsidP="00B65878">
      <w:pPr>
        <w:pStyle w:val="CMDOutput"/>
        <w:rPr>
          <w:szCs w:val="18"/>
        </w:rPr>
      </w:pPr>
      <w:r w:rsidRPr="00572DA6">
        <w:rPr>
          <w:szCs w:val="18"/>
        </w:rPr>
        <w:t>boot-end-marker</w:t>
      </w:r>
    </w:p>
    <w:p w14:paraId="09D12013" w14:textId="77777777" w:rsidR="00B65878" w:rsidRDefault="00B65878" w:rsidP="00B65878">
      <w:pPr>
        <w:pStyle w:val="CMDOutput"/>
        <w:rPr>
          <w:szCs w:val="18"/>
        </w:rPr>
      </w:pPr>
      <w:r>
        <w:rPr>
          <w:szCs w:val="18"/>
        </w:rPr>
        <w:lastRenderedPageBreak/>
        <w:t>!</w:t>
      </w:r>
    </w:p>
    <w:p w14:paraId="36C82C14" w14:textId="21504DBB" w:rsidR="00B65878" w:rsidRDefault="00B65878" w:rsidP="00B65878">
      <w:pPr>
        <w:pStyle w:val="CMDOutput"/>
        <w:rPr>
          <w:szCs w:val="18"/>
        </w:rPr>
      </w:pPr>
      <w:r w:rsidRPr="00CD7BAF">
        <w:rPr>
          <w:szCs w:val="18"/>
          <w:highlight w:val="yellow"/>
        </w:rPr>
        <w:t>enable secre</w:t>
      </w:r>
      <w:r w:rsidRPr="00276862">
        <w:rPr>
          <w:szCs w:val="18"/>
          <w:highlight w:val="yellow"/>
        </w:rPr>
        <w:t xml:space="preserve">t </w:t>
      </w:r>
      <w:r w:rsidR="00276862" w:rsidRPr="00276862">
        <w:rPr>
          <w:szCs w:val="18"/>
          <w:highlight w:val="yellow"/>
        </w:rPr>
        <w:t>5 $1$mtvC$6</w:t>
      </w:r>
      <w:proofErr w:type="gramStart"/>
      <w:r w:rsidR="00276862" w:rsidRPr="00276862">
        <w:rPr>
          <w:szCs w:val="18"/>
          <w:highlight w:val="yellow"/>
        </w:rPr>
        <w:t>NC.1VKr3p6bj7YGE.jNg</w:t>
      </w:r>
      <w:proofErr w:type="gramEnd"/>
      <w:r w:rsidR="00276862" w:rsidRPr="00276862">
        <w:rPr>
          <w:szCs w:val="18"/>
          <w:highlight w:val="yellow"/>
        </w:rPr>
        <w:t>0</w:t>
      </w:r>
    </w:p>
    <w:p w14:paraId="384FD76E" w14:textId="77777777" w:rsidR="00B65878" w:rsidRPr="00CD7BAF" w:rsidRDefault="00B65878" w:rsidP="00B65878">
      <w:pPr>
        <w:pStyle w:val="CMDOutput"/>
        <w:rPr>
          <w:szCs w:val="18"/>
        </w:rPr>
      </w:pPr>
      <w:r w:rsidRPr="00CD7BAF">
        <w:rPr>
          <w:szCs w:val="18"/>
        </w:rPr>
        <w:t>!</w:t>
      </w:r>
    </w:p>
    <w:p w14:paraId="6A085A78" w14:textId="77777777" w:rsidR="00B65878" w:rsidRPr="00CD7BAF" w:rsidRDefault="00B65878" w:rsidP="00B65878">
      <w:pPr>
        <w:pStyle w:val="CMDOutput"/>
        <w:rPr>
          <w:szCs w:val="18"/>
        </w:rPr>
      </w:pPr>
      <w:r w:rsidRPr="00CD7BAF">
        <w:rPr>
          <w:szCs w:val="18"/>
        </w:rPr>
        <w:t xml:space="preserve">no </w:t>
      </w:r>
      <w:proofErr w:type="spellStart"/>
      <w:r w:rsidRPr="00CD7BAF">
        <w:rPr>
          <w:szCs w:val="18"/>
        </w:rPr>
        <w:t>aaa</w:t>
      </w:r>
      <w:proofErr w:type="spellEnd"/>
      <w:r w:rsidRPr="00CD7BAF">
        <w:rPr>
          <w:szCs w:val="18"/>
        </w:rPr>
        <w:t xml:space="preserve"> new-model</w:t>
      </w:r>
    </w:p>
    <w:p w14:paraId="5D83A0AF" w14:textId="77777777" w:rsidR="00B65878" w:rsidRPr="00CD7BAF" w:rsidRDefault="00B65878" w:rsidP="00B65878">
      <w:pPr>
        <w:pStyle w:val="CMDOutput"/>
        <w:rPr>
          <w:szCs w:val="18"/>
        </w:rPr>
      </w:pPr>
      <w:r w:rsidRPr="00CD7BAF">
        <w:rPr>
          <w:szCs w:val="18"/>
        </w:rPr>
        <w:t xml:space="preserve">system </w:t>
      </w:r>
      <w:proofErr w:type="spellStart"/>
      <w:r w:rsidRPr="00CD7BAF">
        <w:rPr>
          <w:szCs w:val="18"/>
        </w:rPr>
        <w:t>mtu</w:t>
      </w:r>
      <w:proofErr w:type="spellEnd"/>
      <w:r w:rsidRPr="00CD7BAF">
        <w:rPr>
          <w:szCs w:val="18"/>
        </w:rPr>
        <w:t xml:space="preserve"> routing 1500</w:t>
      </w:r>
    </w:p>
    <w:p w14:paraId="1DB8336A" w14:textId="77777777" w:rsidR="00B65878" w:rsidRPr="00CD7BAF" w:rsidRDefault="00B65878" w:rsidP="00B65878">
      <w:pPr>
        <w:pStyle w:val="CMDOutput"/>
        <w:rPr>
          <w:szCs w:val="18"/>
        </w:rPr>
      </w:pPr>
      <w:r w:rsidRPr="00CD7BAF">
        <w:rPr>
          <w:szCs w:val="18"/>
        </w:rPr>
        <w:t>!</w:t>
      </w:r>
    </w:p>
    <w:p w14:paraId="3E993B2E" w14:textId="77777777" w:rsidR="00B65878" w:rsidRPr="00CD7BAF" w:rsidRDefault="00B65878" w:rsidP="00B65878">
      <w:pPr>
        <w:pStyle w:val="CMDOutput"/>
        <w:rPr>
          <w:szCs w:val="18"/>
        </w:rPr>
      </w:pPr>
      <w:r w:rsidRPr="00CD7BAF">
        <w:rPr>
          <w:szCs w:val="18"/>
        </w:rPr>
        <w:t>!</w:t>
      </w:r>
    </w:p>
    <w:p w14:paraId="17802D1A" w14:textId="77777777" w:rsidR="00B65878" w:rsidRPr="00CD7BAF" w:rsidRDefault="00B65878" w:rsidP="00B65878">
      <w:pPr>
        <w:pStyle w:val="CMDOutput"/>
        <w:rPr>
          <w:szCs w:val="18"/>
        </w:rPr>
      </w:pPr>
      <w:r w:rsidRPr="00CD7BAF">
        <w:rPr>
          <w:szCs w:val="18"/>
          <w:highlight w:val="yellow"/>
        </w:rPr>
        <w:t xml:space="preserve">no </w:t>
      </w:r>
      <w:proofErr w:type="spellStart"/>
      <w:r w:rsidRPr="00CD7BAF">
        <w:rPr>
          <w:szCs w:val="18"/>
          <w:highlight w:val="yellow"/>
        </w:rPr>
        <w:t>ip</w:t>
      </w:r>
      <w:proofErr w:type="spellEnd"/>
      <w:r w:rsidRPr="00CD7BAF">
        <w:rPr>
          <w:szCs w:val="18"/>
          <w:highlight w:val="yellow"/>
        </w:rPr>
        <w:t xml:space="preserve"> domain-lookup</w:t>
      </w:r>
    </w:p>
    <w:p w14:paraId="2B4F0CAC" w14:textId="77777777" w:rsidR="00B65878" w:rsidRPr="00C90221" w:rsidRDefault="00B65878" w:rsidP="00B65878">
      <w:pPr>
        <w:pStyle w:val="CMDOutput"/>
        <w:rPr>
          <w:szCs w:val="18"/>
        </w:rPr>
      </w:pPr>
      <w:r w:rsidRPr="00CD7BAF">
        <w:rPr>
          <w:szCs w:val="18"/>
        </w:rPr>
        <w:t>!</w:t>
      </w:r>
    </w:p>
    <w:p w14:paraId="12A5EE3D" w14:textId="77777777" w:rsidR="00B65878" w:rsidRPr="00276862" w:rsidRDefault="00B65878" w:rsidP="00276862">
      <w:pPr>
        <w:pStyle w:val="CMDOutput"/>
      </w:pPr>
      <w:r w:rsidRPr="00276862">
        <w:t>&lt;output omitted&gt;</w:t>
      </w:r>
    </w:p>
    <w:p w14:paraId="02B16624" w14:textId="77777777" w:rsidR="00B65878" w:rsidRPr="00C90221" w:rsidRDefault="00B65878" w:rsidP="00B65878">
      <w:pPr>
        <w:pStyle w:val="CMDOutput"/>
        <w:rPr>
          <w:szCs w:val="18"/>
        </w:rPr>
      </w:pPr>
      <w:r>
        <w:rPr>
          <w:szCs w:val="18"/>
        </w:rPr>
        <w:t>!</w:t>
      </w:r>
    </w:p>
    <w:p w14:paraId="6AA82D98" w14:textId="77777777" w:rsidR="00B65878" w:rsidRPr="00BB2AF3" w:rsidRDefault="00B65878" w:rsidP="00B65878">
      <w:pPr>
        <w:pStyle w:val="CMDOutput"/>
        <w:rPr>
          <w:szCs w:val="18"/>
        </w:rPr>
      </w:pPr>
      <w:r w:rsidRPr="00BB2AF3">
        <w:rPr>
          <w:szCs w:val="18"/>
        </w:rPr>
        <w:t>interface FastEthernet0/24</w:t>
      </w:r>
    </w:p>
    <w:p w14:paraId="50EA1B1A" w14:textId="77777777" w:rsidR="00B65878" w:rsidRPr="00BB2AF3" w:rsidRDefault="00B65878" w:rsidP="00B65878">
      <w:pPr>
        <w:pStyle w:val="CMDOutput"/>
        <w:rPr>
          <w:szCs w:val="18"/>
        </w:rPr>
      </w:pPr>
      <w:r w:rsidRPr="00BB2AF3">
        <w:rPr>
          <w:szCs w:val="18"/>
        </w:rPr>
        <w:t xml:space="preserve"> </w:t>
      </w:r>
      <w:r w:rsidRPr="00322E81">
        <w:rPr>
          <w:szCs w:val="18"/>
          <w:highlight w:val="yellow"/>
        </w:rPr>
        <w:t xml:space="preserve">switchport access </w:t>
      </w:r>
      <w:proofErr w:type="spellStart"/>
      <w:r w:rsidRPr="00322E81">
        <w:rPr>
          <w:szCs w:val="18"/>
          <w:highlight w:val="yellow"/>
        </w:rPr>
        <w:t>vlan</w:t>
      </w:r>
      <w:proofErr w:type="spellEnd"/>
      <w:r w:rsidRPr="00322E81">
        <w:rPr>
          <w:szCs w:val="18"/>
          <w:highlight w:val="yellow"/>
        </w:rPr>
        <w:t xml:space="preserve"> 99</w:t>
      </w:r>
    </w:p>
    <w:p w14:paraId="401EA117" w14:textId="77777777" w:rsidR="00B65878" w:rsidRPr="00BB2AF3" w:rsidRDefault="00B65878" w:rsidP="00B65878">
      <w:pPr>
        <w:pStyle w:val="CMDOutput"/>
        <w:rPr>
          <w:szCs w:val="18"/>
        </w:rPr>
      </w:pPr>
      <w:r w:rsidRPr="00BB2AF3">
        <w:rPr>
          <w:szCs w:val="18"/>
        </w:rPr>
        <w:t>!</w:t>
      </w:r>
    </w:p>
    <w:p w14:paraId="7216D7BA" w14:textId="77777777" w:rsidR="00B65878" w:rsidRDefault="00B65878" w:rsidP="00B65878">
      <w:pPr>
        <w:pStyle w:val="CMDOutput"/>
        <w:rPr>
          <w:szCs w:val="18"/>
        </w:rPr>
      </w:pPr>
      <w:r w:rsidRPr="00BB2AF3">
        <w:rPr>
          <w:szCs w:val="18"/>
        </w:rPr>
        <w:t>interface GigabitEthernet0/1</w:t>
      </w:r>
    </w:p>
    <w:p w14:paraId="715EFBBE" w14:textId="77777777" w:rsidR="00B65878" w:rsidRPr="00BB2AF3" w:rsidRDefault="00B65878" w:rsidP="00B65878">
      <w:pPr>
        <w:pStyle w:val="CMDOutput"/>
        <w:rPr>
          <w:szCs w:val="18"/>
        </w:rPr>
      </w:pPr>
      <w:r>
        <w:rPr>
          <w:szCs w:val="18"/>
        </w:rPr>
        <w:t xml:space="preserve"> </w:t>
      </w:r>
      <w:r w:rsidRPr="00322E81">
        <w:rPr>
          <w:szCs w:val="18"/>
          <w:highlight w:val="yellow"/>
        </w:rPr>
        <w:t xml:space="preserve">switchport access </w:t>
      </w:r>
      <w:proofErr w:type="spellStart"/>
      <w:r w:rsidRPr="00322E81">
        <w:rPr>
          <w:szCs w:val="18"/>
          <w:highlight w:val="yellow"/>
        </w:rPr>
        <w:t>vlan</w:t>
      </w:r>
      <w:proofErr w:type="spellEnd"/>
      <w:r w:rsidRPr="00322E81">
        <w:rPr>
          <w:szCs w:val="18"/>
          <w:highlight w:val="yellow"/>
        </w:rPr>
        <w:t xml:space="preserve"> 99</w:t>
      </w:r>
    </w:p>
    <w:p w14:paraId="63ECADEB" w14:textId="77777777" w:rsidR="00B65878" w:rsidRPr="00BB2AF3" w:rsidRDefault="00B65878" w:rsidP="00B65878">
      <w:pPr>
        <w:pStyle w:val="CMDOutput"/>
        <w:rPr>
          <w:szCs w:val="18"/>
        </w:rPr>
      </w:pPr>
      <w:r w:rsidRPr="00BB2AF3">
        <w:rPr>
          <w:szCs w:val="18"/>
        </w:rPr>
        <w:t>!</w:t>
      </w:r>
    </w:p>
    <w:p w14:paraId="09D900FE" w14:textId="77777777" w:rsidR="00B65878" w:rsidRDefault="00B65878" w:rsidP="00B65878">
      <w:pPr>
        <w:pStyle w:val="CMDOutput"/>
        <w:rPr>
          <w:szCs w:val="18"/>
        </w:rPr>
      </w:pPr>
      <w:r w:rsidRPr="00BB2AF3">
        <w:rPr>
          <w:szCs w:val="18"/>
        </w:rPr>
        <w:t>interface GigabitEthernet0/2</w:t>
      </w:r>
    </w:p>
    <w:p w14:paraId="6507C3F9" w14:textId="77777777" w:rsidR="00B65878" w:rsidRDefault="00B65878" w:rsidP="00B65878">
      <w:pPr>
        <w:pStyle w:val="CMDOutput"/>
        <w:rPr>
          <w:szCs w:val="18"/>
        </w:rPr>
      </w:pPr>
      <w:r>
        <w:rPr>
          <w:szCs w:val="18"/>
        </w:rPr>
        <w:t xml:space="preserve"> </w:t>
      </w:r>
      <w:r w:rsidRPr="00322E81">
        <w:rPr>
          <w:szCs w:val="18"/>
          <w:highlight w:val="yellow"/>
        </w:rPr>
        <w:t xml:space="preserve">switchport access </w:t>
      </w:r>
      <w:proofErr w:type="spellStart"/>
      <w:r w:rsidRPr="00322E81">
        <w:rPr>
          <w:szCs w:val="18"/>
          <w:highlight w:val="yellow"/>
        </w:rPr>
        <w:t>vlan</w:t>
      </w:r>
      <w:proofErr w:type="spellEnd"/>
      <w:r w:rsidRPr="00322E81">
        <w:rPr>
          <w:szCs w:val="18"/>
          <w:highlight w:val="yellow"/>
        </w:rPr>
        <w:t xml:space="preserve"> 99</w:t>
      </w:r>
    </w:p>
    <w:p w14:paraId="75F60E08" w14:textId="77777777" w:rsidR="00B65878" w:rsidRPr="00BA4ABB" w:rsidRDefault="00B65878" w:rsidP="00B65878">
      <w:pPr>
        <w:pStyle w:val="CMDOutput"/>
        <w:rPr>
          <w:szCs w:val="18"/>
        </w:rPr>
      </w:pPr>
      <w:r w:rsidRPr="00BA4ABB">
        <w:rPr>
          <w:szCs w:val="18"/>
        </w:rPr>
        <w:t>!</w:t>
      </w:r>
    </w:p>
    <w:p w14:paraId="7B853C4B" w14:textId="77777777" w:rsidR="00B65878" w:rsidRPr="00BA4ABB" w:rsidRDefault="00B65878" w:rsidP="00B65878">
      <w:pPr>
        <w:pStyle w:val="CMDOutput"/>
        <w:rPr>
          <w:szCs w:val="18"/>
        </w:rPr>
      </w:pPr>
      <w:r w:rsidRPr="00BA4ABB">
        <w:rPr>
          <w:szCs w:val="18"/>
        </w:rPr>
        <w:t>interface Vlan1</w:t>
      </w:r>
    </w:p>
    <w:p w14:paraId="4166FEF5" w14:textId="77777777" w:rsidR="00B65878" w:rsidRPr="00BA4ABB" w:rsidRDefault="00B65878" w:rsidP="00B65878">
      <w:pPr>
        <w:pStyle w:val="CMDOutput"/>
        <w:rPr>
          <w:szCs w:val="18"/>
        </w:rPr>
      </w:pPr>
      <w:r w:rsidRPr="00BA4ABB">
        <w:rPr>
          <w:szCs w:val="18"/>
        </w:rPr>
        <w:t xml:space="preserve"> no </w:t>
      </w:r>
      <w:proofErr w:type="spellStart"/>
      <w:r w:rsidRPr="00BA4ABB">
        <w:rPr>
          <w:szCs w:val="18"/>
        </w:rPr>
        <w:t>ip</w:t>
      </w:r>
      <w:proofErr w:type="spellEnd"/>
      <w:r w:rsidRPr="00BA4ABB">
        <w:rPr>
          <w:szCs w:val="18"/>
        </w:rPr>
        <w:t xml:space="preserve"> address</w:t>
      </w:r>
    </w:p>
    <w:p w14:paraId="274FE4A2" w14:textId="77777777" w:rsidR="00B65878" w:rsidRPr="00BA4ABB" w:rsidRDefault="00B65878" w:rsidP="00B65878">
      <w:pPr>
        <w:pStyle w:val="CMDOutput"/>
        <w:rPr>
          <w:szCs w:val="18"/>
        </w:rPr>
      </w:pPr>
      <w:r w:rsidRPr="00BA4ABB">
        <w:rPr>
          <w:szCs w:val="18"/>
        </w:rPr>
        <w:t xml:space="preserve"> </w:t>
      </w:r>
      <w:r>
        <w:rPr>
          <w:szCs w:val="18"/>
        </w:rPr>
        <w:t xml:space="preserve">no </w:t>
      </w:r>
      <w:proofErr w:type="spellStart"/>
      <w:r>
        <w:rPr>
          <w:szCs w:val="18"/>
        </w:rPr>
        <w:t>ip</w:t>
      </w:r>
      <w:proofErr w:type="spellEnd"/>
      <w:r>
        <w:rPr>
          <w:szCs w:val="18"/>
        </w:rPr>
        <w:t xml:space="preserve"> route-cache</w:t>
      </w:r>
    </w:p>
    <w:p w14:paraId="3F02D658" w14:textId="77777777" w:rsidR="00B65878" w:rsidRPr="00BA4ABB" w:rsidRDefault="00B65878" w:rsidP="00B65878">
      <w:pPr>
        <w:pStyle w:val="CMDOutput"/>
        <w:rPr>
          <w:szCs w:val="18"/>
        </w:rPr>
      </w:pPr>
      <w:r w:rsidRPr="00BA4ABB">
        <w:rPr>
          <w:szCs w:val="18"/>
        </w:rPr>
        <w:t>!</w:t>
      </w:r>
    </w:p>
    <w:p w14:paraId="555D4182" w14:textId="77777777" w:rsidR="00276862" w:rsidRPr="00276862" w:rsidRDefault="00276862" w:rsidP="00276862">
      <w:pPr>
        <w:pStyle w:val="CMDOutput"/>
        <w:rPr>
          <w:szCs w:val="18"/>
          <w:highlight w:val="yellow"/>
        </w:rPr>
      </w:pPr>
      <w:r w:rsidRPr="00276862">
        <w:rPr>
          <w:szCs w:val="18"/>
          <w:highlight w:val="yellow"/>
        </w:rPr>
        <w:t>interface Vlan99</w:t>
      </w:r>
    </w:p>
    <w:p w14:paraId="75A707A4" w14:textId="77777777" w:rsidR="00276862" w:rsidRPr="00276862" w:rsidRDefault="00276862" w:rsidP="00276862">
      <w:pPr>
        <w:pStyle w:val="CMDOutput"/>
        <w:rPr>
          <w:szCs w:val="18"/>
          <w:highlight w:val="yellow"/>
        </w:rPr>
      </w:pPr>
      <w:r w:rsidRPr="00276862">
        <w:rPr>
          <w:szCs w:val="18"/>
          <w:highlight w:val="yellow"/>
        </w:rPr>
        <w:t xml:space="preserve"> </w:t>
      </w:r>
      <w:proofErr w:type="spellStart"/>
      <w:r w:rsidRPr="00276862">
        <w:rPr>
          <w:szCs w:val="18"/>
          <w:highlight w:val="yellow"/>
        </w:rPr>
        <w:t>ip</w:t>
      </w:r>
      <w:proofErr w:type="spellEnd"/>
      <w:r w:rsidRPr="00276862">
        <w:rPr>
          <w:szCs w:val="18"/>
          <w:highlight w:val="yellow"/>
        </w:rPr>
        <w:t xml:space="preserve"> address 192.168.1.2 255.255.255.0</w:t>
      </w:r>
    </w:p>
    <w:p w14:paraId="23DD229B" w14:textId="77777777" w:rsidR="00276862" w:rsidRPr="00276862" w:rsidRDefault="00276862" w:rsidP="00276862">
      <w:pPr>
        <w:pStyle w:val="CMDOutput"/>
        <w:rPr>
          <w:szCs w:val="18"/>
          <w:highlight w:val="yellow"/>
        </w:rPr>
      </w:pPr>
      <w:r w:rsidRPr="00276862">
        <w:rPr>
          <w:szCs w:val="18"/>
          <w:highlight w:val="yellow"/>
        </w:rPr>
        <w:t xml:space="preserve"> ipv6 address FE80::2 link-local</w:t>
      </w:r>
    </w:p>
    <w:p w14:paraId="228E68F0" w14:textId="758549E1" w:rsidR="00B65878" w:rsidRPr="00BA4ABB" w:rsidRDefault="00276862" w:rsidP="00276862">
      <w:pPr>
        <w:pStyle w:val="CMDOutput"/>
        <w:rPr>
          <w:szCs w:val="18"/>
        </w:rPr>
      </w:pPr>
      <w:r w:rsidRPr="00276862">
        <w:rPr>
          <w:szCs w:val="18"/>
          <w:highlight w:val="yellow"/>
        </w:rPr>
        <w:t xml:space="preserve"> ipv6 address 2001:DB</w:t>
      </w:r>
      <w:proofErr w:type="gramStart"/>
      <w:r w:rsidRPr="00276862">
        <w:rPr>
          <w:szCs w:val="18"/>
          <w:highlight w:val="yellow"/>
        </w:rPr>
        <w:t>8:ACAD::</w:t>
      </w:r>
      <w:proofErr w:type="gramEnd"/>
      <w:r w:rsidRPr="00276862">
        <w:rPr>
          <w:szCs w:val="18"/>
          <w:highlight w:val="yellow"/>
        </w:rPr>
        <w:t>2/64</w:t>
      </w:r>
    </w:p>
    <w:p w14:paraId="4C5C91C2" w14:textId="77777777" w:rsidR="00B65878" w:rsidRPr="00BA4ABB" w:rsidRDefault="00B65878" w:rsidP="00B65878">
      <w:pPr>
        <w:pStyle w:val="CMDOutput"/>
        <w:rPr>
          <w:szCs w:val="18"/>
        </w:rPr>
      </w:pPr>
      <w:r w:rsidRPr="00BA4ABB">
        <w:rPr>
          <w:szCs w:val="18"/>
        </w:rPr>
        <w:t>!</w:t>
      </w:r>
    </w:p>
    <w:p w14:paraId="16509FC3" w14:textId="77777777" w:rsidR="00B65878" w:rsidRPr="00FC6803" w:rsidRDefault="00B65878" w:rsidP="00B65878">
      <w:pPr>
        <w:pStyle w:val="CMDOutput"/>
        <w:rPr>
          <w:szCs w:val="18"/>
          <w:highlight w:val="yellow"/>
        </w:rPr>
      </w:pPr>
      <w:proofErr w:type="spellStart"/>
      <w:r w:rsidRPr="00FC6803">
        <w:rPr>
          <w:szCs w:val="18"/>
          <w:highlight w:val="yellow"/>
        </w:rPr>
        <w:t>ip</w:t>
      </w:r>
      <w:proofErr w:type="spellEnd"/>
      <w:r w:rsidRPr="00FC6803">
        <w:rPr>
          <w:szCs w:val="18"/>
          <w:highlight w:val="yellow"/>
        </w:rPr>
        <w:t xml:space="preserve"> default-gateway 192.168.1.1</w:t>
      </w:r>
    </w:p>
    <w:p w14:paraId="2E0DBEFA" w14:textId="77777777" w:rsidR="00B65878" w:rsidRDefault="00B65878" w:rsidP="00B65878">
      <w:pPr>
        <w:pStyle w:val="CMDOutput"/>
        <w:rPr>
          <w:szCs w:val="18"/>
        </w:rPr>
      </w:pPr>
      <w:proofErr w:type="spellStart"/>
      <w:r>
        <w:rPr>
          <w:szCs w:val="18"/>
        </w:rPr>
        <w:t>ip</w:t>
      </w:r>
      <w:proofErr w:type="spellEnd"/>
      <w:r>
        <w:rPr>
          <w:szCs w:val="18"/>
        </w:rPr>
        <w:t xml:space="preserve"> http server</w:t>
      </w:r>
    </w:p>
    <w:p w14:paraId="60644D11" w14:textId="77777777" w:rsidR="00B65878" w:rsidRDefault="00B65878" w:rsidP="00B65878">
      <w:pPr>
        <w:pStyle w:val="CMDOutput"/>
        <w:rPr>
          <w:szCs w:val="18"/>
        </w:rPr>
      </w:pPr>
      <w:proofErr w:type="spellStart"/>
      <w:r>
        <w:rPr>
          <w:szCs w:val="18"/>
        </w:rPr>
        <w:t>ip</w:t>
      </w:r>
      <w:proofErr w:type="spellEnd"/>
      <w:r>
        <w:rPr>
          <w:szCs w:val="18"/>
        </w:rPr>
        <w:t xml:space="preserve"> http secure-server</w:t>
      </w:r>
    </w:p>
    <w:p w14:paraId="02ED73A0" w14:textId="77777777" w:rsidR="00B65878" w:rsidRPr="00BA4ABB" w:rsidRDefault="00B65878" w:rsidP="00B65878">
      <w:pPr>
        <w:pStyle w:val="CMDOutput"/>
        <w:rPr>
          <w:szCs w:val="18"/>
        </w:rPr>
      </w:pPr>
      <w:r w:rsidRPr="00BA4ABB">
        <w:rPr>
          <w:szCs w:val="18"/>
        </w:rPr>
        <w:t>!</w:t>
      </w:r>
    </w:p>
    <w:p w14:paraId="6A796A8F" w14:textId="77777777" w:rsidR="00B65878" w:rsidRPr="00CD7BAF" w:rsidRDefault="00B65878" w:rsidP="00B65878">
      <w:pPr>
        <w:pStyle w:val="CMDOutput"/>
        <w:rPr>
          <w:szCs w:val="18"/>
          <w:highlight w:val="yellow"/>
        </w:rPr>
      </w:pPr>
      <w:r w:rsidRPr="00CD7BAF">
        <w:rPr>
          <w:szCs w:val="18"/>
          <w:highlight w:val="yellow"/>
        </w:rPr>
        <w:t xml:space="preserve">banner </w:t>
      </w:r>
      <w:proofErr w:type="spellStart"/>
      <w:r w:rsidRPr="00CD7BAF">
        <w:rPr>
          <w:szCs w:val="18"/>
          <w:highlight w:val="yellow"/>
        </w:rPr>
        <w:t>motd</w:t>
      </w:r>
      <w:proofErr w:type="spellEnd"/>
      <w:r w:rsidRPr="00CD7BAF">
        <w:rPr>
          <w:szCs w:val="18"/>
          <w:highlight w:val="yellow"/>
        </w:rPr>
        <w:t xml:space="preserve"> ^C</w:t>
      </w:r>
    </w:p>
    <w:p w14:paraId="4EF9DAF3" w14:textId="77777777" w:rsidR="00B65878" w:rsidRPr="0080753D" w:rsidRDefault="00B65878" w:rsidP="00B65878">
      <w:pPr>
        <w:pStyle w:val="CMDOutput"/>
      </w:pPr>
      <w:r w:rsidRPr="00CD7BAF">
        <w:rPr>
          <w:highlight w:val="yellow"/>
        </w:rPr>
        <w:t>Unauthorize</w:t>
      </w:r>
      <w:r>
        <w:rPr>
          <w:highlight w:val="yellow"/>
        </w:rPr>
        <w:t xml:space="preserve">d access is strictly prohibited. </w:t>
      </w:r>
      <w:r w:rsidRPr="00CD7BAF">
        <w:rPr>
          <w:highlight w:val="yellow"/>
        </w:rPr>
        <w:t>^C</w:t>
      </w:r>
    </w:p>
    <w:p w14:paraId="62517571" w14:textId="77777777" w:rsidR="00B65878" w:rsidRPr="00572DA6" w:rsidRDefault="00B65878" w:rsidP="00B65878">
      <w:pPr>
        <w:pStyle w:val="CMDOutput"/>
      </w:pPr>
      <w:r w:rsidRPr="0080753D">
        <w:t>!</w:t>
      </w:r>
    </w:p>
    <w:p w14:paraId="6A134FBB" w14:textId="77777777" w:rsidR="00B65878" w:rsidRPr="00572DA6" w:rsidRDefault="00B65878" w:rsidP="00B65878">
      <w:pPr>
        <w:pStyle w:val="CMDOutput"/>
      </w:pPr>
      <w:r w:rsidRPr="00572DA6">
        <w:t>line con 0</w:t>
      </w:r>
    </w:p>
    <w:p w14:paraId="01E6B76B" w14:textId="77ABED82" w:rsidR="00B65878" w:rsidRPr="00276862" w:rsidRDefault="00B65878" w:rsidP="00B65878">
      <w:pPr>
        <w:pStyle w:val="CMDOutput"/>
        <w:rPr>
          <w:highlight w:val="yellow"/>
        </w:rPr>
      </w:pPr>
      <w:r w:rsidRPr="00572DA6">
        <w:t xml:space="preserve"> </w:t>
      </w:r>
      <w:r w:rsidRPr="00E66E33">
        <w:rPr>
          <w:highlight w:val="yellow"/>
        </w:rPr>
        <w:t>password 7</w:t>
      </w:r>
      <w:r w:rsidRPr="00276862">
        <w:rPr>
          <w:highlight w:val="yellow"/>
        </w:rPr>
        <w:t xml:space="preserve"> </w:t>
      </w:r>
      <w:r w:rsidR="00276862" w:rsidRPr="00276862">
        <w:rPr>
          <w:highlight w:val="yellow"/>
        </w:rPr>
        <w:t>00071A150754</w:t>
      </w:r>
    </w:p>
    <w:p w14:paraId="0B17285D" w14:textId="77777777" w:rsidR="00B65878" w:rsidRPr="00CD7BAF" w:rsidRDefault="00B65878" w:rsidP="00B65878">
      <w:pPr>
        <w:pStyle w:val="CMDOutput"/>
        <w:rPr>
          <w:highlight w:val="yellow"/>
        </w:rPr>
      </w:pPr>
      <w:r w:rsidRPr="00BA4ABB">
        <w:t xml:space="preserve"> </w:t>
      </w:r>
      <w:r>
        <w:rPr>
          <w:highlight w:val="yellow"/>
        </w:rPr>
        <w:t>logging synchronous</w:t>
      </w:r>
    </w:p>
    <w:p w14:paraId="12743CE0" w14:textId="77777777" w:rsidR="00B65878" w:rsidRPr="00572DA6" w:rsidRDefault="00B65878" w:rsidP="00B65878">
      <w:pPr>
        <w:pStyle w:val="CMDOutput"/>
      </w:pPr>
      <w:r w:rsidRPr="00BA4ABB">
        <w:t xml:space="preserve"> </w:t>
      </w:r>
      <w:r w:rsidRPr="00CD7BAF">
        <w:rPr>
          <w:highlight w:val="yellow"/>
        </w:rPr>
        <w:t>login</w:t>
      </w:r>
    </w:p>
    <w:p w14:paraId="1050139E" w14:textId="77777777" w:rsidR="00B65878" w:rsidRPr="00572DA6" w:rsidRDefault="00B65878" w:rsidP="00B65878">
      <w:pPr>
        <w:pStyle w:val="CMDOutput"/>
      </w:pPr>
      <w:r w:rsidRPr="00572DA6">
        <w:t xml:space="preserve">line </w:t>
      </w:r>
      <w:proofErr w:type="spellStart"/>
      <w:r w:rsidRPr="00572DA6">
        <w:t>vty</w:t>
      </w:r>
      <w:proofErr w:type="spellEnd"/>
      <w:r w:rsidRPr="00572DA6">
        <w:t xml:space="preserve"> 0 4</w:t>
      </w:r>
    </w:p>
    <w:p w14:paraId="6B0D4C1B" w14:textId="1125EB76" w:rsidR="00B65878" w:rsidRPr="00276862" w:rsidRDefault="00B65878" w:rsidP="00B65878">
      <w:pPr>
        <w:pStyle w:val="CMDOutput"/>
        <w:rPr>
          <w:highlight w:val="yellow"/>
        </w:rPr>
      </w:pPr>
      <w:r w:rsidRPr="00BA4ABB">
        <w:t xml:space="preserve"> </w:t>
      </w:r>
      <w:r w:rsidRPr="00E66E33">
        <w:rPr>
          <w:highlight w:val="yellow"/>
        </w:rPr>
        <w:t xml:space="preserve">password </w:t>
      </w:r>
      <w:r w:rsidRPr="00276862">
        <w:rPr>
          <w:highlight w:val="yellow"/>
        </w:rPr>
        <w:t xml:space="preserve">7 </w:t>
      </w:r>
      <w:r w:rsidR="00276862" w:rsidRPr="00276862">
        <w:rPr>
          <w:highlight w:val="yellow"/>
        </w:rPr>
        <w:t>121A0C041104</w:t>
      </w:r>
    </w:p>
    <w:p w14:paraId="782D96BD" w14:textId="77777777" w:rsidR="00B65878" w:rsidRPr="00572DA6" w:rsidRDefault="00B65878" w:rsidP="00B65878">
      <w:pPr>
        <w:pStyle w:val="CMDOutput"/>
      </w:pPr>
      <w:r w:rsidRPr="00BA4ABB">
        <w:t xml:space="preserve"> </w:t>
      </w:r>
      <w:r w:rsidRPr="00CD7BAF">
        <w:rPr>
          <w:highlight w:val="yellow"/>
        </w:rPr>
        <w:t>login</w:t>
      </w:r>
    </w:p>
    <w:p w14:paraId="07FCBAB0" w14:textId="77777777" w:rsidR="00B65878" w:rsidRPr="00572DA6" w:rsidRDefault="00B65878" w:rsidP="00B65878">
      <w:pPr>
        <w:pStyle w:val="CMDOutput"/>
      </w:pPr>
      <w:r w:rsidRPr="00572DA6">
        <w:t xml:space="preserve">line </w:t>
      </w:r>
      <w:proofErr w:type="spellStart"/>
      <w:r w:rsidRPr="00572DA6">
        <w:t>vty</w:t>
      </w:r>
      <w:proofErr w:type="spellEnd"/>
      <w:r w:rsidRPr="00572DA6">
        <w:t xml:space="preserve"> 5 15</w:t>
      </w:r>
    </w:p>
    <w:p w14:paraId="0592A651" w14:textId="410E28FD" w:rsidR="00B65878" w:rsidRPr="00276862" w:rsidRDefault="00B65878" w:rsidP="00B65878">
      <w:pPr>
        <w:pStyle w:val="CMDOutput"/>
        <w:rPr>
          <w:highlight w:val="yellow"/>
        </w:rPr>
      </w:pPr>
      <w:r w:rsidRPr="00572DA6">
        <w:t xml:space="preserve"> </w:t>
      </w:r>
      <w:r w:rsidRPr="00E66E33">
        <w:rPr>
          <w:highlight w:val="yellow"/>
        </w:rPr>
        <w:t>password</w:t>
      </w:r>
      <w:r w:rsidRPr="00276862">
        <w:rPr>
          <w:highlight w:val="yellow"/>
        </w:rPr>
        <w:t xml:space="preserve"> 7 </w:t>
      </w:r>
      <w:r w:rsidR="00276862" w:rsidRPr="00276862">
        <w:rPr>
          <w:highlight w:val="yellow"/>
        </w:rPr>
        <w:t>121A0C041104</w:t>
      </w:r>
    </w:p>
    <w:p w14:paraId="660323A0" w14:textId="77777777" w:rsidR="00B65878" w:rsidRPr="00572DA6" w:rsidRDefault="00B65878" w:rsidP="00B65878">
      <w:pPr>
        <w:pStyle w:val="CMDOutput"/>
      </w:pPr>
      <w:r w:rsidRPr="00BA4ABB">
        <w:t xml:space="preserve"> </w:t>
      </w:r>
      <w:r w:rsidRPr="00CD7BAF">
        <w:rPr>
          <w:highlight w:val="yellow"/>
        </w:rPr>
        <w:t>login</w:t>
      </w:r>
    </w:p>
    <w:p w14:paraId="217AA5CA" w14:textId="15703813" w:rsidR="00B65878" w:rsidRDefault="00B65878" w:rsidP="00B65878">
      <w:pPr>
        <w:pStyle w:val="CMDOutput"/>
      </w:pPr>
      <w:r w:rsidRPr="00572DA6">
        <w:t>!</w:t>
      </w:r>
    </w:p>
    <w:p w14:paraId="7937091A" w14:textId="77777777" w:rsidR="00B65878" w:rsidRPr="00572DA6" w:rsidRDefault="00B65878" w:rsidP="00B65878">
      <w:pPr>
        <w:pStyle w:val="CMDOutput"/>
      </w:pPr>
      <w:r w:rsidRPr="00572DA6">
        <w:t>end</w:t>
      </w:r>
    </w:p>
    <w:p w14:paraId="0A993153" w14:textId="77777777" w:rsidR="00B65878" w:rsidRPr="00996036" w:rsidRDefault="00B65878" w:rsidP="00B65878">
      <w:pPr>
        <w:pStyle w:val="SubStepAlpha"/>
        <w:keepNext/>
      </w:pPr>
      <w:r w:rsidRPr="007E7343">
        <w:lastRenderedPageBreak/>
        <w:t>Verify</w:t>
      </w:r>
      <w:r>
        <w:t xml:space="preserve"> the management VLAN 99 settings.</w:t>
      </w:r>
    </w:p>
    <w:p w14:paraId="3205FA38" w14:textId="77777777" w:rsidR="00B65878" w:rsidRPr="008C637C" w:rsidRDefault="00B65878" w:rsidP="00B65878">
      <w:pPr>
        <w:pStyle w:val="CMD"/>
      </w:pPr>
      <w:r>
        <w:t>S1</w:t>
      </w:r>
      <w:r w:rsidRPr="008C637C">
        <w:t>#</w:t>
      </w:r>
      <w:r>
        <w:t xml:space="preserve"> </w:t>
      </w:r>
      <w:r w:rsidRPr="008C637C">
        <w:rPr>
          <w:b/>
        </w:rPr>
        <w:t xml:space="preserve">show interface </w:t>
      </w:r>
      <w:proofErr w:type="spellStart"/>
      <w:r w:rsidRPr="008C637C">
        <w:rPr>
          <w:b/>
        </w:rPr>
        <w:t>vlan</w:t>
      </w:r>
      <w:proofErr w:type="spellEnd"/>
      <w:r w:rsidRPr="008C637C">
        <w:rPr>
          <w:b/>
        </w:rPr>
        <w:t xml:space="preserve"> 99</w:t>
      </w:r>
    </w:p>
    <w:p w14:paraId="6EF56F8D" w14:textId="46E3D777" w:rsidR="00CA2E1B" w:rsidRPr="005A6354" w:rsidRDefault="00CA2E1B" w:rsidP="00CA2E1B">
      <w:pPr>
        <w:pStyle w:val="Heading4"/>
      </w:pPr>
      <w:r>
        <w:t>Questions:</w:t>
      </w:r>
    </w:p>
    <w:p w14:paraId="1FA38B64" w14:textId="77777777" w:rsidR="00B366ED" w:rsidRDefault="00B65878" w:rsidP="00B366ED">
      <w:pPr>
        <w:spacing w:before="0"/>
        <w:ind w:left="720"/>
        <w:rPr>
          <w:sz w:val="20"/>
        </w:rPr>
      </w:pPr>
      <w:r w:rsidRPr="00996036">
        <w:rPr>
          <w:sz w:val="20"/>
        </w:rPr>
        <w:t>What is the bandwidth on this interface?</w:t>
      </w:r>
    </w:p>
    <w:p w14:paraId="5CF8C6F3" w14:textId="3A87E11B" w:rsidR="00B366ED" w:rsidRDefault="00B366ED" w:rsidP="00B366ED">
      <w:pPr>
        <w:pStyle w:val="AnswerLineL50"/>
      </w:pPr>
      <w:r>
        <w:t>Type your answers here.</w:t>
      </w:r>
    </w:p>
    <w:p w14:paraId="7CCC0B15" w14:textId="77777777" w:rsidR="00B366ED" w:rsidRDefault="00B65878" w:rsidP="00B65878">
      <w:pPr>
        <w:ind w:left="720"/>
        <w:rPr>
          <w:sz w:val="20"/>
        </w:rPr>
      </w:pPr>
      <w:r w:rsidRPr="00996036">
        <w:rPr>
          <w:sz w:val="20"/>
        </w:rPr>
        <w:t xml:space="preserve">What </w:t>
      </w:r>
      <w:r>
        <w:rPr>
          <w:sz w:val="20"/>
        </w:rPr>
        <w:t xml:space="preserve">is </w:t>
      </w:r>
      <w:r w:rsidRPr="00996036">
        <w:rPr>
          <w:sz w:val="20"/>
        </w:rPr>
        <w:t xml:space="preserve">the VLAN </w:t>
      </w:r>
      <w:r>
        <w:rPr>
          <w:sz w:val="20"/>
        </w:rPr>
        <w:t xml:space="preserve">99 </w:t>
      </w:r>
      <w:r w:rsidRPr="00996036">
        <w:rPr>
          <w:sz w:val="20"/>
        </w:rPr>
        <w:t>state?</w:t>
      </w:r>
    </w:p>
    <w:p w14:paraId="2C881DC8" w14:textId="5C73C767" w:rsidR="00B366ED" w:rsidRDefault="00B366ED" w:rsidP="00B366ED">
      <w:pPr>
        <w:pStyle w:val="AnswerLineL50"/>
      </w:pPr>
      <w:r>
        <w:t>Type your answers here.</w:t>
      </w:r>
    </w:p>
    <w:p w14:paraId="368DE535" w14:textId="77777777" w:rsidR="00B366ED" w:rsidRDefault="00B65878" w:rsidP="00B65878">
      <w:pPr>
        <w:ind w:left="720"/>
        <w:rPr>
          <w:sz w:val="20"/>
        </w:rPr>
      </w:pPr>
      <w:r>
        <w:rPr>
          <w:sz w:val="20"/>
        </w:rPr>
        <w:t>What is the line protocol state?</w:t>
      </w:r>
    </w:p>
    <w:p w14:paraId="6B124B81" w14:textId="6752215E" w:rsidR="00B366ED" w:rsidRDefault="00B366ED" w:rsidP="00B366ED">
      <w:pPr>
        <w:pStyle w:val="AnswerLineL50"/>
      </w:pPr>
      <w:r>
        <w:t>Type your answers here.</w:t>
      </w:r>
    </w:p>
    <w:p w14:paraId="0D4E13D2" w14:textId="77777777" w:rsidR="0004259C" w:rsidRDefault="0004259C" w:rsidP="0004259C">
      <w:pPr>
        <w:pStyle w:val="ConfigWindow"/>
      </w:pPr>
      <w:r>
        <w:t>Close configuration window</w:t>
      </w:r>
    </w:p>
    <w:p w14:paraId="18042D75" w14:textId="0D8227B6" w:rsidR="00B65878" w:rsidRDefault="00B65878" w:rsidP="0004259C">
      <w:pPr>
        <w:pStyle w:val="Heading3"/>
        <w:spacing w:before="120"/>
      </w:pPr>
      <w:r>
        <w:t>Test end-to-end connectivity with ping.</w:t>
      </w:r>
    </w:p>
    <w:p w14:paraId="7350A636" w14:textId="77777777" w:rsidR="00B65878" w:rsidRDefault="00B65878" w:rsidP="0004259C">
      <w:pPr>
        <w:pStyle w:val="SubStepAlpha"/>
        <w:spacing w:before="0"/>
      </w:pPr>
      <w:r>
        <w:t>From the command prompt on PC-A, ping the address of PC-A first.</w:t>
      </w:r>
    </w:p>
    <w:p w14:paraId="7805551B" w14:textId="03D1746C" w:rsidR="00B65878" w:rsidRDefault="00B65878" w:rsidP="00B65878">
      <w:pPr>
        <w:pStyle w:val="CMD"/>
      </w:pPr>
      <w:r>
        <w:t xml:space="preserve">C:\&gt; </w:t>
      </w:r>
      <w:r>
        <w:rPr>
          <w:b/>
        </w:rPr>
        <w:t>ping 192.168.1.10</w:t>
      </w:r>
    </w:p>
    <w:p w14:paraId="7F9EF7CC" w14:textId="77777777" w:rsidR="00B65878" w:rsidRDefault="00B65878" w:rsidP="0004259C">
      <w:pPr>
        <w:pStyle w:val="SubStepAlpha"/>
      </w:pPr>
      <w:r>
        <w:t>From the command prompt on PC-A, ping the SVI management address of S1.</w:t>
      </w:r>
    </w:p>
    <w:p w14:paraId="10954B38" w14:textId="4BEBC8D2" w:rsidR="00B65878" w:rsidRDefault="00B65878" w:rsidP="00B65878">
      <w:pPr>
        <w:pStyle w:val="CMD"/>
        <w:rPr>
          <w:b/>
        </w:rPr>
      </w:pPr>
      <w:r>
        <w:t xml:space="preserve">C:\&gt; </w:t>
      </w:r>
      <w:r>
        <w:rPr>
          <w:b/>
        </w:rPr>
        <w:t>ping 192.168.1.2</w:t>
      </w:r>
    </w:p>
    <w:p w14:paraId="4A734B6E" w14:textId="77777777" w:rsidR="00B65878" w:rsidRPr="00A51F98" w:rsidRDefault="00B65878" w:rsidP="0004259C">
      <w:pPr>
        <w:pStyle w:val="BodyTextL50"/>
        <w:spacing w:before="0"/>
      </w:pPr>
      <w:r>
        <w:t>Because PC-A needs to resolve the MAC address of S1 through ARP, the first packet may time out. If ping results continue to be unsuccessful, troubleshoot the basic device configurations. Check both the physical cabling and logical addressing.</w:t>
      </w:r>
    </w:p>
    <w:p w14:paraId="44219B9E" w14:textId="77777777" w:rsidR="00B65878" w:rsidRDefault="00B65878" w:rsidP="00B65878">
      <w:pPr>
        <w:pStyle w:val="Heading3"/>
        <w:tabs>
          <w:tab w:val="num" w:pos="864"/>
        </w:tabs>
        <w:ind w:left="864" w:hanging="864"/>
      </w:pPr>
      <w:r>
        <w:t>Test and verify remote management of S1.</w:t>
      </w:r>
    </w:p>
    <w:p w14:paraId="585BE260" w14:textId="77777777" w:rsidR="00B65878" w:rsidRDefault="00B65878" w:rsidP="00B65878">
      <w:pPr>
        <w:pStyle w:val="BodyTextL25"/>
      </w:pPr>
      <w:r>
        <w:t>You will now use Telnet to remotely access the switch. In this lab, PC-A and S1 reside side by side. In a production network, the switch could be in a wiring closet on the top floor while your management PC is located on the ground floor. In this step, you will use Telnet to remotely access switch S1 using its SVI management address. Telnet is not a secure protocol; however, you will use it to test remote access. With Telnet, all information, including passwords and commands, are sent across the session in plain text. In subsequent labs, you will use SSH to remotely access network devices.</w:t>
      </w:r>
    </w:p>
    <w:p w14:paraId="1FA2C78D" w14:textId="77777777" w:rsidR="00276862" w:rsidRDefault="00276862" w:rsidP="00311B00">
      <w:pPr>
        <w:pStyle w:val="SubStepAlpha"/>
      </w:pPr>
      <w:r>
        <w:t>Open Tera Term or other terminal emulation program with Telnet capability.</w:t>
      </w:r>
    </w:p>
    <w:p w14:paraId="7A54F42B" w14:textId="3830273A" w:rsidR="00276862" w:rsidRDefault="00276862" w:rsidP="00311B00">
      <w:pPr>
        <w:pStyle w:val="SubStepAlpha"/>
      </w:pPr>
      <w:r>
        <w:t xml:space="preserve">Select the Telnet server and provide the SVI management address to connect to S1. The password is </w:t>
      </w:r>
      <w:r>
        <w:rPr>
          <w:b/>
        </w:rPr>
        <w:t>cisco</w:t>
      </w:r>
      <w:r w:rsidRPr="00276862">
        <w:t>.</w:t>
      </w:r>
    </w:p>
    <w:p w14:paraId="37AF1D3A" w14:textId="7E81C049" w:rsidR="00B65878" w:rsidRDefault="00B65878" w:rsidP="00B65878">
      <w:pPr>
        <w:pStyle w:val="SubStepAlpha"/>
      </w:pPr>
      <w:r>
        <w:t xml:space="preserve">After entering the password </w:t>
      </w:r>
      <w:r w:rsidRPr="00C00F23">
        <w:rPr>
          <w:b/>
        </w:rPr>
        <w:t>cisco</w:t>
      </w:r>
      <w:r>
        <w:t xml:space="preserve">, you will be at the user EXEC mode prompt. Access privileged EXEC mode using the </w:t>
      </w:r>
      <w:r w:rsidRPr="00936173">
        <w:rPr>
          <w:b/>
        </w:rPr>
        <w:t>enable</w:t>
      </w:r>
      <w:r>
        <w:t xml:space="preserve"> command and providing the secret password </w:t>
      </w:r>
      <w:r w:rsidRPr="00936173">
        <w:rPr>
          <w:b/>
        </w:rPr>
        <w:t>class</w:t>
      </w:r>
      <w:r>
        <w:t>.</w:t>
      </w:r>
    </w:p>
    <w:p w14:paraId="693C1755" w14:textId="77777777" w:rsidR="00311B00" w:rsidRDefault="00311B00" w:rsidP="00311B00">
      <w:pPr>
        <w:pStyle w:val="SubStepAlpha"/>
      </w:pPr>
      <w:r>
        <w:t>Save the configuration.</w:t>
      </w:r>
    </w:p>
    <w:p w14:paraId="540100F4" w14:textId="48CD4987" w:rsidR="00B65878" w:rsidRDefault="00B65878" w:rsidP="00B65878">
      <w:pPr>
        <w:pStyle w:val="SubStepAlpha"/>
      </w:pPr>
      <w:r>
        <w:t xml:space="preserve">Type </w:t>
      </w:r>
      <w:r>
        <w:rPr>
          <w:b/>
        </w:rPr>
        <w:t>exit</w:t>
      </w:r>
      <w:r>
        <w:t xml:space="preserve"> to end the Telnet session.</w:t>
      </w:r>
    </w:p>
    <w:p w14:paraId="2F3AF55C" w14:textId="77777777" w:rsidR="00B65878" w:rsidRPr="004C0909" w:rsidRDefault="00B65878" w:rsidP="00FA6F53">
      <w:pPr>
        <w:pStyle w:val="Heading2"/>
      </w:pPr>
      <w:r>
        <w:t>Manage the MAC Address Table</w:t>
      </w:r>
    </w:p>
    <w:p w14:paraId="03E39774" w14:textId="77777777" w:rsidR="00B65878" w:rsidRDefault="00B65878" w:rsidP="00B65878">
      <w:pPr>
        <w:pStyle w:val="BodyTextL25"/>
      </w:pPr>
      <w:r>
        <w:t>In Part 4, you will determine the MAC addresses that the switch has learned, set up a static MAC address on one interface of the switch, and then remove the static MAC address from that interface.</w:t>
      </w:r>
    </w:p>
    <w:p w14:paraId="4D35E620" w14:textId="7BFEE619" w:rsidR="00B65878" w:rsidRDefault="00B65878" w:rsidP="00B65878">
      <w:pPr>
        <w:pStyle w:val="Heading3"/>
      </w:pPr>
      <w:r>
        <w:t>Record the MAC address of the host.</w:t>
      </w:r>
    </w:p>
    <w:p w14:paraId="27CA412D" w14:textId="77777777" w:rsidR="00B65878" w:rsidRPr="00E93E45" w:rsidRDefault="00B65878" w:rsidP="00FA6F53">
      <w:pPr>
        <w:pStyle w:val="BodyTextL25"/>
        <w:spacing w:before="0"/>
      </w:pPr>
      <w:r>
        <w:t xml:space="preserve">Open a command prompt on PC-A and issue the </w:t>
      </w:r>
      <w:r>
        <w:rPr>
          <w:b/>
        </w:rPr>
        <w:t>ipconfig /all</w:t>
      </w:r>
      <w:r>
        <w:t xml:space="preserve"> command to </w:t>
      </w:r>
      <w:r w:rsidRPr="00B34411">
        <w:t>determine</w:t>
      </w:r>
      <w:r w:rsidRPr="00E93E45">
        <w:t xml:space="preserve"> and record the Layer 2 </w:t>
      </w:r>
      <w:r>
        <w:t xml:space="preserve">(physical) </w:t>
      </w:r>
      <w:r w:rsidRPr="00E93E45">
        <w:t xml:space="preserve">addresses of the </w:t>
      </w:r>
      <w:r>
        <w:t>NIC.</w:t>
      </w:r>
    </w:p>
    <w:p w14:paraId="1533363D" w14:textId="206A11C7" w:rsidR="00B65878" w:rsidRDefault="00B366ED" w:rsidP="00B366ED">
      <w:pPr>
        <w:pStyle w:val="AnswerLineL25"/>
      </w:pPr>
      <w:r>
        <w:t>Type your answers here.</w:t>
      </w:r>
    </w:p>
    <w:p w14:paraId="6FF78A07" w14:textId="6B5C3473" w:rsidR="00B65878" w:rsidRDefault="00B65878" w:rsidP="00FA6F53">
      <w:pPr>
        <w:pStyle w:val="Heading3"/>
        <w:spacing w:before="120"/>
      </w:pPr>
      <w:r w:rsidRPr="00E93E45">
        <w:t>Determine the MAC addresses that the switch has learned.</w:t>
      </w:r>
    </w:p>
    <w:p w14:paraId="4B5504A1" w14:textId="5FE531B1" w:rsidR="00FA6F53" w:rsidRPr="00FA6F53" w:rsidRDefault="00FA6F53" w:rsidP="00FA6F53">
      <w:pPr>
        <w:pStyle w:val="ConfigWindow"/>
      </w:pPr>
      <w:r>
        <w:t>Open configuration window</w:t>
      </w:r>
    </w:p>
    <w:p w14:paraId="06772861" w14:textId="77777777" w:rsidR="00B65878" w:rsidRDefault="00B65878" w:rsidP="00FA6F53">
      <w:pPr>
        <w:pStyle w:val="BodyTextL25"/>
        <w:spacing w:before="0"/>
      </w:pPr>
      <w:r w:rsidRPr="00E93E45">
        <w:lastRenderedPageBreak/>
        <w:t>Display the MAC addresses</w:t>
      </w:r>
      <w:r w:rsidRPr="00E93E45" w:rsidDel="002D56FF">
        <w:t xml:space="preserve"> using</w:t>
      </w:r>
      <w:r w:rsidRPr="00E93E45">
        <w:t xml:space="preserve"> the </w:t>
      </w:r>
      <w:r w:rsidRPr="003310F6">
        <w:rPr>
          <w:b/>
        </w:rPr>
        <w:t>show mac</w:t>
      </w:r>
      <w:r>
        <w:rPr>
          <w:b/>
        </w:rPr>
        <w:t xml:space="preserve"> </w:t>
      </w:r>
      <w:r w:rsidRPr="003310F6">
        <w:rPr>
          <w:b/>
        </w:rPr>
        <w:t>address-table</w:t>
      </w:r>
      <w:r w:rsidRPr="002D56FF">
        <w:t xml:space="preserve"> </w:t>
      </w:r>
      <w:r w:rsidRPr="00E93E45">
        <w:t>command</w:t>
      </w:r>
      <w:r>
        <w:t>.</w:t>
      </w:r>
    </w:p>
    <w:p w14:paraId="2454D234" w14:textId="7A3AC577" w:rsidR="00B65878" w:rsidRDefault="00B65878" w:rsidP="00B65878">
      <w:pPr>
        <w:pStyle w:val="CMD"/>
      </w:pPr>
      <w:r w:rsidRPr="00660C6B">
        <w:t>S1#</w:t>
      </w:r>
      <w:r>
        <w:t xml:space="preserve"> </w:t>
      </w:r>
      <w:r w:rsidRPr="00832C1D">
        <w:rPr>
          <w:b/>
        </w:rPr>
        <w:t>show mac address-table</w:t>
      </w:r>
    </w:p>
    <w:p w14:paraId="77D6230B" w14:textId="1DA60637" w:rsidR="00B366ED" w:rsidRDefault="00B366ED" w:rsidP="00B366ED">
      <w:pPr>
        <w:pStyle w:val="Heading4"/>
      </w:pPr>
      <w:r>
        <w:t>Questions:</w:t>
      </w:r>
    </w:p>
    <w:p w14:paraId="72D371BF" w14:textId="5DA7578A" w:rsidR="00B366ED" w:rsidRDefault="00B65878" w:rsidP="00A5719E">
      <w:pPr>
        <w:pStyle w:val="BodyTextL25"/>
        <w:spacing w:before="0"/>
      </w:pPr>
      <w:r w:rsidRPr="00E93E45">
        <w:t>How many dynamic addresses are there?</w:t>
      </w:r>
    </w:p>
    <w:p w14:paraId="3627E73B" w14:textId="39C5A268" w:rsidR="00B366ED" w:rsidRDefault="00B366ED" w:rsidP="00B366ED">
      <w:pPr>
        <w:pStyle w:val="AnswerLineL25"/>
      </w:pPr>
      <w:r>
        <w:t>Type your answers here.</w:t>
      </w:r>
    </w:p>
    <w:p w14:paraId="51160C31" w14:textId="77777777" w:rsidR="007B6636" w:rsidRDefault="00B65878" w:rsidP="00B65878">
      <w:pPr>
        <w:pStyle w:val="BodyTextL25"/>
      </w:pPr>
      <w:r w:rsidRPr="00E93E45">
        <w:t>How many MAC addresses are there in total?</w:t>
      </w:r>
    </w:p>
    <w:p w14:paraId="5759B94A" w14:textId="5A4442FF" w:rsidR="007B6636" w:rsidRDefault="007B6636" w:rsidP="007B6636">
      <w:pPr>
        <w:pStyle w:val="AnswerLineL25"/>
      </w:pPr>
      <w:r>
        <w:t>Type your answers here.</w:t>
      </w:r>
    </w:p>
    <w:p w14:paraId="15E51C22" w14:textId="77777777" w:rsidR="007B6636" w:rsidRDefault="00B65878" w:rsidP="00B65878">
      <w:pPr>
        <w:pStyle w:val="BodyTextL25"/>
      </w:pPr>
      <w:r w:rsidRPr="00E93E45">
        <w:t>Do</w:t>
      </w:r>
      <w:r>
        <w:t>es</w:t>
      </w:r>
      <w:r w:rsidRPr="00E93E45">
        <w:t xml:space="preserve"> the </w:t>
      </w:r>
      <w:r>
        <w:t xml:space="preserve">dynamic </w:t>
      </w:r>
      <w:r w:rsidRPr="00E93E45">
        <w:t>MAC address match the MAC address</w:t>
      </w:r>
      <w:r w:rsidRPr="00146D8C">
        <w:t xml:space="preserve"> </w:t>
      </w:r>
      <w:r>
        <w:t>of PC-A</w:t>
      </w:r>
      <w:r w:rsidRPr="00E93E45">
        <w:t>?</w:t>
      </w:r>
    </w:p>
    <w:p w14:paraId="382AFF5E" w14:textId="77777777" w:rsidR="007B6636" w:rsidRDefault="007B6636" w:rsidP="007B6636">
      <w:pPr>
        <w:pStyle w:val="AnswerLineL25"/>
      </w:pPr>
      <w:r>
        <w:t>Type your answers here.</w:t>
      </w:r>
    </w:p>
    <w:p w14:paraId="2825F785" w14:textId="77777777" w:rsidR="00B65878" w:rsidRDefault="00B65878" w:rsidP="00B65878">
      <w:pPr>
        <w:pStyle w:val="Heading3"/>
      </w:pPr>
      <w:r w:rsidRPr="00E93E45" w:rsidDel="002D56FF">
        <w:t>List</w:t>
      </w:r>
      <w:r w:rsidRPr="00E93E45">
        <w:t xml:space="preserve"> the show mac</w:t>
      </w:r>
      <w:r>
        <w:t xml:space="preserve"> </w:t>
      </w:r>
      <w:r w:rsidRPr="00E93E45">
        <w:t>address-table options.</w:t>
      </w:r>
    </w:p>
    <w:p w14:paraId="53958195" w14:textId="77777777" w:rsidR="00B65878" w:rsidRPr="00E93E45" w:rsidRDefault="00B65878" w:rsidP="007B6636">
      <w:pPr>
        <w:pStyle w:val="SubStepAlpha"/>
      </w:pPr>
      <w:r>
        <w:t>Display the MAC address table options</w:t>
      </w:r>
      <w:r w:rsidRPr="00E93E45">
        <w:t>.</w:t>
      </w:r>
    </w:p>
    <w:p w14:paraId="299909EC" w14:textId="77777777" w:rsidR="00B65878" w:rsidRDefault="00B65878" w:rsidP="00B65878">
      <w:pPr>
        <w:pStyle w:val="CMD"/>
      </w:pPr>
      <w:r w:rsidRPr="00C42DAB">
        <w:t>S1#</w:t>
      </w:r>
      <w:r>
        <w:t xml:space="preserve"> </w:t>
      </w:r>
      <w:r>
        <w:rPr>
          <w:b/>
        </w:rPr>
        <w:t xml:space="preserve">show mac </w:t>
      </w:r>
      <w:r w:rsidRPr="00C42DAB">
        <w:rPr>
          <w:b/>
        </w:rPr>
        <w:t>address-</w:t>
      </w:r>
      <w:proofErr w:type="gramStart"/>
      <w:r w:rsidRPr="00C42DAB">
        <w:rPr>
          <w:b/>
        </w:rPr>
        <w:t>table ?</w:t>
      </w:r>
      <w:proofErr w:type="gramEnd"/>
    </w:p>
    <w:p w14:paraId="15A5DBE8" w14:textId="1BC23818" w:rsidR="007B6636" w:rsidRPr="007B6636" w:rsidRDefault="007B6636" w:rsidP="007B6636">
      <w:pPr>
        <w:pStyle w:val="Heading4"/>
      </w:pPr>
      <w:r>
        <w:t>Question:</w:t>
      </w:r>
    </w:p>
    <w:p w14:paraId="78F06B63" w14:textId="77777777" w:rsidR="007B6636" w:rsidRDefault="00B65878" w:rsidP="00A5719E">
      <w:pPr>
        <w:pStyle w:val="BodyTextL50"/>
        <w:spacing w:before="0"/>
      </w:pPr>
      <w:r w:rsidRPr="00E93E45">
        <w:t xml:space="preserve">How many options are available for the </w:t>
      </w:r>
      <w:r w:rsidRPr="00D36693">
        <w:rPr>
          <w:b/>
        </w:rPr>
        <w:t xml:space="preserve">show </w:t>
      </w:r>
      <w:r>
        <w:rPr>
          <w:b/>
        </w:rPr>
        <w:t xml:space="preserve">mac </w:t>
      </w:r>
      <w:r w:rsidRPr="00D36693">
        <w:rPr>
          <w:b/>
        </w:rPr>
        <w:t>address-table</w:t>
      </w:r>
      <w:r w:rsidRPr="00E93E45">
        <w:t xml:space="preserve"> command?</w:t>
      </w:r>
    </w:p>
    <w:p w14:paraId="5D277645" w14:textId="67BE4B1C" w:rsidR="007B6636" w:rsidRDefault="007B6636" w:rsidP="007B6636">
      <w:pPr>
        <w:pStyle w:val="AnswerLineL50"/>
      </w:pPr>
      <w:r>
        <w:t>Type your answers here.</w:t>
      </w:r>
    </w:p>
    <w:p w14:paraId="7B45771F" w14:textId="77777777" w:rsidR="00B65878" w:rsidRDefault="00B65878" w:rsidP="00B65878">
      <w:pPr>
        <w:pStyle w:val="SubStepAlpha"/>
      </w:pPr>
      <w:r>
        <w:t xml:space="preserve">Issue the </w:t>
      </w:r>
      <w:r>
        <w:rPr>
          <w:b/>
        </w:rPr>
        <w:t xml:space="preserve">show mac address-table dynamic </w:t>
      </w:r>
      <w:r>
        <w:t xml:space="preserve">command to display only </w:t>
      </w:r>
      <w:r w:rsidRPr="00E93E45">
        <w:t xml:space="preserve">the MAC addresses </w:t>
      </w:r>
      <w:r>
        <w:t>that were</w:t>
      </w:r>
      <w:r w:rsidRPr="00E93E45">
        <w:t xml:space="preserve"> learned dynamically.</w:t>
      </w:r>
    </w:p>
    <w:p w14:paraId="32F7CFAE" w14:textId="77777777" w:rsidR="00B65878" w:rsidRDefault="00B65878" w:rsidP="00B65878">
      <w:pPr>
        <w:pStyle w:val="CMD"/>
      </w:pPr>
      <w:r w:rsidRPr="00C42DAB">
        <w:t>S1#</w:t>
      </w:r>
      <w:r>
        <w:t xml:space="preserve"> </w:t>
      </w:r>
      <w:r>
        <w:rPr>
          <w:b/>
        </w:rPr>
        <w:t xml:space="preserve">show mac address-table </w:t>
      </w:r>
      <w:r w:rsidRPr="00C42DAB">
        <w:rPr>
          <w:b/>
        </w:rPr>
        <w:t>dynamic</w:t>
      </w:r>
    </w:p>
    <w:p w14:paraId="6E0FB305" w14:textId="77777777" w:rsidR="007B6636" w:rsidRDefault="007B6636" w:rsidP="007B6636">
      <w:pPr>
        <w:pStyle w:val="Heading4"/>
      </w:pPr>
      <w:r>
        <w:t>Question:</w:t>
      </w:r>
    </w:p>
    <w:p w14:paraId="076E837F" w14:textId="77777777" w:rsidR="007B6636" w:rsidRDefault="00B65878" w:rsidP="007B6636">
      <w:pPr>
        <w:pStyle w:val="BodyTextL50"/>
        <w:spacing w:before="0"/>
      </w:pPr>
      <w:r w:rsidRPr="00E93E45">
        <w:t>How many dynamic addresses are there?</w:t>
      </w:r>
    </w:p>
    <w:p w14:paraId="6AFF8D69" w14:textId="3CF4B2A9" w:rsidR="007B6636" w:rsidRDefault="007B6636" w:rsidP="007B6636">
      <w:pPr>
        <w:pStyle w:val="AnswerLineL50"/>
      </w:pPr>
      <w:r>
        <w:t>Type your answers here.</w:t>
      </w:r>
    </w:p>
    <w:p w14:paraId="295ADDAC" w14:textId="77777777" w:rsidR="00B65878" w:rsidRDefault="00B65878" w:rsidP="00B65878">
      <w:pPr>
        <w:pStyle w:val="SubStepAlpha"/>
      </w:pPr>
      <w:r w:rsidRPr="00AA0C46">
        <w:t>View</w:t>
      </w:r>
      <w:r>
        <w:t xml:space="preserve"> the MAC address entry for PC-A. The MAC address formatting for the command is </w:t>
      </w:r>
      <w:proofErr w:type="spellStart"/>
      <w:proofErr w:type="gramStart"/>
      <w:r>
        <w:t>xxxx.xxxx</w:t>
      </w:r>
      <w:proofErr w:type="gramEnd"/>
      <w:r>
        <w:t>.xxxx</w:t>
      </w:r>
      <w:proofErr w:type="spellEnd"/>
      <w:r>
        <w:t>.</w:t>
      </w:r>
    </w:p>
    <w:p w14:paraId="1DF6D266" w14:textId="77777777" w:rsidR="00B65878" w:rsidRPr="003B7F7B" w:rsidRDefault="00B65878" w:rsidP="00B65878">
      <w:pPr>
        <w:pStyle w:val="CMD"/>
      </w:pPr>
      <w:r w:rsidRPr="00C42DAB">
        <w:t>S1#</w:t>
      </w:r>
      <w:r>
        <w:t xml:space="preserve"> </w:t>
      </w:r>
      <w:r w:rsidRPr="00C42DAB">
        <w:rPr>
          <w:b/>
        </w:rPr>
        <w:t>show mac</w:t>
      </w:r>
      <w:r>
        <w:rPr>
          <w:b/>
        </w:rPr>
        <w:t xml:space="preserve"> </w:t>
      </w:r>
      <w:r w:rsidRPr="00C42DAB">
        <w:rPr>
          <w:b/>
        </w:rPr>
        <w:t>address-table address &lt;PC</w:t>
      </w:r>
      <w:r>
        <w:rPr>
          <w:b/>
        </w:rPr>
        <w:t>-A</w:t>
      </w:r>
      <w:r w:rsidRPr="00C42DAB">
        <w:rPr>
          <w:b/>
        </w:rPr>
        <w:t xml:space="preserve"> MAC here&gt;</w:t>
      </w:r>
    </w:p>
    <w:p w14:paraId="20F24E66" w14:textId="77777777" w:rsidR="00B65878" w:rsidRDefault="00B65878" w:rsidP="00B65878">
      <w:pPr>
        <w:pStyle w:val="Heading3"/>
        <w:rPr>
          <w:bCs w:val="0"/>
        </w:rPr>
      </w:pPr>
      <w:r w:rsidRPr="007F292A">
        <w:rPr>
          <w:bCs w:val="0"/>
        </w:rPr>
        <w:t>Set up a static MAC address.</w:t>
      </w:r>
    </w:p>
    <w:p w14:paraId="0AB67381" w14:textId="77777777" w:rsidR="00B65878" w:rsidRPr="00E93E45" w:rsidRDefault="00B65878" w:rsidP="00B65878">
      <w:pPr>
        <w:pStyle w:val="SubStepAlpha"/>
        <w:keepNext/>
      </w:pPr>
      <w:r w:rsidRPr="00E93E45">
        <w:t>Clear the MAC address table.</w:t>
      </w:r>
    </w:p>
    <w:p w14:paraId="1479C42D" w14:textId="77777777" w:rsidR="00B65878" w:rsidRPr="00E93E45" w:rsidRDefault="00B65878" w:rsidP="00B65878">
      <w:pPr>
        <w:pStyle w:val="BodyTextL50"/>
      </w:pPr>
      <w:r w:rsidRPr="00E93E45">
        <w:t xml:space="preserve">To remove the existing MAC addresses, use the </w:t>
      </w:r>
      <w:r w:rsidRPr="00D36693">
        <w:rPr>
          <w:b/>
        </w:rPr>
        <w:t>clear mac address-table</w:t>
      </w:r>
      <w:r>
        <w:rPr>
          <w:b/>
        </w:rPr>
        <w:t xml:space="preserve"> dynamic</w:t>
      </w:r>
      <w:r>
        <w:t xml:space="preserve"> command in privileged </w:t>
      </w:r>
      <w:r w:rsidRPr="00E93E45">
        <w:t>EXEC mode.</w:t>
      </w:r>
    </w:p>
    <w:p w14:paraId="1E67C18D" w14:textId="77777777" w:rsidR="00B65878" w:rsidRDefault="00B65878" w:rsidP="00B65878">
      <w:pPr>
        <w:pStyle w:val="CMD"/>
      </w:pPr>
      <w:r w:rsidRPr="00C42DAB">
        <w:t>S1#</w:t>
      </w:r>
      <w:r>
        <w:t xml:space="preserve"> </w:t>
      </w:r>
      <w:r w:rsidRPr="00C42DAB">
        <w:rPr>
          <w:b/>
        </w:rPr>
        <w:t>cle</w:t>
      </w:r>
      <w:r>
        <w:rPr>
          <w:b/>
        </w:rPr>
        <w:t xml:space="preserve">ar mac </w:t>
      </w:r>
      <w:r w:rsidRPr="00C42DAB">
        <w:rPr>
          <w:b/>
        </w:rPr>
        <w:t>address-table dynamic</w:t>
      </w:r>
    </w:p>
    <w:p w14:paraId="0D78F17A" w14:textId="77777777" w:rsidR="00B65878" w:rsidRPr="00E93E45" w:rsidRDefault="00B65878" w:rsidP="00B65878">
      <w:pPr>
        <w:pStyle w:val="SubStepAlpha"/>
      </w:pPr>
      <w:r w:rsidRPr="00AA0C46">
        <w:t>Verify</w:t>
      </w:r>
      <w:r w:rsidRPr="00E93E45">
        <w:t xml:space="preserve"> that the </w:t>
      </w:r>
      <w:r>
        <w:t>MAC address table</w:t>
      </w:r>
      <w:r w:rsidRPr="00E93E45">
        <w:t xml:space="preserve"> was cleared.</w:t>
      </w:r>
    </w:p>
    <w:p w14:paraId="73D49216" w14:textId="77777777" w:rsidR="00B65878" w:rsidRDefault="00B65878" w:rsidP="00B65878">
      <w:pPr>
        <w:pStyle w:val="CMD"/>
      </w:pPr>
      <w:r w:rsidRPr="00C42DAB">
        <w:t>S1#</w:t>
      </w:r>
      <w:r>
        <w:t xml:space="preserve"> </w:t>
      </w:r>
      <w:r>
        <w:rPr>
          <w:b/>
        </w:rPr>
        <w:t xml:space="preserve">show mac </w:t>
      </w:r>
      <w:r w:rsidRPr="00C42DAB">
        <w:rPr>
          <w:b/>
        </w:rPr>
        <w:t>address-table</w:t>
      </w:r>
    </w:p>
    <w:p w14:paraId="55CD5570" w14:textId="77777777" w:rsidR="007B6636" w:rsidRDefault="007B6636" w:rsidP="00DA58D8">
      <w:pPr>
        <w:pStyle w:val="Heading4"/>
      </w:pPr>
      <w:r w:rsidRPr="00DA58D8">
        <w:rPr>
          <w:rStyle w:val="Heading4Char"/>
        </w:rPr>
        <w:t>Question</w:t>
      </w:r>
      <w:r>
        <w:t>:</w:t>
      </w:r>
    </w:p>
    <w:p w14:paraId="160B62A2" w14:textId="77777777" w:rsidR="00A942AE" w:rsidRDefault="00B65878" w:rsidP="00A5719E">
      <w:pPr>
        <w:pStyle w:val="BodyTextL50"/>
        <w:spacing w:before="0"/>
      </w:pPr>
      <w:r>
        <w:t>How many static</w:t>
      </w:r>
      <w:r w:rsidRPr="00E93E45">
        <w:t xml:space="preserve"> MAC addresses are there?</w:t>
      </w:r>
    </w:p>
    <w:p w14:paraId="3CF53BBF" w14:textId="647C80EE" w:rsidR="00B65878" w:rsidRDefault="00A942AE" w:rsidP="00A942AE">
      <w:pPr>
        <w:pStyle w:val="AnswerLineL50"/>
      </w:pPr>
      <w:r>
        <w:t>Type your answers here.</w:t>
      </w:r>
    </w:p>
    <w:p w14:paraId="65D736C8" w14:textId="043C99D9" w:rsidR="00B65878" w:rsidRDefault="00B65878" w:rsidP="002A1F16">
      <w:pPr>
        <w:pStyle w:val="BodyTextL50"/>
      </w:pPr>
      <w:r w:rsidRPr="00E93E45">
        <w:t>How many dynamic addresses are there?</w:t>
      </w:r>
    </w:p>
    <w:p w14:paraId="23E6D8D9" w14:textId="088002A3" w:rsidR="00A942AE" w:rsidRDefault="00A942AE" w:rsidP="00A942AE">
      <w:pPr>
        <w:pStyle w:val="AnswerLineL50"/>
      </w:pPr>
      <w:r>
        <w:t>Type your answers here.</w:t>
      </w:r>
    </w:p>
    <w:p w14:paraId="7804E60E" w14:textId="77777777" w:rsidR="00B65878" w:rsidRPr="00E93E45" w:rsidRDefault="00B65878" w:rsidP="00B65878">
      <w:pPr>
        <w:pStyle w:val="SubStepAlpha"/>
      </w:pPr>
      <w:r w:rsidRPr="00E93E45">
        <w:t xml:space="preserve">Examine </w:t>
      </w:r>
      <w:r w:rsidRPr="00AA0C46">
        <w:t>the</w:t>
      </w:r>
      <w:r w:rsidRPr="00E93E45">
        <w:t xml:space="preserve"> MAC table again.</w:t>
      </w:r>
    </w:p>
    <w:p w14:paraId="6EFAA26A" w14:textId="77777777" w:rsidR="00B65878" w:rsidRPr="00E93E45" w:rsidRDefault="00B65878" w:rsidP="00B65878">
      <w:pPr>
        <w:pStyle w:val="BodyTextL50"/>
      </w:pPr>
      <w:r>
        <w:t xml:space="preserve">More than likely, an application running on your PC has already sent a frame out the NIC to S1. </w:t>
      </w:r>
      <w:r w:rsidRPr="00E93E45">
        <w:t>Look at the MAC address tabl</w:t>
      </w:r>
      <w:r>
        <w:t>e again in privileged EXEC mode to see if S1 has relearned the MAC address of PC-A.</w:t>
      </w:r>
    </w:p>
    <w:p w14:paraId="2035BC1D" w14:textId="31F1CDBB" w:rsidR="00B65878" w:rsidRDefault="00B65878" w:rsidP="00B65878">
      <w:pPr>
        <w:pStyle w:val="CMD"/>
        <w:rPr>
          <w:b/>
        </w:rPr>
      </w:pPr>
      <w:r w:rsidRPr="00C42DAB">
        <w:t>S1#</w:t>
      </w:r>
      <w:r>
        <w:t xml:space="preserve"> </w:t>
      </w:r>
      <w:r w:rsidRPr="00322E81">
        <w:rPr>
          <w:b/>
        </w:rPr>
        <w:t>show mac address-table</w:t>
      </w:r>
    </w:p>
    <w:p w14:paraId="246E4059" w14:textId="08D0DD4B" w:rsidR="00A942AE" w:rsidRDefault="00A942AE" w:rsidP="00A942AE">
      <w:pPr>
        <w:pStyle w:val="Heading4"/>
      </w:pPr>
      <w:r>
        <w:t>Question</w:t>
      </w:r>
      <w:r w:rsidR="00A5719E">
        <w:t>s</w:t>
      </w:r>
      <w:r>
        <w:t>:</w:t>
      </w:r>
    </w:p>
    <w:p w14:paraId="611A6D6E" w14:textId="77777777" w:rsidR="00A942AE" w:rsidRDefault="00B65878" w:rsidP="00A942AE">
      <w:pPr>
        <w:pStyle w:val="BodyTextL50"/>
        <w:spacing w:before="0"/>
      </w:pPr>
      <w:r w:rsidRPr="00E93E45">
        <w:t>How many dynamic addresses are there?</w:t>
      </w:r>
    </w:p>
    <w:p w14:paraId="4FA5FE58" w14:textId="3F4B02D5" w:rsidR="00A942AE" w:rsidRDefault="00A942AE" w:rsidP="00A942AE">
      <w:pPr>
        <w:pStyle w:val="AnswerLineL50"/>
      </w:pPr>
      <w:r>
        <w:t>Type your answers here.</w:t>
      </w:r>
    </w:p>
    <w:p w14:paraId="1697496F" w14:textId="77777777" w:rsidR="00A942AE" w:rsidRDefault="00B65878" w:rsidP="00B65878">
      <w:pPr>
        <w:pStyle w:val="BodyTextL50"/>
      </w:pPr>
      <w:r w:rsidRPr="00E93E45">
        <w:lastRenderedPageBreak/>
        <w:t>Why did this change from the las</w:t>
      </w:r>
      <w:r>
        <w:t>t display?</w:t>
      </w:r>
    </w:p>
    <w:p w14:paraId="3B42AB2F" w14:textId="07ADF1EF" w:rsidR="00A942AE" w:rsidRDefault="00A942AE" w:rsidP="00A942AE">
      <w:pPr>
        <w:pStyle w:val="AnswerLineL50"/>
      </w:pPr>
      <w:r>
        <w:t>Type your answers here.</w:t>
      </w:r>
    </w:p>
    <w:p w14:paraId="5B262E89" w14:textId="77777777" w:rsidR="00B65878" w:rsidRDefault="00B65878" w:rsidP="00B65878">
      <w:pPr>
        <w:pStyle w:val="BodyTextL50"/>
      </w:pPr>
      <w:r>
        <w:t>If S1 has not yet relearned the MAC address for PC-A, p</w:t>
      </w:r>
      <w:r w:rsidRPr="00E93E45">
        <w:t xml:space="preserve">ing the </w:t>
      </w:r>
      <w:r>
        <w:t xml:space="preserve">VLAN 99 </w:t>
      </w:r>
      <w:r w:rsidRPr="00E93E45">
        <w:t xml:space="preserve">IP address of the switch from </w:t>
      </w:r>
      <w:r>
        <w:t xml:space="preserve">PC-A, </w:t>
      </w:r>
      <w:r w:rsidRPr="00E93E45">
        <w:t xml:space="preserve">and </w:t>
      </w:r>
      <w:r>
        <w:t xml:space="preserve">then </w:t>
      </w:r>
      <w:r w:rsidRPr="00E93E45">
        <w:t xml:space="preserve">repeat </w:t>
      </w:r>
      <w:r w:rsidRPr="00AA0C46">
        <w:t xml:space="preserve">the </w:t>
      </w:r>
      <w:r w:rsidRPr="00322E81">
        <w:rPr>
          <w:b/>
        </w:rPr>
        <w:t>show mac</w:t>
      </w:r>
      <w:r>
        <w:rPr>
          <w:b/>
        </w:rPr>
        <w:t xml:space="preserve"> </w:t>
      </w:r>
      <w:r w:rsidRPr="00322E81">
        <w:rPr>
          <w:b/>
        </w:rPr>
        <w:t>address-table</w:t>
      </w:r>
      <w:r>
        <w:t xml:space="preserve"> command.</w:t>
      </w:r>
    </w:p>
    <w:p w14:paraId="62D4119D" w14:textId="77777777" w:rsidR="00B65878" w:rsidRDefault="00B65878" w:rsidP="00A942AE">
      <w:pPr>
        <w:pStyle w:val="SubStepAlpha"/>
      </w:pPr>
      <w:r w:rsidRPr="007F292A">
        <w:t>Set up a static MAC address.</w:t>
      </w:r>
    </w:p>
    <w:p w14:paraId="7CB497B0" w14:textId="77777777" w:rsidR="00B65878" w:rsidRDefault="00B65878" w:rsidP="00B65878">
      <w:pPr>
        <w:pStyle w:val="BodyTextL50"/>
      </w:pPr>
      <w:r>
        <w:t>To specify which ports a host can connect to, one option is to create a static mapping of the host MAC address to a port.</w:t>
      </w:r>
    </w:p>
    <w:p w14:paraId="372C2B1B" w14:textId="77777777" w:rsidR="00B65878" w:rsidRDefault="00B65878" w:rsidP="00B65878">
      <w:pPr>
        <w:pStyle w:val="BodyTextL50"/>
      </w:pPr>
      <w:r w:rsidRPr="007F292A">
        <w:t xml:space="preserve">Set up a static MAC address on </w:t>
      </w:r>
      <w:r>
        <w:t>F</w:t>
      </w:r>
      <w:r w:rsidRPr="007F292A">
        <w:t>0/</w:t>
      </w:r>
      <w:r>
        <w:t>6</w:t>
      </w:r>
      <w:r w:rsidRPr="007F292A">
        <w:t xml:space="preserve"> using the address that was recorded for PC</w:t>
      </w:r>
      <w:r>
        <w:t>-A</w:t>
      </w:r>
      <w:r w:rsidRPr="007F292A">
        <w:t xml:space="preserve"> in</w:t>
      </w:r>
      <w:r>
        <w:t xml:space="preserve"> Part 4, </w:t>
      </w:r>
      <w:r w:rsidRPr="007F292A">
        <w:t xml:space="preserve">Step </w:t>
      </w:r>
      <w:r>
        <w:t>1.</w:t>
      </w:r>
      <w:r w:rsidRPr="007F292A">
        <w:t xml:space="preserve"> </w:t>
      </w:r>
      <w:r>
        <w:t>The MAC address 0050.56BE.6C</w:t>
      </w:r>
      <w:r w:rsidRPr="00A3192E">
        <w:t xml:space="preserve">89 </w:t>
      </w:r>
      <w:r>
        <w:t>is used as an</w:t>
      </w:r>
      <w:r w:rsidRPr="007F292A">
        <w:t xml:space="preserve"> example only.</w:t>
      </w:r>
      <w:r>
        <w:t xml:space="preserve"> You must use the MAC address of PC-A, which is different than the one given here as an example.</w:t>
      </w:r>
    </w:p>
    <w:p w14:paraId="347E8180" w14:textId="77777777" w:rsidR="00B65878" w:rsidRDefault="00B65878" w:rsidP="00B65878">
      <w:pPr>
        <w:pStyle w:val="CMD"/>
        <w:rPr>
          <w:b/>
        </w:rPr>
      </w:pPr>
      <w:r w:rsidRPr="002D25AE">
        <w:t>S1</w:t>
      </w:r>
      <w:r>
        <w:t>(config)</w:t>
      </w:r>
      <w:r w:rsidRPr="002D25AE">
        <w:t>#</w:t>
      </w:r>
      <w:r>
        <w:t xml:space="preserve"> </w:t>
      </w:r>
      <w:r>
        <w:rPr>
          <w:b/>
        </w:rPr>
        <w:t xml:space="preserve">mac </w:t>
      </w:r>
      <w:r w:rsidRPr="002D25AE">
        <w:rPr>
          <w:b/>
        </w:rPr>
        <w:t xml:space="preserve">address-table static </w:t>
      </w:r>
      <w:r w:rsidRPr="00A3192E">
        <w:rPr>
          <w:b/>
        </w:rPr>
        <w:t xml:space="preserve">0050.56BE.6C89 </w:t>
      </w:r>
      <w:proofErr w:type="spellStart"/>
      <w:r w:rsidRPr="002D25AE">
        <w:rPr>
          <w:b/>
        </w:rPr>
        <w:t>vlan</w:t>
      </w:r>
      <w:proofErr w:type="spellEnd"/>
      <w:r w:rsidRPr="002D25AE">
        <w:rPr>
          <w:b/>
        </w:rPr>
        <w:t xml:space="preserve"> 99 interface </w:t>
      </w:r>
      <w:proofErr w:type="spellStart"/>
      <w:r w:rsidRPr="002D25AE">
        <w:rPr>
          <w:b/>
        </w:rPr>
        <w:t>fastethernet</w:t>
      </w:r>
      <w:proofErr w:type="spellEnd"/>
      <w:r w:rsidRPr="002D25AE">
        <w:rPr>
          <w:b/>
        </w:rPr>
        <w:t xml:space="preserve"> 0/6</w:t>
      </w:r>
    </w:p>
    <w:p w14:paraId="743AEB68" w14:textId="77777777" w:rsidR="00B65878" w:rsidRDefault="00B65878" w:rsidP="00B65878">
      <w:pPr>
        <w:pStyle w:val="SubStepAlpha"/>
      </w:pPr>
      <w:r w:rsidRPr="007F292A">
        <w:t xml:space="preserve">Verify the </w:t>
      </w:r>
      <w:r w:rsidRPr="00C42DAB">
        <w:t>MAC address table</w:t>
      </w:r>
      <w:r w:rsidRPr="007F292A">
        <w:t xml:space="preserve"> entries.</w:t>
      </w:r>
    </w:p>
    <w:p w14:paraId="1365E1CE" w14:textId="77777777" w:rsidR="00B65878" w:rsidRDefault="00B65878" w:rsidP="00B65878">
      <w:pPr>
        <w:pStyle w:val="CMD"/>
      </w:pPr>
      <w:r w:rsidRPr="002D25AE">
        <w:t>S1#</w:t>
      </w:r>
      <w:r>
        <w:t xml:space="preserve"> </w:t>
      </w:r>
      <w:r>
        <w:rPr>
          <w:b/>
        </w:rPr>
        <w:t xml:space="preserve">show mac </w:t>
      </w:r>
      <w:r w:rsidRPr="002D25AE">
        <w:rPr>
          <w:b/>
        </w:rPr>
        <w:t>address-table</w:t>
      </w:r>
    </w:p>
    <w:p w14:paraId="3EB99822" w14:textId="5C977E24" w:rsidR="00A942AE" w:rsidRDefault="00A942AE" w:rsidP="00A942AE">
      <w:pPr>
        <w:pStyle w:val="Heading4"/>
      </w:pPr>
      <w:r>
        <w:t>Questions:</w:t>
      </w:r>
    </w:p>
    <w:p w14:paraId="364F56C3" w14:textId="77777777" w:rsidR="00A942AE" w:rsidRDefault="00B65878" w:rsidP="00A942AE">
      <w:pPr>
        <w:pStyle w:val="BodyTextL50"/>
        <w:spacing w:before="0"/>
      </w:pPr>
      <w:r w:rsidRPr="007F292A">
        <w:t>How many total MAC addresses are there?</w:t>
      </w:r>
    </w:p>
    <w:p w14:paraId="3ED99FCA" w14:textId="77777777" w:rsidR="00A942AE" w:rsidRDefault="00A942AE" w:rsidP="00A942AE">
      <w:pPr>
        <w:pStyle w:val="AnswerLineL50"/>
      </w:pPr>
      <w:r>
        <w:t>Type your answers here.</w:t>
      </w:r>
    </w:p>
    <w:p w14:paraId="0B991CE7" w14:textId="77777777" w:rsidR="00A942AE" w:rsidRDefault="00B65878" w:rsidP="00B65878">
      <w:pPr>
        <w:pStyle w:val="BodyTextL50"/>
      </w:pPr>
      <w:r w:rsidRPr="007F292A">
        <w:t>How many static addresses are there?</w:t>
      </w:r>
    </w:p>
    <w:p w14:paraId="445CEE98" w14:textId="4EB71B1F" w:rsidR="00B65878" w:rsidRDefault="00A942AE" w:rsidP="00515284">
      <w:pPr>
        <w:pStyle w:val="AnswerLineL50"/>
        <w:spacing w:after="360"/>
      </w:pPr>
      <w:r>
        <w:t>Type your answers here.</w:t>
      </w:r>
    </w:p>
    <w:p w14:paraId="1C17A62D" w14:textId="77777777" w:rsidR="00B65878" w:rsidRDefault="00B65878" w:rsidP="00B65878">
      <w:pPr>
        <w:pStyle w:val="SubStepAlpha"/>
      </w:pPr>
      <w:r w:rsidRPr="007F292A">
        <w:t>Remove the static MAC entry.</w:t>
      </w:r>
      <w:r>
        <w:t xml:space="preserve"> Enter global </w:t>
      </w:r>
      <w:r w:rsidRPr="007F292A">
        <w:t xml:space="preserve">configuration mode and </w:t>
      </w:r>
      <w:r>
        <w:t>remove</w:t>
      </w:r>
      <w:r w:rsidRPr="007F292A">
        <w:t xml:space="preserve"> the command by putting a </w:t>
      </w:r>
      <w:r w:rsidRPr="00B9260D">
        <w:rPr>
          <w:b/>
        </w:rPr>
        <w:t>no</w:t>
      </w:r>
      <w:r w:rsidRPr="007F292A">
        <w:t xml:space="preserve"> in f</w:t>
      </w:r>
      <w:r>
        <w:t xml:space="preserve">ront of the command </w:t>
      </w:r>
      <w:r w:rsidRPr="007F292A">
        <w:t>string.</w:t>
      </w:r>
    </w:p>
    <w:p w14:paraId="524EC19F" w14:textId="77777777" w:rsidR="00B65878" w:rsidRDefault="00B65878" w:rsidP="00B65878">
      <w:pPr>
        <w:pStyle w:val="BodyTextL50"/>
      </w:pPr>
      <w:r w:rsidRPr="00322E81">
        <w:rPr>
          <w:b/>
        </w:rPr>
        <w:t>Note</w:t>
      </w:r>
      <w:r w:rsidRPr="00C42DAB">
        <w:t>:</w:t>
      </w:r>
      <w:r w:rsidRPr="007F292A">
        <w:t xml:space="preserve"> The MAC address </w:t>
      </w:r>
      <w:r>
        <w:t>0050.56BE.6C</w:t>
      </w:r>
      <w:r w:rsidRPr="00A3192E">
        <w:t>89</w:t>
      </w:r>
      <w:r w:rsidRPr="007F292A">
        <w:t xml:space="preserve"> is used in the example only. Use the MAC</w:t>
      </w:r>
      <w:r>
        <w:t xml:space="preserve"> </w:t>
      </w:r>
      <w:r w:rsidRPr="007F292A">
        <w:t xml:space="preserve">address </w:t>
      </w:r>
      <w:r>
        <w:t>for PC-A</w:t>
      </w:r>
      <w:r w:rsidRPr="007F292A">
        <w:t>.</w:t>
      </w:r>
    </w:p>
    <w:p w14:paraId="3266D039" w14:textId="77777777" w:rsidR="00B65878" w:rsidRDefault="00B65878" w:rsidP="00B65878">
      <w:pPr>
        <w:pStyle w:val="CMD"/>
      </w:pPr>
      <w:r w:rsidRPr="002D25AE">
        <w:t>S1(config)#</w:t>
      </w:r>
      <w:r>
        <w:t xml:space="preserve"> </w:t>
      </w:r>
      <w:r w:rsidRPr="002D25AE">
        <w:rPr>
          <w:b/>
        </w:rPr>
        <w:t xml:space="preserve">no </w:t>
      </w:r>
      <w:r>
        <w:rPr>
          <w:b/>
        </w:rPr>
        <w:t xml:space="preserve">mac </w:t>
      </w:r>
      <w:r w:rsidRPr="002D25AE">
        <w:rPr>
          <w:b/>
        </w:rPr>
        <w:t xml:space="preserve">address-table static </w:t>
      </w:r>
      <w:r w:rsidRPr="00A3192E">
        <w:rPr>
          <w:b/>
        </w:rPr>
        <w:t xml:space="preserve">0050.56BE.6C89 </w:t>
      </w:r>
      <w:proofErr w:type="spellStart"/>
      <w:r w:rsidRPr="002D25AE">
        <w:rPr>
          <w:b/>
        </w:rPr>
        <w:t>vlan</w:t>
      </w:r>
      <w:proofErr w:type="spellEnd"/>
      <w:r w:rsidRPr="002D25AE">
        <w:rPr>
          <w:b/>
        </w:rPr>
        <w:t xml:space="preserve"> 99</w:t>
      </w:r>
      <w:r>
        <w:rPr>
          <w:b/>
        </w:rPr>
        <w:t xml:space="preserve"> interface </w:t>
      </w:r>
      <w:proofErr w:type="spellStart"/>
      <w:r>
        <w:rPr>
          <w:b/>
        </w:rPr>
        <w:t>fastethernet</w:t>
      </w:r>
      <w:proofErr w:type="spellEnd"/>
      <w:r>
        <w:rPr>
          <w:b/>
        </w:rPr>
        <w:t xml:space="preserve"> 0/6</w:t>
      </w:r>
    </w:p>
    <w:p w14:paraId="2D4EDDEB" w14:textId="77777777" w:rsidR="00B65878" w:rsidRPr="00746F89" w:rsidRDefault="00B65878" w:rsidP="00B65878">
      <w:pPr>
        <w:pStyle w:val="SubStepAlpha"/>
        <w:keepNext/>
      </w:pPr>
      <w:r w:rsidRPr="00746F89">
        <w:t xml:space="preserve">Verify that the </w:t>
      </w:r>
      <w:r w:rsidRPr="00AA0C46">
        <w:t>static M</w:t>
      </w:r>
      <w:r w:rsidRPr="00746F89">
        <w:t>AC address has been cleared.</w:t>
      </w:r>
    </w:p>
    <w:p w14:paraId="45A45796" w14:textId="629A36A9" w:rsidR="00B65878" w:rsidRDefault="00B65878" w:rsidP="00B65878">
      <w:pPr>
        <w:pStyle w:val="CMD"/>
        <w:rPr>
          <w:b/>
        </w:rPr>
      </w:pPr>
      <w:r w:rsidRPr="002D25AE">
        <w:t>S1#</w:t>
      </w:r>
      <w:r>
        <w:t xml:space="preserve"> </w:t>
      </w:r>
      <w:r>
        <w:rPr>
          <w:b/>
        </w:rPr>
        <w:t xml:space="preserve">show mac </w:t>
      </w:r>
      <w:r w:rsidRPr="002D25AE">
        <w:rPr>
          <w:b/>
        </w:rPr>
        <w:t>address-table</w:t>
      </w:r>
    </w:p>
    <w:p w14:paraId="512FE0E3" w14:textId="589DF3B6" w:rsidR="00A942AE" w:rsidRDefault="00A942AE" w:rsidP="00A942AE">
      <w:pPr>
        <w:pStyle w:val="Heading4"/>
      </w:pPr>
      <w:r>
        <w:t>Question:</w:t>
      </w:r>
    </w:p>
    <w:p w14:paraId="6DFCD1D1" w14:textId="77777777" w:rsidR="00A942AE" w:rsidRDefault="00B65878" w:rsidP="00A942AE">
      <w:pPr>
        <w:pStyle w:val="BodyTextL50"/>
        <w:spacing w:before="0"/>
      </w:pPr>
      <w:r w:rsidRPr="00746F89">
        <w:t>How many total static MAC addresses are there?</w:t>
      </w:r>
    </w:p>
    <w:p w14:paraId="2A05E4ED" w14:textId="77777777" w:rsidR="00A942AE" w:rsidRDefault="00A942AE" w:rsidP="00A942AE">
      <w:pPr>
        <w:pStyle w:val="AnswerLineL50"/>
      </w:pPr>
      <w:r>
        <w:t>Type your answers here.</w:t>
      </w:r>
    </w:p>
    <w:p w14:paraId="6157F2A7" w14:textId="3BAA83F7" w:rsidR="00515284" w:rsidRPr="00515284" w:rsidRDefault="00515284" w:rsidP="00515284">
      <w:pPr>
        <w:pStyle w:val="ConfigWindow"/>
      </w:pPr>
      <w:r w:rsidRPr="00515284">
        <w:t>Close configuration window</w:t>
      </w:r>
    </w:p>
    <w:p w14:paraId="2322C51A" w14:textId="62694DFD" w:rsidR="00B65878" w:rsidRDefault="00B65878" w:rsidP="00515284">
      <w:pPr>
        <w:pStyle w:val="Heading1"/>
        <w:spacing w:before="120"/>
      </w:pPr>
      <w:r>
        <w:t>Reflection</w:t>
      </w:r>
      <w:r w:rsidR="006B0E81">
        <w:t xml:space="preserve"> Questions</w:t>
      </w:r>
    </w:p>
    <w:p w14:paraId="07F03790" w14:textId="77777777" w:rsidR="00B65878" w:rsidRDefault="00B65878" w:rsidP="006B0E81">
      <w:pPr>
        <w:pStyle w:val="ReflectionQ"/>
      </w:pPr>
      <w:r>
        <w:t xml:space="preserve">Why should you configure the </w:t>
      </w:r>
      <w:proofErr w:type="spellStart"/>
      <w:r>
        <w:t>vty</w:t>
      </w:r>
      <w:proofErr w:type="spellEnd"/>
      <w:r>
        <w:t xml:space="preserve"> password for the switch?</w:t>
      </w:r>
    </w:p>
    <w:p w14:paraId="25903CDF" w14:textId="007F56A9" w:rsidR="00B65878" w:rsidRDefault="006B0E81" w:rsidP="006B0E81">
      <w:pPr>
        <w:pStyle w:val="AnswerLineL25"/>
      </w:pPr>
      <w:r>
        <w:t>Type your answers here.</w:t>
      </w:r>
    </w:p>
    <w:p w14:paraId="1463721E" w14:textId="77777777" w:rsidR="00B65878" w:rsidRDefault="00B65878" w:rsidP="006B0E81">
      <w:pPr>
        <w:pStyle w:val="ReflectionQ"/>
      </w:pPr>
      <w:r>
        <w:t>Why change the default VLAN 1 to a different VLAN number?</w:t>
      </w:r>
    </w:p>
    <w:p w14:paraId="461D9987" w14:textId="2C6B5CCA" w:rsidR="00B65878" w:rsidRDefault="006B0E81" w:rsidP="006B0E81">
      <w:pPr>
        <w:pStyle w:val="AnswerLineL25"/>
      </w:pPr>
      <w:r>
        <w:t>Type your answers here.</w:t>
      </w:r>
    </w:p>
    <w:p w14:paraId="6CB37C67" w14:textId="77777777" w:rsidR="00B65878" w:rsidRDefault="00B65878" w:rsidP="006B0E81">
      <w:pPr>
        <w:pStyle w:val="ReflectionQ"/>
      </w:pPr>
      <w:r>
        <w:t>How can you prevent passwords from being sent in plain text?</w:t>
      </w:r>
    </w:p>
    <w:p w14:paraId="3CB861D8" w14:textId="3E90DB0C" w:rsidR="00B65878" w:rsidRDefault="006B0E81" w:rsidP="006B0E81">
      <w:pPr>
        <w:pStyle w:val="AnswerLineL25"/>
      </w:pPr>
      <w:r>
        <w:t>Type your answers here.</w:t>
      </w:r>
    </w:p>
    <w:p w14:paraId="5DF79532" w14:textId="77777777" w:rsidR="00B65878" w:rsidRDefault="00B65878" w:rsidP="006B0E81">
      <w:pPr>
        <w:pStyle w:val="ReflectionQ"/>
      </w:pPr>
      <w:r>
        <w:t xml:space="preserve">Why configure a static MAC address on a </w:t>
      </w:r>
      <w:r w:rsidRPr="006B0E81">
        <w:t>port</w:t>
      </w:r>
      <w:r>
        <w:t xml:space="preserve"> interface?</w:t>
      </w:r>
    </w:p>
    <w:p w14:paraId="7E2381D7" w14:textId="728CAE94" w:rsidR="00B65878" w:rsidRDefault="006B0E81" w:rsidP="006B0E81">
      <w:pPr>
        <w:pStyle w:val="AnswerLineL25"/>
      </w:pPr>
      <w:r>
        <w:t>Type your answers here.</w:t>
      </w:r>
    </w:p>
    <w:p w14:paraId="31381AC2" w14:textId="3D3F4D22" w:rsidR="00B65878" w:rsidRDefault="00B65878" w:rsidP="00042EAF">
      <w:pPr>
        <w:pStyle w:val="Heading1"/>
      </w:pPr>
      <w:r>
        <w:lastRenderedPageBreak/>
        <w:t xml:space="preserve">Appendix A: </w:t>
      </w:r>
      <w:r w:rsidRPr="008171CA">
        <w:t>Initializ</w:t>
      </w:r>
      <w:r w:rsidR="00FA6F53">
        <w:t>e</w:t>
      </w:r>
      <w:r w:rsidRPr="008171CA">
        <w:t xml:space="preserve"> and Reload a Switch</w:t>
      </w:r>
    </w:p>
    <w:p w14:paraId="5067588C" w14:textId="66562834" w:rsidR="00B65878" w:rsidRDefault="00B65878" w:rsidP="006B0E81">
      <w:pPr>
        <w:pStyle w:val="SubStepAlpha"/>
        <w:numPr>
          <w:ilvl w:val="3"/>
          <w:numId w:val="14"/>
        </w:numPr>
      </w:pPr>
      <w:r w:rsidRPr="00540C1B">
        <w:t>Console into the switch and enter privileged EXEC mode.</w:t>
      </w:r>
    </w:p>
    <w:p w14:paraId="125146A8" w14:textId="3FE9AB62" w:rsidR="00FA6F53" w:rsidRDefault="00FA6F53" w:rsidP="00FA6F53">
      <w:pPr>
        <w:pStyle w:val="ConfigWindow"/>
      </w:pPr>
      <w:r>
        <w:t>Open configuration window</w:t>
      </w:r>
    </w:p>
    <w:p w14:paraId="27BCC50F" w14:textId="77777777" w:rsidR="00B65878" w:rsidRDefault="00B65878" w:rsidP="00FA6F53">
      <w:pPr>
        <w:pStyle w:val="CMD"/>
        <w:spacing w:before="0"/>
      </w:pPr>
      <w:r>
        <w:t xml:space="preserve">Switch&gt; </w:t>
      </w:r>
      <w:r w:rsidRPr="007E2F56">
        <w:rPr>
          <w:b/>
        </w:rPr>
        <w:t>enable</w:t>
      </w:r>
    </w:p>
    <w:p w14:paraId="0FE08DE5" w14:textId="77777777" w:rsidR="00B65878" w:rsidRPr="007E2F56" w:rsidRDefault="00B65878" w:rsidP="00B65878">
      <w:pPr>
        <w:pStyle w:val="CMD"/>
        <w:rPr>
          <w:szCs w:val="20"/>
        </w:rPr>
      </w:pPr>
      <w:r w:rsidRPr="007E2F56">
        <w:rPr>
          <w:szCs w:val="20"/>
        </w:rPr>
        <w:t>Switch#</w:t>
      </w:r>
    </w:p>
    <w:p w14:paraId="34B03B92" w14:textId="77777777" w:rsidR="00B65878" w:rsidRDefault="00B65878" w:rsidP="006B0E81">
      <w:pPr>
        <w:pStyle w:val="SubStepAlpha"/>
      </w:pPr>
      <w:r w:rsidRPr="00540C1B">
        <w:t xml:space="preserve">Use the </w:t>
      </w:r>
      <w:r w:rsidRPr="00BC73D5">
        <w:rPr>
          <w:b/>
        </w:rPr>
        <w:t>show flash</w:t>
      </w:r>
      <w:r w:rsidRPr="00540C1B">
        <w:t xml:space="preserve"> command to determine if any VLANs have been created on the switch.</w:t>
      </w:r>
    </w:p>
    <w:p w14:paraId="67EA1E69" w14:textId="77777777" w:rsidR="00B65878" w:rsidRDefault="00B65878" w:rsidP="00B65878">
      <w:pPr>
        <w:pStyle w:val="CMD"/>
      </w:pPr>
      <w:r>
        <w:t xml:space="preserve">Switch# </w:t>
      </w:r>
      <w:r w:rsidRPr="00A7507D">
        <w:rPr>
          <w:b/>
        </w:rPr>
        <w:t>show flash</w:t>
      </w:r>
    </w:p>
    <w:p w14:paraId="1B9DA233" w14:textId="77777777" w:rsidR="00B65878" w:rsidRDefault="00B65878" w:rsidP="00B65878">
      <w:pPr>
        <w:pStyle w:val="CMDOutput"/>
      </w:pPr>
      <w:r>
        <w:t>Directory of flash:/</w:t>
      </w:r>
    </w:p>
    <w:p w14:paraId="09644244" w14:textId="77777777" w:rsidR="00B65878" w:rsidRDefault="00B65878" w:rsidP="00B65878">
      <w:pPr>
        <w:pStyle w:val="CMDOutput"/>
      </w:pPr>
    </w:p>
    <w:p w14:paraId="664EE5F8" w14:textId="77777777" w:rsidR="00B65878" w:rsidRDefault="00B65878" w:rsidP="00B65878">
      <w:pPr>
        <w:pStyle w:val="CMDOutput"/>
      </w:pPr>
      <w:r>
        <w:t xml:space="preserve">    </w:t>
      </w:r>
      <w:proofErr w:type="gramStart"/>
      <w:r>
        <w:t>2  -</w:t>
      </w:r>
      <w:proofErr w:type="spellStart"/>
      <w:proofErr w:type="gramEnd"/>
      <w:r>
        <w:t>rwx</w:t>
      </w:r>
      <w:proofErr w:type="spellEnd"/>
      <w:r>
        <w:t xml:space="preserve">        1919   Mar 1 1993 00:06:33 +00:00  private-</w:t>
      </w:r>
      <w:proofErr w:type="spellStart"/>
      <w:r>
        <w:t>config.text</w:t>
      </w:r>
      <w:proofErr w:type="spellEnd"/>
    </w:p>
    <w:p w14:paraId="7BD94EEE" w14:textId="77777777" w:rsidR="00B65878" w:rsidRDefault="00B65878" w:rsidP="00B65878">
      <w:pPr>
        <w:pStyle w:val="CMDOutput"/>
      </w:pPr>
      <w:r>
        <w:t xml:space="preserve">    </w:t>
      </w:r>
      <w:proofErr w:type="gramStart"/>
      <w:r>
        <w:t>3  -</w:t>
      </w:r>
      <w:proofErr w:type="spellStart"/>
      <w:proofErr w:type="gramEnd"/>
      <w:r>
        <w:t>rwx</w:t>
      </w:r>
      <w:proofErr w:type="spellEnd"/>
      <w:r>
        <w:t xml:space="preserve">        1632   Mar 1 1993 00:06:33 +00:00  </w:t>
      </w:r>
      <w:proofErr w:type="spellStart"/>
      <w:r>
        <w:t>config.text</w:t>
      </w:r>
      <w:proofErr w:type="spellEnd"/>
    </w:p>
    <w:p w14:paraId="5AB5F99E" w14:textId="77777777" w:rsidR="00B65878" w:rsidRDefault="00B65878" w:rsidP="00B65878">
      <w:pPr>
        <w:pStyle w:val="CMDOutput"/>
      </w:pPr>
      <w:r>
        <w:t xml:space="preserve">    </w:t>
      </w:r>
      <w:proofErr w:type="gramStart"/>
      <w:r>
        <w:t>4  -</w:t>
      </w:r>
      <w:proofErr w:type="spellStart"/>
      <w:proofErr w:type="gramEnd"/>
      <w:r>
        <w:t>rwx</w:t>
      </w:r>
      <w:proofErr w:type="spellEnd"/>
      <w:r>
        <w:t xml:space="preserve">       13336   Mar 1 1993 00:06:33 +00:00  multiple-fs</w:t>
      </w:r>
    </w:p>
    <w:p w14:paraId="123617AA" w14:textId="77777777" w:rsidR="00B65878" w:rsidRDefault="00B65878" w:rsidP="00B65878">
      <w:pPr>
        <w:pStyle w:val="CMDOutput"/>
      </w:pPr>
      <w:r>
        <w:t xml:space="preserve">    </w:t>
      </w:r>
      <w:proofErr w:type="gramStart"/>
      <w:r>
        <w:t>5  -</w:t>
      </w:r>
      <w:proofErr w:type="spellStart"/>
      <w:proofErr w:type="gramEnd"/>
      <w:r>
        <w:t>rwx</w:t>
      </w:r>
      <w:proofErr w:type="spellEnd"/>
      <w:r>
        <w:t xml:space="preserve">    11607161   Mar 1 1993 02:37:06 +00:00  c2960-lanbasek9-mz.150-2.SE.bin</w:t>
      </w:r>
    </w:p>
    <w:p w14:paraId="40369280" w14:textId="77777777" w:rsidR="00B65878" w:rsidRDefault="00B65878" w:rsidP="00B65878">
      <w:pPr>
        <w:pStyle w:val="CMDOutput"/>
      </w:pPr>
      <w:r>
        <w:t xml:space="preserve">    </w:t>
      </w:r>
      <w:proofErr w:type="gramStart"/>
      <w:r>
        <w:t>6  -</w:t>
      </w:r>
      <w:proofErr w:type="spellStart"/>
      <w:proofErr w:type="gramEnd"/>
      <w:r>
        <w:t>rwx</w:t>
      </w:r>
      <w:proofErr w:type="spellEnd"/>
      <w:r>
        <w:t xml:space="preserve">         616   Mar 1 1993 00:07:13 +00:00  </w:t>
      </w:r>
      <w:r w:rsidRPr="00A7507D">
        <w:rPr>
          <w:highlight w:val="yellow"/>
        </w:rPr>
        <w:t>vlan.dat</w:t>
      </w:r>
    </w:p>
    <w:p w14:paraId="089F05C1" w14:textId="77777777" w:rsidR="00B65878" w:rsidRDefault="00B65878" w:rsidP="00B65878">
      <w:pPr>
        <w:pStyle w:val="CMDOutput"/>
      </w:pPr>
    </w:p>
    <w:p w14:paraId="57AC7B01" w14:textId="77777777" w:rsidR="00B65878" w:rsidRDefault="00B65878" w:rsidP="00B65878">
      <w:pPr>
        <w:pStyle w:val="CMDOutput"/>
      </w:pPr>
      <w:r>
        <w:t>32514048 bytes total (20886528 bytes free)</w:t>
      </w:r>
    </w:p>
    <w:p w14:paraId="4F3CED3C" w14:textId="77777777" w:rsidR="00B65878" w:rsidRDefault="00B65878" w:rsidP="006B0E81">
      <w:pPr>
        <w:pStyle w:val="SubStepAlpha"/>
      </w:pPr>
      <w:r>
        <w:t xml:space="preserve">If the </w:t>
      </w:r>
      <w:r w:rsidRPr="00D61DB1">
        <w:rPr>
          <w:b/>
        </w:rPr>
        <w:t>vlan.dat</w:t>
      </w:r>
      <w:r>
        <w:t xml:space="preserve"> file was found in flash, then delete this file.</w:t>
      </w:r>
    </w:p>
    <w:p w14:paraId="6F65F2BB" w14:textId="77777777" w:rsidR="00B65878" w:rsidRPr="00A7507D" w:rsidRDefault="00B65878" w:rsidP="00B65878">
      <w:pPr>
        <w:pStyle w:val="CMD"/>
      </w:pPr>
      <w:r>
        <w:t xml:space="preserve">Switch# </w:t>
      </w:r>
      <w:r w:rsidRPr="004A6153">
        <w:rPr>
          <w:b/>
        </w:rPr>
        <w:t>delete vlan.dat</w:t>
      </w:r>
    </w:p>
    <w:p w14:paraId="351DEB44" w14:textId="77777777" w:rsidR="00B65878" w:rsidRDefault="00B65878" w:rsidP="00B65878">
      <w:pPr>
        <w:pStyle w:val="CMDOutput"/>
      </w:pPr>
      <w:r>
        <w:t>Delete filename [vlan.dat]?</w:t>
      </w:r>
    </w:p>
    <w:p w14:paraId="57D768F1" w14:textId="77777777" w:rsidR="00B65878" w:rsidRDefault="00B65878" w:rsidP="006B0E81">
      <w:pPr>
        <w:pStyle w:val="SubStepAlpha"/>
      </w:pPr>
      <w:r w:rsidRPr="00540C1B">
        <w:t xml:space="preserve">You </w:t>
      </w:r>
      <w:r>
        <w:t>are</w:t>
      </w:r>
      <w:r w:rsidRPr="00540C1B">
        <w:t xml:space="preserve"> prompted to verify the filename. </w:t>
      </w:r>
      <w:r>
        <w:t xml:space="preserve">If you have entered the name correctly, press </w:t>
      </w:r>
      <w:r w:rsidRPr="00F27E21">
        <w:t>Enter</w:t>
      </w:r>
      <w:r>
        <w:t xml:space="preserve">; otherwise, </w:t>
      </w:r>
      <w:r w:rsidRPr="00540C1B">
        <w:t>you can change the filename.</w:t>
      </w:r>
    </w:p>
    <w:p w14:paraId="7DE1CC33" w14:textId="77777777" w:rsidR="00B65878" w:rsidRDefault="00B65878" w:rsidP="006B0E81">
      <w:pPr>
        <w:pStyle w:val="BodyTextL50"/>
      </w:pPr>
      <w:r w:rsidRPr="00CA1C84">
        <w:t xml:space="preserve">You </w:t>
      </w:r>
      <w:r>
        <w:t xml:space="preserve">are </w:t>
      </w:r>
      <w:r w:rsidRPr="00CA1C84">
        <w:t xml:space="preserve">prompted to confirm </w:t>
      </w:r>
      <w:r>
        <w:t>deletion of</w:t>
      </w:r>
      <w:r w:rsidRPr="00CA1C84">
        <w:t xml:space="preserve"> this file. Press </w:t>
      </w:r>
      <w:r w:rsidRPr="005734F9">
        <w:t>Enter</w:t>
      </w:r>
      <w:r w:rsidRPr="00CA1C84">
        <w:t xml:space="preserve"> to confirm</w:t>
      </w:r>
      <w:r>
        <w:t>.</w:t>
      </w:r>
    </w:p>
    <w:p w14:paraId="5A63BAE2" w14:textId="77777777" w:rsidR="00B65878" w:rsidRDefault="00B65878" w:rsidP="00B65878">
      <w:pPr>
        <w:pStyle w:val="CMDOutput"/>
      </w:pPr>
      <w:r>
        <w:t>Delete flash:/vlan.dat? [confirm]</w:t>
      </w:r>
    </w:p>
    <w:p w14:paraId="3F0561C5" w14:textId="77777777" w:rsidR="00B65878" w:rsidRDefault="00B65878" w:rsidP="00B65878">
      <w:pPr>
        <w:pStyle w:val="CMDOutput"/>
      </w:pPr>
      <w:r>
        <w:t>Switch#</w:t>
      </w:r>
    </w:p>
    <w:p w14:paraId="4C848B19" w14:textId="77777777" w:rsidR="00B65878" w:rsidRPr="00CA1C84" w:rsidRDefault="00B65878" w:rsidP="006B0E81">
      <w:pPr>
        <w:pStyle w:val="SubStepAlpha"/>
      </w:pPr>
      <w:r w:rsidRPr="00CA1C84">
        <w:t xml:space="preserve">Use the </w:t>
      </w:r>
      <w:r w:rsidRPr="001B57F2">
        <w:rPr>
          <w:b/>
        </w:rPr>
        <w:t>erase startup-config</w:t>
      </w:r>
      <w:r w:rsidRPr="00CA1C84">
        <w:t xml:space="preserve"> command to erase the startup configuration file from NVRAM. You </w:t>
      </w:r>
      <w:r>
        <w:t>are</w:t>
      </w:r>
      <w:r w:rsidRPr="00CA1C84">
        <w:t xml:space="preserve"> prompted to remove the configuration file. Press </w:t>
      </w:r>
      <w:r w:rsidRPr="005734F9">
        <w:t>Enter</w:t>
      </w:r>
      <w:r w:rsidRPr="00CA1C84">
        <w:t xml:space="preserve"> to confirm</w:t>
      </w:r>
      <w:r>
        <w:t>.</w:t>
      </w:r>
    </w:p>
    <w:p w14:paraId="13D91155" w14:textId="77777777" w:rsidR="00B65878" w:rsidRDefault="00B65878" w:rsidP="00B65878">
      <w:pPr>
        <w:pStyle w:val="CMD"/>
      </w:pPr>
      <w:r>
        <w:t xml:space="preserve">Switch# </w:t>
      </w:r>
      <w:r w:rsidRPr="004A6153">
        <w:rPr>
          <w:b/>
        </w:rPr>
        <w:t>erase startup-config</w:t>
      </w:r>
    </w:p>
    <w:p w14:paraId="097A95CA" w14:textId="77777777" w:rsidR="00B65878" w:rsidRDefault="00B65878" w:rsidP="00B65878">
      <w:pPr>
        <w:pStyle w:val="CMDOutput"/>
      </w:pPr>
      <w:r>
        <w:t xml:space="preserve">Erasing the </w:t>
      </w:r>
      <w:proofErr w:type="spellStart"/>
      <w:r>
        <w:t>nvram</w:t>
      </w:r>
      <w:proofErr w:type="spellEnd"/>
      <w:r>
        <w:t xml:space="preserve"> filesystem will remove all configuration files! Continue? [confirm]</w:t>
      </w:r>
    </w:p>
    <w:p w14:paraId="3ED12ACB" w14:textId="77777777" w:rsidR="00B65878" w:rsidRDefault="00B65878" w:rsidP="00B65878">
      <w:pPr>
        <w:pStyle w:val="CMDOutput"/>
      </w:pPr>
      <w:r>
        <w:t>[OK]</w:t>
      </w:r>
      <w:bookmarkStart w:id="1" w:name="_GoBack"/>
      <w:bookmarkEnd w:id="1"/>
    </w:p>
    <w:p w14:paraId="7963815D" w14:textId="77777777" w:rsidR="00B65878" w:rsidRDefault="00B65878" w:rsidP="00B65878">
      <w:pPr>
        <w:pStyle w:val="CMDOutput"/>
      </w:pPr>
      <w:r>
        <w:t xml:space="preserve">Erase of </w:t>
      </w:r>
      <w:proofErr w:type="spellStart"/>
      <w:r>
        <w:t>nvram</w:t>
      </w:r>
      <w:proofErr w:type="spellEnd"/>
      <w:r>
        <w:t>: complete</w:t>
      </w:r>
    </w:p>
    <w:p w14:paraId="7966C1E5" w14:textId="77777777" w:rsidR="00B65878" w:rsidRDefault="00B65878" w:rsidP="00B65878">
      <w:pPr>
        <w:pStyle w:val="CMDOutput"/>
      </w:pPr>
      <w:r>
        <w:t>Switch#</w:t>
      </w:r>
    </w:p>
    <w:p w14:paraId="76296ACB" w14:textId="77777777" w:rsidR="00B65878" w:rsidRDefault="00B65878" w:rsidP="006B0E81">
      <w:pPr>
        <w:pStyle w:val="SubStepAlpha"/>
      </w:pPr>
      <w:r w:rsidRPr="00481DD9">
        <w:t xml:space="preserve">Reload the switch to remove any old configuration information from memory. You will then receive a prompt to confirm </w:t>
      </w:r>
      <w:r>
        <w:t xml:space="preserve">reloading of </w:t>
      </w:r>
      <w:r w:rsidRPr="00481DD9">
        <w:t xml:space="preserve">the switch. Press </w:t>
      </w:r>
      <w:r w:rsidRPr="005734F9">
        <w:t>Enter</w:t>
      </w:r>
      <w:r w:rsidRPr="00481DD9">
        <w:t xml:space="preserve"> to proceed.</w:t>
      </w:r>
    </w:p>
    <w:p w14:paraId="2DF2F0A6" w14:textId="77777777" w:rsidR="00B65878" w:rsidRDefault="00B65878" w:rsidP="00B65878">
      <w:pPr>
        <w:pStyle w:val="CMD"/>
        <w:rPr>
          <w:b/>
        </w:rPr>
      </w:pPr>
      <w:r>
        <w:t xml:space="preserve">Switch# </w:t>
      </w:r>
      <w:r w:rsidRPr="004A6153">
        <w:rPr>
          <w:b/>
        </w:rPr>
        <w:t>reload</w:t>
      </w:r>
    </w:p>
    <w:p w14:paraId="5C06D05E" w14:textId="77777777" w:rsidR="00B65878" w:rsidRDefault="00B65878" w:rsidP="00B65878">
      <w:pPr>
        <w:pStyle w:val="CMDOutput"/>
      </w:pPr>
      <w:r>
        <w:t>Proceed with reload? [confirm]</w:t>
      </w:r>
    </w:p>
    <w:p w14:paraId="0C748B9B" w14:textId="77777777" w:rsidR="00B65878" w:rsidRDefault="00B65878" w:rsidP="00B65878">
      <w:pPr>
        <w:pStyle w:val="SubStepAlpha"/>
        <w:numPr>
          <w:ilvl w:val="0"/>
          <w:numId w:val="0"/>
        </w:numPr>
        <w:ind w:left="720"/>
      </w:pPr>
      <w:r w:rsidRPr="001B57F2">
        <w:rPr>
          <w:b/>
        </w:rPr>
        <w:t>Note</w:t>
      </w:r>
      <w:r w:rsidRPr="00543DAC">
        <w:t>: You may receive a prompt to save the running</w:t>
      </w:r>
      <w:r>
        <w:t xml:space="preserve"> </w:t>
      </w:r>
      <w:r w:rsidRPr="00543DAC">
        <w:t xml:space="preserve">configuration prior to reloading the switch. Respond by typing </w:t>
      </w:r>
      <w:r w:rsidRPr="001B57F2">
        <w:rPr>
          <w:b/>
        </w:rPr>
        <w:t>no</w:t>
      </w:r>
      <w:r w:rsidRPr="00543DAC">
        <w:t xml:space="preserve"> and press </w:t>
      </w:r>
      <w:r w:rsidRPr="005734F9">
        <w:t>Enter</w:t>
      </w:r>
      <w:r w:rsidRPr="00543DAC">
        <w:t>.</w:t>
      </w:r>
    </w:p>
    <w:p w14:paraId="6E1C6A89" w14:textId="77777777" w:rsidR="00B65878" w:rsidRDefault="00B65878" w:rsidP="00B65878">
      <w:pPr>
        <w:pStyle w:val="CMDOutput"/>
      </w:pPr>
      <w:r>
        <w:t xml:space="preserve">System configuration has been modified. Save? [yes/no]: </w:t>
      </w:r>
      <w:r w:rsidRPr="004A6153">
        <w:rPr>
          <w:b/>
          <w:sz w:val="20"/>
          <w:szCs w:val="20"/>
        </w:rPr>
        <w:t>no</w:t>
      </w:r>
    </w:p>
    <w:p w14:paraId="532FF092" w14:textId="77777777" w:rsidR="00B65878" w:rsidRDefault="00B65878" w:rsidP="006B0E81">
      <w:pPr>
        <w:pStyle w:val="SubStepAlpha"/>
      </w:pPr>
      <w:r w:rsidRPr="001B57F2">
        <w:t xml:space="preserve">After the switch reloads, you should see a prompt to enter the initial configuration dialog. Respond by entering </w:t>
      </w:r>
      <w:r w:rsidRPr="001B57F2">
        <w:rPr>
          <w:b/>
        </w:rPr>
        <w:t>no</w:t>
      </w:r>
      <w:r w:rsidRPr="001B57F2">
        <w:t xml:space="preserve"> at the prompt and press </w:t>
      </w:r>
      <w:r w:rsidRPr="005734F9">
        <w:t>Enter</w:t>
      </w:r>
      <w:r w:rsidRPr="001B57F2">
        <w:t>.</w:t>
      </w:r>
    </w:p>
    <w:p w14:paraId="712CF2F8" w14:textId="77777777" w:rsidR="00B65878" w:rsidRDefault="00B65878" w:rsidP="00B65878">
      <w:pPr>
        <w:pStyle w:val="CMDOutput"/>
      </w:pPr>
      <w:r>
        <w:t xml:space="preserve">Would you like to enter the initial configuration dialog? [yes/no]: </w:t>
      </w:r>
      <w:r w:rsidRPr="00A34025">
        <w:rPr>
          <w:b/>
          <w:sz w:val="20"/>
          <w:szCs w:val="20"/>
        </w:rPr>
        <w:t>no</w:t>
      </w:r>
    </w:p>
    <w:p w14:paraId="6471FD71" w14:textId="3305D2EF" w:rsidR="00B65878" w:rsidRDefault="00B65878" w:rsidP="00B65878">
      <w:pPr>
        <w:pStyle w:val="CMD"/>
      </w:pPr>
      <w:r>
        <w:t>Switch&gt;</w:t>
      </w:r>
    </w:p>
    <w:p w14:paraId="0179E934" w14:textId="2FC6BF00" w:rsidR="00515284" w:rsidRDefault="00515284" w:rsidP="00515284">
      <w:pPr>
        <w:pStyle w:val="ConfigWindow"/>
      </w:pPr>
      <w:r>
        <w:t>Close configuration window</w:t>
      </w:r>
    </w:p>
    <w:p w14:paraId="0762CFB0" w14:textId="5FAB7610" w:rsidR="008B6CFE" w:rsidRPr="001D64D1" w:rsidRDefault="008B6CFE" w:rsidP="008B6CFE">
      <w:pPr>
        <w:pStyle w:val="ConfigWindow"/>
      </w:pPr>
      <w:r>
        <w:t>End of document</w:t>
      </w:r>
    </w:p>
    <w:sectPr w:rsidR="008B6CFE" w:rsidRPr="001D64D1"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CFA5C" w14:textId="77777777" w:rsidR="00481AB1" w:rsidRDefault="00481AB1" w:rsidP="00710659">
      <w:pPr>
        <w:spacing w:after="0" w:line="240" w:lineRule="auto"/>
      </w:pPr>
      <w:r>
        <w:separator/>
      </w:r>
    </w:p>
    <w:p w14:paraId="22BD8453" w14:textId="77777777" w:rsidR="00481AB1" w:rsidRDefault="00481AB1"/>
  </w:endnote>
  <w:endnote w:type="continuationSeparator" w:id="0">
    <w:p w14:paraId="5D6E3980" w14:textId="77777777" w:rsidR="00481AB1" w:rsidRDefault="00481AB1" w:rsidP="00710659">
      <w:pPr>
        <w:spacing w:after="0" w:line="240" w:lineRule="auto"/>
      </w:pPr>
      <w:r>
        <w:continuationSeparator/>
      </w:r>
    </w:p>
    <w:p w14:paraId="68A0D6AA" w14:textId="77777777" w:rsidR="00481AB1" w:rsidRDefault="00481A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3F842" w14:textId="2763A338" w:rsidR="00AE2138" w:rsidRPr="00882B63" w:rsidRDefault="00AE2138"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AA6A13">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28428" w14:textId="44692F8C" w:rsidR="00AE2138" w:rsidRPr="007A01A0" w:rsidRDefault="00AE2138" w:rsidP="007A01A0">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AA6A13">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6E29B" w14:textId="77777777" w:rsidR="00481AB1" w:rsidRDefault="00481AB1" w:rsidP="00710659">
      <w:pPr>
        <w:spacing w:after="0" w:line="240" w:lineRule="auto"/>
      </w:pPr>
      <w:r>
        <w:separator/>
      </w:r>
    </w:p>
    <w:p w14:paraId="7F200C6D" w14:textId="77777777" w:rsidR="00481AB1" w:rsidRDefault="00481AB1"/>
  </w:footnote>
  <w:footnote w:type="continuationSeparator" w:id="0">
    <w:p w14:paraId="3CBEB3E9" w14:textId="77777777" w:rsidR="00481AB1" w:rsidRDefault="00481AB1" w:rsidP="00710659">
      <w:pPr>
        <w:spacing w:after="0" w:line="240" w:lineRule="auto"/>
      </w:pPr>
      <w:r>
        <w:continuationSeparator/>
      </w:r>
    </w:p>
    <w:p w14:paraId="7B08D718" w14:textId="77777777" w:rsidR="00481AB1" w:rsidRDefault="00481A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E122E640B8BE4CA9AD5598A3F8E71F06"/>
      </w:placeholder>
      <w:dataBinding w:prefixMappings="xmlns:ns0='http://purl.org/dc/elements/1.1/' xmlns:ns1='http://schemas.openxmlformats.org/package/2006/metadata/core-properties' " w:xpath="/ns1:coreProperties[1]/ns0:title[1]" w:storeItemID="{6C3C8BC8-F283-45AE-878A-BAB7291924A1}"/>
      <w:text/>
    </w:sdtPr>
    <w:sdtEndPr/>
    <w:sdtContent>
      <w:p w14:paraId="5FF4DA35" w14:textId="7CAE3D38" w:rsidR="00AE2138" w:rsidRDefault="00390B96" w:rsidP="008402F2">
        <w:pPr>
          <w:pStyle w:val="PageHead"/>
        </w:pPr>
        <w:r>
          <w:t>Lab - Basic Switch Configuration</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D30AE" w14:textId="77777777" w:rsidR="00AE2138" w:rsidRDefault="00AE2138" w:rsidP="006C3FCF">
    <w:pPr>
      <w:ind w:left="-288"/>
    </w:pPr>
    <w:r>
      <w:rPr>
        <w:noProof/>
      </w:rPr>
      <w:drawing>
        <wp:inline distT="0" distB="0" distL="0" distR="0" wp14:anchorId="0E8E3CB6" wp14:editId="01BBD1B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469C512E"/>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CB3410E"/>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428C4030"/>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763B062C"/>
    <w:multiLevelType w:val="multilevel"/>
    <w:tmpl w:val="CA44437A"/>
    <w:lvl w:ilvl="0">
      <w:start w:val="1"/>
      <w:numFmt w:val="decimal"/>
      <w:lvlText w:val="%1)"/>
      <w:lvlJc w:val="left"/>
      <w:pPr>
        <w:tabs>
          <w:tab w:val="num" w:pos="1080"/>
        </w:tabs>
        <w:ind w:left="1080" w:hanging="360"/>
      </w:pPr>
      <w:rPr>
        <w:rFonts w:hint="default"/>
      </w:rPr>
    </w:lvl>
    <w:lvl w:ilvl="1">
      <w:start w:val="1"/>
      <w:numFmt w:val="none"/>
      <w:lvlText w:val="-"/>
      <w:lvlJc w:val="left"/>
      <w:pPr>
        <w:tabs>
          <w:tab w:val="num" w:pos="1440"/>
        </w:tabs>
        <w:ind w:left="1440" w:hanging="360"/>
      </w:pPr>
      <w:rPr>
        <w:rFonts w:hint="default"/>
        <w:color w:val="auto"/>
      </w:rPr>
    </w:lvl>
    <w:lvl w:ilvl="2">
      <w:start w:val="1"/>
      <w:numFmt w:val="none"/>
      <w:lvlText w:val=""/>
      <w:lvlJc w:val="left"/>
      <w:pPr>
        <w:tabs>
          <w:tab w:val="num" w:pos="1080"/>
        </w:tabs>
        <w:ind w:left="1080" w:hanging="360"/>
      </w:pPr>
      <w:rPr>
        <w:rFonts w:hint="default"/>
        <w:color w:val="auto"/>
      </w:rPr>
    </w:lvl>
    <w:lvl w:ilvl="3">
      <w:start w:val="1"/>
      <w:numFmt w:val="none"/>
      <w:lvlText w:val=""/>
      <w:lvlJc w:val="left"/>
      <w:pPr>
        <w:tabs>
          <w:tab w:val="num" w:pos="1440"/>
        </w:tabs>
        <w:ind w:left="144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num w:numId="1">
    <w:abstractNumId w:val="6"/>
  </w:num>
  <w:num w:numId="2">
    <w:abstractNumId w:val="4"/>
    <w:lvlOverride w:ilvl="0">
      <w:lvl w:ilvl="0">
        <w:start w:val="1"/>
        <w:numFmt w:val="decimal"/>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7"/>
  </w:num>
  <w:num w:numId="12">
    <w:abstractNumId w:val="3"/>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788"/>
    <w:rsid w:val="00001BDF"/>
    <w:rsid w:val="0000380F"/>
    <w:rsid w:val="00004175"/>
    <w:rsid w:val="000059C9"/>
    <w:rsid w:val="00012C22"/>
    <w:rsid w:val="000160F7"/>
    <w:rsid w:val="00016D5B"/>
    <w:rsid w:val="00016F30"/>
    <w:rsid w:val="0002047C"/>
    <w:rsid w:val="00021B9A"/>
    <w:rsid w:val="000242D6"/>
    <w:rsid w:val="00024EE5"/>
    <w:rsid w:val="00041AF6"/>
    <w:rsid w:val="0004259C"/>
    <w:rsid w:val="00042EAF"/>
    <w:rsid w:val="00044E62"/>
    <w:rsid w:val="00045748"/>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00BE"/>
    <w:rsid w:val="000B2344"/>
    <w:rsid w:val="000B7DE5"/>
    <w:rsid w:val="000C2118"/>
    <w:rsid w:val="000C6425"/>
    <w:rsid w:val="000C6E6E"/>
    <w:rsid w:val="000C7B7D"/>
    <w:rsid w:val="000D55B4"/>
    <w:rsid w:val="000E429B"/>
    <w:rsid w:val="000E5E5C"/>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37CE"/>
    <w:rsid w:val="00143DEA"/>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910"/>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62"/>
    <w:rsid w:val="002768DC"/>
    <w:rsid w:val="00294C8F"/>
    <w:rsid w:val="002A0B2E"/>
    <w:rsid w:val="002A0DC1"/>
    <w:rsid w:val="002A1F16"/>
    <w:rsid w:val="002A6C56"/>
    <w:rsid w:val="002C04C4"/>
    <w:rsid w:val="002C090C"/>
    <w:rsid w:val="002C1243"/>
    <w:rsid w:val="002C1815"/>
    <w:rsid w:val="002C475E"/>
    <w:rsid w:val="002C6AD6"/>
    <w:rsid w:val="002D6C2A"/>
    <w:rsid w:val="002D7A86"/>
    <w:rsid w:val="002F45FF"/>
    <w:rsid w:val="002F5A84"/>
    <w:rsid w:val="002F66D3"/>
    <w:rsid w:val="002F6D17"/>
    <w:rsid w:val="00302887"/>
    <w:rsid w:val="003056EB"/>
    <w:rsid w:val="003071FF"/>
    <w:rsid w:val="00310652"/>
    <w:rsid w:val="00311065"/>
    <w:rsid w:val="00311B00"/>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B96"/>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1845"/>
    <w:rsid w:val="0041293B"/>
    <w:rsid w:val="004131B0"/>
    <w:rsid w:val="0041668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81AB1"/>
    <w:rsid w:val="004936C2"/>
    <w:rsid w:val="0049379C"/>
    <w:rsid w:val="004A1CA0"/>
    <w:rsid w:val="004A22E9"/>
    <w:rsid w:val="004A4ACD"/>
    <w:rsid w:val="004A506C"/>
    <w:rsid w:val="004A5BC5"/>
    <w:rsid w:val="004A5C72"/>
    <w:rsid w:val="004B023D"/>
    <w:rsid w:val="004C0909"/>
    <w:rsid w:val="004C3F97"/>
    <w:rsid w:val="004D01F2"/>
    <w:rsid w:val="004D2CED"/>
    <w:rsid w:val="004D3339"/>
    <w:rsid w:val="004D353F"/>
    <w:rsid w:val="004D36D7"/>
    <w:rsid w:val="004D682B"/>
    <w:rsid w:val="004E6152"/>
    <w:rsid w:val="004F344A"/>
    <w:rsid w:val="004F4EC3"/>
    <w:rsid w:val="004F7868"/>
    <w:rsid w:val="00504ED4"/>
    <w:rsid w:val="00510639"/>
    <w:rsid w:val="00511791"/>
    <w:rsid w:val="005139BE"/>
    <w:rsid w:val="00515284"/>
    <w:rsid w:val="00516142"/>
    <w:rsid w:val="0051681C"/>
    <w:rsid w:val="00520027"/>
    <w:rsid w:val="0052093C"/>
    <w:rsid w:val="00521B31"/>
    <w:rsid w:val="00522469"/>
    <w:rsid w:val="0052400A"/>
    <w:rsid w:val="00536277"/>
    <w:rsid w:val="00536F43"/>
    <w:rsid w:val="005425A2"/>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74B"/>
    <w:rsid w:val="00603C52"/>
    <w:rsid w:val="006131CE"/>
    <w:rsid w:val="0061336B"/>
    <w:rsid w:val="00617D6E"/>
    <w:rsid w:val="00620ED5"/>
    <w:rsid w:val="00622D61"/>
    <w:rsid w:val="00624198"/>
    <w:rsid w:val="00634D90"/>
    <w:rsid w:val="00636C28"/>
    <w:rsid w:val="006428E5"/>
    <w:rsid w:val="00644958"/>
    <w:rsid w:val="006513FB"/>
    <w:rsid w:val="00656EEF"/>
    <w:rsid w:val="006576AF"/>
    <w:rsid w:val="00672919"/>
    <w:rsid w:val="00677544"/>
    <w:rsid w:val="0068044E"/>
    <w:rsid w:val="00681687"/>
    <w:rsid w:val="00686295"/>
    <w:rsid w:val="00686587"/>
    <w:rsid w:val="006904CF"/>
    <w:rsid w:val="00695EE2"/>
    <w:rsid w:val="0069660B"/>
    <w:rsid w:val="006A1B33"/>
    <w:rsid w:val="006A48F1"/>
    <w:rsid w:val="006A71A3"/>
    <w:rsid w:val="006B03F2"/>
    <w:rsid w:val="006B0E81"/>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03DC"/>
    <w:rsid w:val="006E1D5D"/>
    <w:rsid w:val="006E372B"/>
    <w:rsid w:val="006E5FE9"/>
    <w:rsid w:val="006E6581"/>
    <w:rsid w:val="006E71DF"/>
    <w:rsid w:val="006F1616"/>
    <w:rsid w:val="006F183F"/>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6736B"/>
    <w:rsid w:val="0077125A"/>
    <w:rsid w:val="007829FB"/>
    <w:rsid w:val="0078405B"/>
    <w:rsid w:val="00786F58"/>
    <w:rsid w:val="00787CC1"/>
    <w:rsid w:val="00792F4E"/>
    <w:rsid w:val="0079398D"/>
    <w:rsid w:val="00796C25"/>
    <w:rsid w:val="007A0007"/>
    <w:rsid w:val="007A01A0"/>
    <w:rsid w:val="007A287C"/>
    <w:rsid w:val="007A3B2A"/>
    <w:rsid w:val="007B08BB"/>
    <w:rsid w:val="007B0C9D"/>
    <w:rsid w:val="007B5522"/>
    <w:rsid w:val="007B6636"/>
    <w:rsid w:val="007C0EE0"/>
    <w:rsid w:val="007C1B71"/>
    <w:rsid w:val="007C2FBB"/>
    <w:rsid w:val="007C7164"/>
    <w:rsid w:val="007C7413"/>
    <w:rsid w:val="007D1984"/>
    <w:rsid w:val="007D2AFE"/>
    <w:rsid w:val="007D3ABC"/>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149"/>
    <w:rsid w:val="008402F2"/>
    <w:rsid w:val="00840469"/>
    <w:rsid w:val="008405BB"/>
    <w:rsid w:val="0084564F"/>
    <w:rsid w:val="00846494"/>
    <w:rsid w:val="00847B20"/>
    <w:rsid w:val="008509D3"/>
    <w:rsid w:val="00853418"/>
    <w:rsid w:val="00856EBD"/>
    <w:rsid w:val="00857CF6"/>
    <w:rsid w:val="008610ED"/>
    <w:rsid w:val="00861C6A"/>
    <w:rsid w:val="00863E48"/>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6CFE"/>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70D0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1788"/>
    <w:rsid w:val="00A01872"/>
    <w:rsid w:val="00A027CC"/>
    <w:rsid w:val="00A0412D"/>
    <w:rsid w:val="00A15DF0"/>
    <w:rsid w:val="00A21211"/>
    <w:rsid w:val="00A30F8A"/>
    <w:rsid w:val="00A33890"/>
    <w:rsid w:val="00A34E7F"/>
    <w:rsid w:val="00A46F0A"/>
    <w:rsid w:val="00A46F25"/>
    <w:rsid w:val="00A47CC2"/>
    <w:rsid w:val="00A502BA"/>
    <w:rsid w:val="00A5719E"/>
    <w:rsid w:val="00A60146"/>
    <w:rsid w:val="00A601A9"/>
    <w:rsid w:val="00A60F6F"/>
    <w:rsid w:val="00A622C4"/>
    <w:rsid w:val="00A6283D"/>
    <w:rsid w:val="00A676FF"/>
    <w:rsid w:val="00A73EBA"/>
    <w:rsid w:val="00A754B4"/>
    <w:rsid w:val="00A76665"/>
    <w:rsid w:val="00A76749"/>
    <w:rsid w:val="00A807C1"/>
    <w:rsid w:val="00A82658"/>
    <w:rsid w:val="00A8269C"/>
    <w:rsid w:val="00A83374"/>
    <w:rsid w:val="00A942AE"/>
    <w:rsid w:val="00A96172"/>
    <w:rsid w:val="00A96D52"/>
    <w:rsid w:val="00A97C5F"/>
    <w:rsid w:val="00AA6A13"/>
    <w:rsid w:val="00AB0D6A"/>
    <w:rsid w:val="00AB43B3"/>
    <w:rsid w:val="00AB49B9"/>
    <w:rsid w:val="00AB501D"/>
    <w:rsid w:val="00AB758A"/>
    <w:rsid w:val="00AC027E"/>
    <w:rsid w:val="00AC05AB"/>
    <w:rsid w:val="00AC1E7E"/>
    <w:rsid w:val="00AC507D"/>
    <w:rsid w:val="00AC66E4"/>
    <w:rsid w:val="00AD04F2"/>
    <w:rsid w:val="00AD4578"/>
    <w:rsid w:val="00AD68E9"/>
    <w:rsid w:val="00AD76A5"/>
    <w:rsid w:val="00AE2138"/>
    <w:rsid w:val="00AE56C0"/>
    <w:rsid w:val="00AF7ACC"/>
    <w:rsid w:val="00B00914"/>
    <w:rsid w:val="00B02A8E"/>
    <w:rsid w:val="00B052EE"/>
    <w:rsid w:val="00B06606"/>
    <w:rsid w:val="00B1081F"/>
    <w:rsid w:val="00B17438"/>
    <w:rsid w:val="00B2496B"/>
    <w:rsid w:val="00B27499"/>
    <w:rsid w:val="00B3010D"/>
    <w:rsid w:val="00B35151"/>
    <w:rsid w:val="00B366ED"/>
    <w:rsid w:val="00B433F2"/>
    <w:rsid w:val="00B458E8"/>
    <w:rsid w:val="00B5397B"/>
    <w:rsid w:val="00B53EE9"/>
    <w:rsid w:val="00B60F99"/>
    <w:rsid w:val="00B6183E"/>
    <w:rsid w:val="00B6224A"/>
    <w:rsid w:val="00B62809"/>
    <w:rsid w:val="00B65878"/>
    <w:rsid w:val="00B72F2A"/>
    <w:rsid w:val="00B74716"/>
    <w:rsid w:val="00B7675A"/>
    <w:rsid w:val="00B81898"/>
    <w:rsid w:val="00B82DED"/>
    <w:rsid w:val="00B8606B"/>
    <w:rsid w:val="00B878E7"/>
    <w:rsid w:val="00B879CC"/>
    <w:rsid w:val="00B96CA4"/>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33DA"/>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2E1B"/>
    <w:rsid w:val="00CA73D5"/>
    <w:rsid w:val="00CB2FC9"/>
    <w:rsid w:val="00CB5068"/>
    <w:rsid w:val="00CB7D2B"/>
    <w:rsid w:val="00CC1986"/>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5F89"/>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58D8"/>
    <w:rsid w:val="00DB1C89"/>
    <w:rsid w:val="00DB3763"/>
    <w:rsid w:val="00DB4029"/>
    <w:rsid w:val="00DB5F4D"/>
    <w:rsid w:val="00DB66F2"/>
    <w:rsid w:val="00DB6DA5"/>
    <w:rsid w:val="00DC076B"/>
    <w:rsid w:val="00DC186F"/>
    <w:rsid w:val="00DC252F"/>
    <w:rsid w:val="00DC6050"/>
    <w:rsid w:val="00DC6445"/>
    <w:rsid w:val="00DD35E1"/>
    <w:rsid w:val="00DD43EA"/>
    <w:rsid w:val="00DD6FA1"/>
    <w:rsid w:val="00DE6F44"/>
    <w:rsid w:val="00DF1B58"/>
    <w:rsid w:val="00E009DA"/>
    <w:rsid w:val="00E037D9"/>
    <w:rsid w:val="00E04927"/>
    <w:rsid w:val="00E07B7D"/>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A78F8"/>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15EF"/>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BC8"/>
    <w:rsid w:val="00FA3F06"/>
    <w:rsid w:val="00FA4A26"/>
    <w:rsid w:val="00FA6F53"/>
    <w:rsid w:val="00FA7084"/>
    <w:rsid w:val="00FA7BEF"/>
    <w:rsid w:val="00FB1105"/>
    <w:rsid w:val="00FB1929"/>
    <w:rsid w:val="00FB5FD9"/>
    <w:rsid w:val="00FB6713"/>
    <w:rsid w:val="00FB7FFE"/>
    <w:rsid w:val="00FC4C69"/>
    <w:rsid w:val="00FD1398"/>
    <w:rsid w:val="00FD1A52"/>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737E9A"/>
  <w15:docId w15:val="{721FF293-14B6-45CF-857B-393544A01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EA78F8"/>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515284"/>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515284"/>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515284"/>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840149"/>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15284"/>
    <w:rPr>
      <w:b/>
      <w:bCs/>
      <w:noProof/>
      <w:sz w:val="26"/>
      <w:szCs w:val="26"/>
    </w:rPr>
  </w:style>
  <w:style w:type="character" w:customStyle="1" w:styleId="Heading2Char">
    <w:name w:val="Heading 2 Char"/>
    <w:link w:val="Heading2"/>
    <w:uiPriority w:val="9"/>
    <w:rsid w:val="00515284"/>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15284"/>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515284"/>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1528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840149"/>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515284"/>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Title">
    <w:name w:val="Lab Title"/>
    <w:basedOn w:val="Normal"/>
    <w:qFormat/>
    <w:rsid w:val="00B65878"/>
    <w:rPr>
      <w:b/>
      <w:sz w:val="32"/>
    </w:rPr>
  </w:style>
  <w:style w:type="paragraph" w:customStyle="1" w:styleId="CMDOutputRed">
    <w:name w:val="CMD Output Red"/>
    <w:basedOn w:val="CMDOutput"/>
    <w:qFormat/>
    <w:rsid w:val="00EA78F8"/>
    <w:rPr>
      <w:color w:val="EE0000"/>
    </w:rPr>
  </w:style>
  <w:style w:type="paragraph" w:customStyle="1" w:styleId="BodyText1">
    <w:name w:val="Body Text1"/>
    <w:basedOn w:val="Normal"/>
    <w:qFormat/>
    <w:rsid w:val="00B65878"/>
    <w:pPr>
      <w:spacing w:line="240" w:lineRule="auto"/>
    </w:pPr>
    <w:rPr>
      <w:sz w:val="20"/>
    </w:rPr>
  </w:style>
  <w:style w:type="paragraph" w:customStyle="1" w:styleId="CMDRed">
    <w:name w:val="CMD Red"/>
    <w:basedOn w:val="CMD"/>
    <w:qFormat/>
    <w:rsid w:val="00EA78F8"/>
    <w:rPr>
      <w:color w:val="EE0000"/>
    </w:rPr>
  </w:style>
  <w:style w:type="paragraph" w:styleId="ListParagraph">
    <w:name w:val="List Paragraph"/>
    <w:basedOn w:val="Normal"/>
    <w:uiPriority w:val="34"/>
    <w:unhideWhenUsed/>
    <w:qFormat/>
    <w:rsid w:val="00B65878"/>
    <w:pPr>
      <w:ind w:left="720"/>
    </w:pPr>
  </w:style>
  <w:style w:type="paragraph" w:styleId="NormalWeb">
    <w:name w:val="Normal (Web)"/>
    <w:basedOn w:val="Normal"/>
    <w:uiPriority w:val="99"/>
    <w:unhideWhenUsed/>
    <w:rsid w:val="00B65878"/>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semiHidden/>
    <w:rsid w:val="00B65878"/>
    <w:rPr>
      <w:sz w:val="22"/>
      <w:szCs w:val="22"/>
    </w:rPr>
  </w:style>
  <w:style w:type="character" w:styleId="FollowedHyperlink">
    <w:name w:val="FollowedHyperlink"/>
    <w:rsid w:val="00B6587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122E640B8BE4CA9AD5598A3F8E71F06"/>
        <w:category>
          <w:name w:val="General"/>
          <w:gallery w:val="placeholder"/>
        </w:category>
        <w:types>
          <w:type w:val="bbPlcHdr"/>
        </w:types>
        <w:behaviors>
          <w:behavior w:val="content"/>
        </w:behaviors>
        <w:guid w:val="{B1BC6854-E03B-4B2C-BF27-268D2DC90C8A}"/>
      </w:docPartPr>
      <w:docPartBody>
        <w:p w:rsidR="00666E41" w:rsidRDefault="00C95FF5">
          <w:pPr>
            <w:pStyle w:val="E122E640B8BE4CA9AD5598A3F8E71F06"/>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FF5"/>
    <w:rsid w:val="005737B2"/>
    <w:rsid w:val="00666E41"/>
    <w:rsid w:val="00C95FF5"/>
    <w:rsid w:val="00CC4204"/>
    <w:rsid w:val="00F16A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122E640B8BE4CA9AD5598A3F8E71F06">
    <w:name w:val="E122E640B8BE4CA9AD5598A3F8E71F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EE3112-1241-49DD-AA35-D08513E60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19</TotalTime>
  <Pages>11</Pages>
  <Words>3133</Words>
  <Characters>17864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Lab - Basic Switch Configuration</vt:lpstr>
    </vt:vector>
  </TitlesOfParts>
  <Company>Cisco Systems, Inc.</Company>
  <LinksUpToDate>false</LinksUpToDate>
  <CharactersWithSpaces>20956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Basic Switch Configuration</dc:title>
  <dc:creator>SP</dc:creator>
  <dc:description>2013</dc:description>
  <cp:lastModifiedBy>Suk-Yi Pennock -X (spennock - UNICON INC at Cisco)</cp:lastModifiedBy>
  <cp:revision>8</cp:revision>
  <cp:lastPrinted>2019-12-04T19:04:00Z</cp:lastPrinted>
  <dcterms:created xsi:type="dcterms:W3CDTF">2019-12-02T21:19:00Z</dcterms:created>
  <dcterms:modified xsi:type="dcterms:W3CDTF">2019-12-04T19:16:00Z</dcterms:modified>
</cp:coreProperties>
</file>