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527B95" w14:textId="77777777" w:rsidR="004D36D7" w:rsidRPr="00FD4A68" w:rsidRDefault="005A4549" w:rsidP="00F86CD0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CB870D2FF4C54E709930C0BB0A492C0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D40FE7">
            <w:t>Packet Tracer - Interpret show Command Output</w:t>
          </w:r>
        </w:sdtContent>
      </w:sdt>
      <w:r w:rsidR="004D36D7" w:rsidRPr="00FD4A68">
        <w:t xml:space="preserve"> </w:t>
      </w:r>
    </w:p>
    <w:p w14:paraId="035C0BF4" w14:textId="77777777" w:rsidR="00F86CD0" w:rsidRPr="00BB73FF" w:rsidRDefault="00F86CD0" w:rsidP="008260CB">
      <w:pPr>
        <w:pStyle w:val="Heading1"/>
      </w:pPr>
      <w:r w:rsidRPr="00BB73FF">
        <w:t>Objective</w:t>
      </w:r>
      <w:r>
        <w:t>s</w:t>
      </w:r>
    </w:p>
    <w:p w14:paraId="7D4336D3" w14:textId="77777777" w:rsidR="00F86CD0" w:rsidRPr="004C0909" w:rsidRDefault="00F86CD0" w:rsidP="00F86CD0">
      <w:pPr>
        <w:pStyle w:val="BodyTextL25Bold"/>
      </w:pPr>
      <w:r>
        <w:t>Part 1: Analyze Show Command Output</w:t>
      </w:r>
    </w:p>
    <w:p w14:paraId="169B3CC8" w14:textId="77777777" w:rsidR="00F86CD0" w:rsidRPr="00913085" w:rsidRDefault="00F86CD0" w:rsidP="00F86CD0">
      <w:pPr>
        <w:pStyle w:val="BodyTextL25Bold"/>
      </w:pPr>
      <w:r>
        <w:t>Part 2: Reflection Questions</w:t>
      </w:r>
    </w:p>
    <w:p w14:paraId="5C778F82" w14:textId="77777777" w:rsidR="00F86CD0" w:rsidRPr="00C07FD9" w:rsidRDefault="00F86CD0" w:rsidP="00CC3664">
      <w:pPr>
        <w:pStyle w:val="Heading1"/>
      </w:pPr>
      <w:r>
        <w:t>Background</w:t>
      </w:r>
    </w:p>
    <w:p w14:paraId="4D8AAE3B" w14:textId="77777777" w:rsidR="0012414D" w:rsidRDefault="00F86CD0" w:rsidP="002A38B8">
      <w:pPr>
        <w:pStyle w:val="BodyTextL25"/>
      </w:pPr>
      <w:r>
        <w:t xml:space="preserve">This activity is designed to reinforce the use of router </w:t>
      </w:r>
      <w:r w:rsidRPr="00745B54">
        <w:rPr>
          <w:b/>
        </w:rPr>
        <w:t>show</w:t>
      </w:r>
      <w:r>
        <w:t xml:space="preserve"> commands. You are not required to configure, but rather to examine the output of several </w:t>
      </w:r>
      <w:r w:rsidRPr="00745B54">
        <w:rPr>
          <w:b/>
        </w:rPr>
        <w:t>show</w:t>
      </w:r>
      <w:r>
        <w:t xml:space="preserve"> commands. This activity does not automatically provide a score.</w:t>
      </w:r>
    </w:p>
    <w:p w14:paraId="71C959AC" w14:textId="305BD1C1" w:rsidR="00F86CD0" w:rsidRDefault="00F86CD0" w:rsidP="0012414D">
      <w:pPr>
        <w:pStyle w:val="Heading1"/>
      </w:pPr>
      <w:bookmarkStart w:id="0" w:name="_GoBack"/>
      <w:bookmarkEnd w:id="0"/>
      <w:r>
        <w:t>Instructions</w:t>
      </w:r>
    </w:p>
    <w:p w14:paraId="54820775" w14:textId="77777777" w:rsidR="00F86CD0" w:rsidRDefault="00F86CD0" w:rsidP="00F86CD0">
      <w:pPr>
        <w:pStyle w:val="Heading2"/>
      </w:pPr>
      <w:r>
        <w:t>Analyze Show Command Output</w:t>
      </w:r>
    </w:p>
    <w:p w14:paraId="1B64E39B" w14:textId="77777777" w:rsidR="00F86CD0" w:rsidRDefault="00A43206" w:rsidP="00A43206">
      <w:pPr>
        <w:pStyle w:val="SubStepAlpha"/>
      </w:pPr>
      <w:r>
        <w:t>To c</w:t>
      </w:r>
      <w:r w:rsidR="00F86CD0">
        <w:t>onnect to ISPRouter</w:t>
      </w:r>
      <w:r>
        <w:t xml:space="preserve">, </w:t>
      </w:r>
      <w:r w:rsidR="00F86CD0">
        <w:t xml:space="preserve">Click </w:t>
      </w:r>
      <w:r w:rsidR="00F86CD0" w:rsidRPr="00436686">
        <w:rPr>
          <w:b/>
        </w:rPr>
        <w:t>ISP PC</w:t>
      </w:r>
      <w:r w:rsidR="00F86CD0">
        <w:t xml:space="preserve">, then the </w:t>
      </w:r>
      <w:r w:rsidR="00F86CD0">
        <w:rPr>
          <w:b/>
        </w:rPr>
        <w:t xml:space="preserve">Desktop </w:t>
      </w:r>
      <w:r w:rsidR="00F86CD0">
        <w:t xml:space="preserve">tab, followed by </w:t>
      </w:r>
      <w:r w:rsidR="00F86CD0" w:rsidRPr="00745B54">
        <w:rPr>
          <w:b/>
        </w:rPr>
        <w:t>Terminal</w:t>
      </w:r>
      <w:r w:rsidR="00F86CD0">
        <w:t>.</w:t>
      </w:r>
    </w:p>
    <w:p w14:paraId="087C6B75" w14:textId="77777777" w:rsidR="00A43206" w:rsidRDefault="00A43206" w:rsidP="00A43206">
      <w:pPr>
        <w:pStyle w:val="ConfigWindow"/>
      </w:pPr>
      <w:r>
        <w:t>Open configuration window</w:t>
      </w:r>
    </w:p>
    <w:p w14:paraId="2833192F" w14:textId="77777777" w:rsidR="00F86CD0" w:rsidRDefault="00F86CD0" w:rsidP="00CC3664">
      <w:pPr>
        <w:pStyle w:val="SubStepAlpha"/>
        <w:spacing w:before="0"/>
      </w:pPr>
      <w:r>
        <w:t>Enter privileged EXEC mode.</w:t>
      </w:r>
    </w:p>
    <w:p w14:paraId="4B59E3F5" w14:textId="77777777" w:rsidR="00F86CD0" w:rsidRDefault="00F86CD0" w:rsidP="00A43206">
      <w:pPr>
        <w:pStyle w:val="SubStepAlpha"/>
      </w:pPr>
      <w:r>
        <w:t xml:space="preserve">Use the following </w:t>
      </w:r>
      <w:r w:rsidRPr="00745B54">
        <w:rPr>
          <w:b/>
        </w:rPr>
        <w:t>show</w:t>
      </w:r>
      <w:r>
        <w:t xml:space="preserve"> commands to answer the Reflection Questions in Part 2.</w:t>
      </w:r>
    </w:p>
    <w:p w14:paraId="528B1D92" w14:textId="77777777" w:rsidR="00F86CD0" w:rsidRPr="00135066" w:rsidRDefault="00F86CD0" w:rsidP="00F86CD0">
      <w:pPr>
        <w:pStyle w:val="BodyTextL50"/>
      </w:pPr>
      <w:r>
        <w:rPr>
          <w:b/>
        </w:rPr>
        <w:t>Note</w:t>
      </w:r>
      <w:r>
        <w:t xml:space="preserve">: If a command pauses with the -–More—prompt, make certain to hit the spacebar until the </w:t>
      </w:r>
      <w:r>
        <w:rPr>
          <w:b/>
        </w:rPr>
        <w:t>ISPRouter#</w:t>
      </w:r>
      <w:r>
        <w:t xml:space="preserve"> prompt appears in order to obtain all of the command output.</w:t>
      </w:r>
    </w:p>
    <w:p w14:paraId="3DFA55A3" w14:textId="77777777" w:rsidR="00F86CD0" w:rsidRDefault="00F86CD0" w:rsidP="00F86CD0">
      <w:pPr>
        <w:pStyle w:val="CMD"/>
      </w:pPr>
      <w:r>
        <w:t>show arp</w:t>
      </w:r>
    </w:p>
    <w:p w14:paraId="47B421C2" w14:textId="77777777" w:rsidR="00F86CD0" w:rsidRDefault="00F86CD0" w:rsidP="00F86CD0">
      <w:pPr>
        <w:pStyle w:val="CMD"/>
      </w:pPr>
      <w:r>
        <w:t>show flash:</w:t>
      </w:r>
    </w:p>
    <w:p w14:paraId="647FFD9F" w14:textId="77777777" w:rsidR="00F86CD0" w:rsidRDefault="00F86CD0" w:rsidP="00F86CD0">
      <w:pPr>
        <w:pStyle w:val="CMD"/>
      </w:pPr>
      <w:r>
        <w:t>show ip route</w:t>
      </w:r>
    </w:p>
    <w:p w14:paraId="1D31970E" w14:textId="77777777" w:rsidR="00F86CD0" w:rsidRDefault="00F86CD0" w:rsidP="00F86CD0">
      <w:pPr>
        <w:pStyle w:val="CMD"/>
      </w:pPr>
      <w:r>
        <w:t>show interfaces</w:t>
      </w:r>
    </w:p>
    <w:p w14:paraId="127CA2D8" w14:textId="77777777" w:rsidR="00F86CD0" w:rsidRDefault="00F86CD0" w:rsidP="00F86CD0">
      <w:pPr>
        <w:pStyle w:val="CMD"/>
      </w:pPr>
      <w:r>
        <w:t>show ip interface brief</w:t>
      </w:r>
    </w:p>
    <w:p w14:paraId="527FF922" w14:textId="77777777" w:rsidR="00F86CD0" w:rsidRDefault="00F86CD0" w:rsidP="00F86CD0">
      <w:pPr>
        <w:pStyle w:val="CMD"/>
      </w:pPr>
      <w:r>
        <w:t>show protocols</w:t>
      </w:r>
    </w:p>
    <w:p w14:paraId="12855DD4" w14:textId="77777777" w:rsidR="00F86CD0" w:rsidRDefault="00F86CD0" w:rsidP="00F86CD0">
      <w:pPr>
        <w:pStyle w:val="CMD"/>
      </w:pPr>
      <w:r>
        <w:t>show users</w:t>
      </w:r>
    </w:p>
    <w:p w14:paraId="216D44A4" w14:textId="77777777" w:rsidR="00F86CD0" w:rsidRDefault="00F86CD0" w:rsidP="00F86CD0">
      <w:pPr>
        <w:pStyle w:val="CMD"/>
      </w:pPr>
      <w:r>
        <w:t>show version</w:t>
      </w:r>
    </w:p>
    <w:p w14:paraId="77EF0B03" w14:textId="77777777" w:rsidR="00A43206" w:rsidRPr="000D4138" w:rsidRDefault="00A43206" w:rsidP="00A43206">
      <w:pPr>
        <w:pStyle w:val="ConfigWindow"/>
      </w:pPr>
      <w:r>
        <w:t>Close configuration window</w:t>
      </w:r>
    </w:p>
    <w:p w14:paraId="28865E37" w14:textId="77777777" w:rsidR="00F86CD0" w:rsidRDefault="00F86CD0" w:rsidP="000F61B2">
      <w:pPr>
        <w:pStyle w:val="Heading2"/>
      </w:pPr>
      <w:r>
        <w:t>Reflection Questions</w:t>
      </w:r>
    </w:p>
    <w:p w14:paraId="45D91BA7" w14:textId="77777777" w:rsidR="00A43206" w:rsidRDefault="00F86CD0" w:rsidP="00A43206">
      <w:pPr>
        <w:pStyle w:val="ReflectionQ"/>
      </w:pPr>
      <w:r>
        <w:t>Which commands can you use to determine the IP address and network prefix of interfaces?</w:t>
      </w:r>
    </w:p>
    <w:p w14:paraId="3506ADEF" w14:textId="77777777" w:rsidR="00A43206" w:rsidRDefault="00A43206" w:rsidP="002A38B8">
      <w:pPr>
        <w:pStyle w:val="AnswerLineL25"/>
        <w:spacing w:before="300" w:after="300"/>
      </w:pPr>
      <w:r>
        <w:t>Type your answers here.</w:t>
      </w:r>
    </w:p>
    <w:p w14:paraId="5C4B829D" w14:textId="77777777" w:rsidR="00A43206" w:rsidRDefault="00F86CD0" w:rsidP="00A43206">
      <w:pPr>
        <w:pStyle w:val="ReflectionQ"/>
      </w:pPr>
      <w:r>
        <w:t>Which command provides the IP address and interface assignment, but not the network prefix?</w:t>
      </w:r>
    </w:p>
    <w:p w14:paraId="57DEA43D" w14:textId="77777777" w:rsidR="00A43206" w:rsidRDefault="00A43206" w:rsidP="00A43206">
      <w:pPr>
        <w:pStyle w:val="AnswerLineL25"/>
      </w:pPr>
      <w:r>
        <w:t>Type your answers here.</w:t>
      </w:r>
    </w:p>
    <w:p w14:paraId="134FA4E2" w14:textId="77777777" w:rsidR="00A43206" w:rsidRDefault="00F86CD0" w:rsidP="00A43206">
      <w:pPr>
        <w:pStyle w:val="ReflectionQ"/>
      </w:pPr>
      <w:r>
        <w:t>Which commands would you use to d</w:t>
      </w:r>
      <w:r w:rsidR="00A43206">
        <w:t>etermine if an interface is up?</w:t>
      </w:r>
    </w:p>
    <w:p w14:paraId="71753B14" w14:textId="77777777" w:rsidR="00A43206" w:rsidRDefault="00A43206" w:rsidP="00A43206">
      <w:pPr>
        <w:pStyle w:val="AnswerLineL25"/>
      </w:pPr>
      <w:r>
        <w:t>Type your answers here.</w:t>
      </w:r>
    </w:p>
    <w:p w14:paraId="39686B52" w14:textId="77777777" w:rsidR="00A43206" w:rsidRDefault="00F86CD0" w:rsidP="00A43206">
      <w:pPr>
        <w:pStyle w:val="ReflectionQ"/>
      </w:pPr>
      <w:r>
        <w:t>You need to determine the IOS version that is running on a router. Which command will give you this information?</w:t>
      </w:r>
    </w:p>
    <w:p w14:paraId="75EA08C5" w14:textId="77777777" w:rsidR="00A43206" w:rsidRDefault="00A43206" w:rsidP="00A43206">
      <w:pPr>
        <w:pStyle w:val="AnswerLineL25"/>
      </w:pPr>
      <w:r>
        <w:t>Type your answers here.</w:t>
      </w:r>
    </w:p>
    <w:p w14:paraId="2E5F618F" w14:textId="77777777" w:rsidR="00A43206" w:rsidRDefault="00F86CD0" w:rsidP="00A43206">
      <w:pPr>
        <w:pStyle w:val="ReflectionQ"/>
      </w:pPr>
      <w:r>
        <w:t>Which commands provide information about the addresses of the router interfaces?</w:t>
      </w:r>
    </w:p>
    <w:p w14:paraId="1C2E6552" w14:textId="77777777" w:rsidR="00A43206" w:rsidRDefault="00A43206" w:rsidP="00A43206">
      <w:pPr>
        <w:pStyle w:val="AnswerLineL25"/>
      </w:pPr>
      <w:r>
        <w:t>Type your answers here.</w:t>
      </w:r>
    </w:p>
    <w:p w14:paraId="3AF1C15F" w14:textId="77777777" w:rsidR="00A43206" w:rsidRDefault="00F86CD0" w:rsidP="00A43206">
      <w:pPr>
        <w:pStyle w:val="ReflectionQ"/>
      </w:pPr>
      <w:r>
        <w:t>You are considering an IOS upgrade and need to determine if router flash can hold the new IOS. Which commands provide information about the amount of Flash memory available?</w:t>
      </w:r>
    </w:p>
    <w:p w14:paraId="67943765" w14:textId="77777777" w:rsidR="00A43206" w:rsidRDefault="00A43206" w:rsidP="00A43206">
      <w:pPr>
        <w:pStyle w:val="AnswerLineL25"/>
      </w:pPr>
      <w:r>
        <w:t>Type your answers here.</w:t>
      </w:r>
    </w:p>
    <w:p w14:paraId="3C1E0E62" w14:textId="77777777" w:rsidR="00A43206" w:rsidRDefault="00F86CD0" w:rsidP="00A43206">
      <w:pPr>
        <w:pStyle w:val="ReflectionQ"/>
      </w:pPr>
      <w:r>
        <w:t>You need to adjust a router configuration, but you suspect that a colleague may also be working on the router from another location. Which command provides information about the lines being used for configuration or device monitoring?</w:t>
      </w:r>
    </w:p>
    <w:p w14:paraId="681AA6A2" w14:textId="77777777" w:rsidR="00A43206" w:rsidRDefault="00A43206" w:rsidP="00A43206">
      <w:pPr>
        <w:pStyle w:val="AnswerLineL25"/>
      </w:pPr>
      <w:r>
        <w:t>Type your answers here.</w:t>
      </w:r>
    </w:p>
    <w:p w14:paraId="6177774E" w14:textId="77777777" w:rsidR="00A43206" w:rsidRDefault="00F86CD0" w:rsidP="00A43206">
      <w:pPr>
        <w:pStyle w:val="ReflectionQ"/>
      </w:pPr>
      <w:r>
        <w:t>You have been asked to check the performance of a device interface. Which command provides traffic statistics for router interfaces?</w:t>
      </w:r>
    </w:p>
    <w:p w14:paraId="3F28DF1A" w14:textId="77777777" w:rsidR="00A43206" w:rsidRDefault="00A43206" w:rsidP="002A38B8">
      <w:pPr>
        <w:pStyle w:val="AnswerLineL25"/>
      </w:pPr>
      <w:r>
        <w:t>Type your answers here.</w:t>
      </w:r>
    </w:p>
    <w:p w14:paraId="1E03B446" w14:textId="77777777" w:rsidR="00A43206" w:rsidRDefault="00F86CD0" w:rsidP="00A43206">
      <w:pPr>
        <w:pStyle w:val="ReflectionQ"/>
      </w:pPr>
      <w:r>
        <w:t>Customer</w:t>
      </w:r>
      <w:r w:rsidR="00A43206">
        <w:t>s are complaining that they can</w:t>
      </w:r>
      <w:r>
        <w:t>not reach a server that they use for file storage. You suspect that the network may have become unreachable due to a recent upgrade. Which command provides information about the paths that are available for network traffic?</w:t>
      </w:r>
    </w:p>
    <w:p w14:paraId="0F27B461" w14:textId="77777777" w:rsidR="00A43206" w:rsidRDefault="00A43206" w:rsidP="00A43206">
      <w:pPr>
        <w:pStyle w:val="AnswerLineL25"/>
      </w:pPr>
      <w:r>
        <w:t>Type your answers here.</w:t>
      </w:r>
    </w:p>
    <w:p w14:paraId="013FA3A4" w14:textId="77777777" w:rsidR="00A43206" w:rsidRDefault="00F86CD0" w:rsidP="00A43206">
      <w:pPr>
        <w:pStyle w:val="ReflectionQ"/>
      </w:pPr>
      <w:r>
        <w:t>Which interfaces are currently active on the ISP Router?</w:t>
      </w:r>
    </w:p>
    <w:p w14:paraId="0175791D" w14:textId="77777777" w:rsidR="00A43206" w:rsidRDefault="00A43206" w:rsidP="00A43206">
      <w:pPr>
        <w:pStyle w:val="AnswerLineL25"/>
      </w:pPr>
      <w:r>
        <w:t>Type your answers here.</w:t>
      </w:r>
    </w:p>
    <w:p w14:paraId="12B3F94C" w14:textId="77777777" w:rsidR="00F86CD0" w:rsidRDefault="00F86CD0" w:rsidP="00F86CD0">
      <w:pPr>
        <w:pStyle w:val="ConfigWindow"/>
      </w:pPr>
      <w:r>
        <w:t>End of document</w:t>
      </w:r>
    </w:p>
    <w:sectPr w:rsidR="00F86CD0" w:rsidSect="009C31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D0CC40" w14:textId="77777777" w:rsidR="005A4549" w:rsidRDefault="005A4549" w:rsidP="00710659">
      <w:pPr>
        <w:spacing w:after="0" w:line="240" w:lineRule="auto"/>
      </w:pPr>
      <w:r>
        <w:separator/>
      </w:r>
    </w:p>
    <w:p w14:paraId="6738A776" w14:textId="77777777" w:rsidR="005A4549" w:rsidRDefault="005A4549"/>
  </w:endnote>
  <w:endnote w:type="continuationSeparator" w:id="0">
    <w:p w14:paraId="7962C850" w14:textId="77777777" w:rsidR="005A4549" w:rsidRDefault="005A4549" w:rsidP="00710659">
      <w:pPr>
        <w:spacing w:after="0" w:line="240" w:lineRule="auto"/>
      </w:pPr>
      <w:r>
        <w:continuationSeparator/>
      </w:r>
    </w:p>
    <w:p w14:paraId="5DABA650" w14:textId="77777777" w:rsidR="005A4549" w:rsidRDefault="005A45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BFDFAD" w14:textId="77777777" w:rsidR="003B256A" w:rsidRDefault="003B25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3C3A94" w14:textId="70C89471"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D40FE7">
          <w:t>2013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4C5E8A">
      <w:rPr>
        <w:noProof/>
      </w:rPr>
      <w:t>2019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8260CB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8260CB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741484" w14:textId="6459B5FD"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D40FE7">
          <w:t>2013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4C5E8A">
      <w:rPr>
        <w:noProof/>
      </w:rPr>
      <w:t>2019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8260CB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8260CB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7A00E0" w14:textId="77777777" w:rsidR="005A4549" w:rsidRDefault="005A4549" w:rsidP="00710659">
      <w:pPr>
        <w:spacing w:after="0" w:line="240" w:lineRule="auto"/>
      </w:pPr>
      <w:r>
        <w:separator/>
      </w:r>
    </w:p>
    <w:p w14:paraId="698077BA" w14:textId="77777777" w:rsidR="005A4549" w:rsidRDefault="005A4549"/>
  </w:footnote>
  <w:footnote w:type="continuationSeparator" w:id="0">
    <w:p w14:paraId="7BC869CB" w14:textId="77777777" w:rsidR="005A4549" w:rsidRDefault="005A4549" w:rsidP="00710659">
      <w:pPr>
        <w:spacing w:after="0" w:line="240" w:lineRule="auto"/>
      </w:pPr>
      <w:r>
        <w:continuationSeparator/>
      </w:r>
    </w:p>
    <w:p w14:paraId="528F9D89" w14:textId="77777777" w:rsidR="005A4549" w:rsidRDefault="005A45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47A64" w14:textId="77777777" w:rsidR="003B256A" w:rsidRDefault="003B25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Title"/>
      <w:tag w:val=""/>
      <w:id w:val="-1711953976"/>
      <w:placeholder>
        <w:docPart w:val="CB870D2FF4C54E709930C0BB0A492C02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6BE3AE87" w14:textId="77777777" w:rsidR="00926CB2" w:rsidRDefault="00D40FE7" w:rsidP="008402F2">
        <w:pPr>
          <w:pStyle w:val="PageHead"/>
        </w:pPr>
        <w:r>
          <w:t>Packet Tracer - Interpret show Command Output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9AF79A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3EBAA9CF" wp14:editId="1A114384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DCDEB764"/>
    <w:styleLink w:val="SectionList"/>
    <w:lvl w:ilvl="0">
      <w:start w:val="1"/>
      <w:numFmt w:val="none"/>
      <w:pStyle w:val="Heading1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230E4CBE"/>
    <w:styleLink w:val="LabList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38135CF5"/>
    <w:multiLevelType w:val="multilevel"/>
    <w:tmpl w:val="1258F7AC"/>
    <w:lvl w:ilvl="0">
      <w:start w:val="1"/>
      <w:numFmt w:val="decimal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3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SubStepAlpha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SubStepAlpha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</w:num>
  <w:num w:numId="11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E87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6425"/>
    <w:rsid w:val="000C6E6E"/>
    <w:rsid w:val="000C7B7D"/>
    <w:rsid w:val="000D55B4"/>
    <w:rsid w:val="000E65F0"/>
    <w:rsid w:val="000F072C"/>
    <w:rsid w:val="000F2074"/>
    <w:rsid w:val="000F31D7"/>
    <w:rsid w:val="000F61B2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414D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38B8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C5E8A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2E87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5006B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4549"/>
    <w:rsid w:val="005A6E62"/>
    <w:rsid w:val="005B2FB3"/>
    <w:rsid w:val="005B6B02"/>
    <w:rsid w:val="005C5D5B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5F4E5F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1B8E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06A89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60CB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3206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4F2"/>
    <w:rsid w:val="00AD4578"/>
    <w:rsid w:val="00AD68E9"/>
    <w:rsid w:val="00AD6FED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3664"/>
    <w:rsid w:val="00CC4859"/>
    <w:rsid w:val="00CC7A35"/>
    <w:rsid w:val="00CD072A"/>
    <w:rsid w:val="00CD40B1"/>
    <w:rsid w:val="00CD51E0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22A6"/>
    <w:rsid w:val="00D2758C"/>
    <w:rsid w:val="00D275CA"/>
    <w:rsid w:val="00D2789B"/>
    <w:rsid w:val="00D345AB"/>
    <w:rsid w:val="00D40FE7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CD0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27757D"/>
  <w15:docId w15:val="{1FA034DC-35D4-4548-B59B-57880E44C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nhideWhenUsed/>
    <w:qFormat/>
    <w:rsid w:val="000F61B2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8260CB"/>
    <w:pPr>
      <w:keepNext/>
      <w:keepLines/>
      <w:numPr>
        <w:numId w:val="3"/>
      </w:numPr>
      <w:spacing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autoRedefine/>
    <w:uiPriority w:val="9"/>
    <w:unhideWhenUsed/>
    <w:qFormat/>
    <w:rsid w:val="000F61B2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A43206"/>
    <w:pPr>
      <w:keepNext/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260CB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F86CD0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2A38B8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8260CB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0F61B2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0F61B2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0F61B2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D531D0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B870D2FF4C54E709930C0BB0A492C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6E0AA5-994F-4F4B-91E3-0502B0233C8F}"/>
      </w:docPartPr>
      <w:docPartBody>
        <w:p w:rsidR="007222A9" w:rsidRDefault="00AF1854">
          <w:pPr>
            <w:pStyle w:val="CB870D2FF4C54E709930C0BB0A492C02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854"/>
    <w:rsid w:val="00174434"/>
    <w:rsid w:val="00652454"/>
    <w:rsid w:val="007222A9"/>
    <w:rsid w:val="00923E0A"/>
    <w:rsid w:val="00AF1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CB870D2FF4C54E709930C0BB0A492C02">
    <w:name w:val="CB870D2FF4C54E709930C0BB0A492C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E928CA-D2CE-46CC-8597-4745E2334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4</TotalTime>
  <Pages>1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Interpret show Command Output</vt:lpstr>
    </vt:vector>
  </TitlesOfParts>
  <Company>Cisco Systems, Inc.</Company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Interpret show Command Output</dc:title>
  <dc:creator>SP</dc:creator>
  <dc:description>2013</dc:description>
  <cp:lastModifiedBy>Suk-Yi Pennock -X (spennock - UNICON INC at Cisco)</cp:lastModifiedBy>
  <cp:revision>7</cp:revision>
  <cp:lastPrinted>2019-12-03T19:12:00Z</cp:lastPrinted>
  <dcterms:created xsi:type="dcterms:W3CDTF">2019-12-02T20:27:00Z</dcterms:created>
  <dcterms:modified xsi:type="dcterms:W3CDTF">2019-12-03T19:12:00Z</dcterms:modified>
</cp:coreProperties>
</file>